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66A68FB3" w:rsidR="00331696" w:rsidRPr="00C733EA" w:rsidRDefault="00CE2C62" w:rsidP="00511C5D">
      <w:pPr>
        <w:rPr>
          <w:rFonts w:ascii="Arial" w:hAnsi="Arial" w:cs="Arial"/>
          <w:sz w:val="27"/>
          <w:szCs w:val="27"/>
        </w:rPr>
      </w:pPr>
      <w:r w:rsidRPr="00C733EA">
        <w:rPr>
          <w:rFonts w:ascii="Arial" w:hAnsi="Arial" w:cs="Arial"/>
          <w:sz w:val="27"/>
          <w:szCs w:val="27"/>
        </w:rPr>
        <w:t xml:space="preserve">Medienmitteilung </w:t>
      </w:r>
      <w:r w:rsidR="008D2EAB" w:rsidRPr="00C733EA">
        <w:rPr>
          <w:rFonts w:ascii="Arial" w:hAnsi="Arial" w:cs="Arial"/>
          <w:sz w:val="27"/>
          <w:szCs w:val="27"/>
        </w:rPr>
        <w:t>11</w:t>
      </w:r>
      <w:r w:rsidRPr="00C733EA">
        <w:rPr>
          <w:rFonts w:ascii="Arial" w:hAnsi="Arial" w:cs="Arial"/>
          <w:sz w:val="27"/>
          <w:szCs w:val="27"/>
        </w:rPr>
        <w:t>/202</w:t>
      </w:r>
      <w:r w:rsidR="007F508F" w:rsidRPr="00C733EA">
        <w:rPr>
          <w:rFonts w:ascii="Arial" w:hAnsi="Arial" w:cs="Arial"/>
          <w:sz w:val="27"/>
          <w:szCs w:val="27"/>
        </w:rPr>
        <w:t>4</w:t>
      </w:r>
    </w:p>
    <w:p w14:paraId="1629F4E9" w14:textId="62A5420B" w:rsidR="00CE2C62" w:rsidRPr="00C733EA" w:rsidRDefault="00CE2C62" w:rsidP="00511C5D">
      <w:pPr>
        <w:rPr>
          <w:rFonts w:ascii="Arial" w:hAnsi="Arial" w:cs="Arial"/>
        </w:rPr>
      </w:pPr>
    </w:p>
    <w:p w14:paraId="78E3910F" w14:textId="4D40F053" w:rsidR="00CE2C62" w:rsidRPr="00C733EA" w:rsidRDefault="00CE2C62" w:rsidP="00511C5D">
      <w:pPr>
        <w:rPr>
          <w:rFonts w:ascii="Arial" w:hAnsi="Arial" w:cs="Arial"/>
        </w:rPr>
      </w:pPr>
    </w:p>
    <w:p w14:paraId="489F0B1D" w14:textId="54E5AB19" w:rsidR="00135CFE" w:rsidRPr="00C733EA" w:rsidRDefault="008D2EAB" w:rsidP="00EE6C8F">
      <w:pPr>
        <w:rPr>
          <w:rFonts w:ascii="Arial" w:hAnsi="Arial" w:cs="Arial"/>
        </w:rPr>
      </w:pPr>
      <w:r w:rsidRPr="00C733EA">
        <w:rPr>
          <w:rFonts w:ascii="Arial" w:hAnsi="Arial" w:cs="Arial"/>
        </w:rPr>
        <w:t>Forster Profilsysteme auf der BAU 2025</w:t>
      </w:r>
    </w:p>
    <w:p w14:paraId="3FB86C1B" w14:textId="77777777" w:rsidR="002C3537" w:rsidRPr="00C733EA" w:rsidRDefault="002C3537" w:rsidP="00EE6C8F">
      <w:pPr>
        <w:rPr>
          <w:rFonts w:ascii="Arial" w:hAnsi="Arial" w:cs="Arial"/>
          <w:b/>
          <w:bCs/>
          <w:color w:val="0F4196"/>
          <w:szCs w:val="20"/>
        </w:rPr>
      </w:pPr>
    </w:p>
    <w:p w14:paraId="42EE6F93" w14:textId="10C65461" w:rsidR="00CE2C62" w:rsidRPr="00E53496" w:rsidRDefault="008D2EAB" w:rsidP="00EE6C8F">
      <w:pPr>
        <w:rPr>
          <w:rFonts w:ascii="Arial" w:hAnsi="Arial" w:cs="Arial"/>
          <w:color w:val="FF0000"/>
          <w:sz w:val="44"/>
          <w:szCs w:val="44"/>
        </w:rPr>
      </w:pPr>
      <w:r w:rsidRPr="00E53496">
        <w:rPr>
          <w:rFonts w:ascii="Arial" w:hAnsi="Arial" w:cs="Arial"/>
          <w:b/>
          <w:bCs/>
          <w:color w:val="0F4196"/>
          <w:sz w:val="44"/>
          <w:szCs w:val="44"/>
        </w:rPr>
        <w:t>Zukunftsweisende Lösungen aus Stahl für nachhaltiges Bauen</w:t>
      </w:r>
    </w:p>
    <w:p w14:paraId="366C530F" w14:textId="77777777" w:rsidR="00EE6C8F" w:rsidRPr="00C733EA" w:rsidRDefault="00EE6C8F" w:rsidP="00B02099">
      <w:pPr>
        <w:spacing w:line="276" w:lineRule="auto"/>
        <w:rPr>
          <w:rFonts w:ascii="Arial" w:hAnsi="Arial" w:cs="Arial"/>
          <w:b/>
          <w:bCs/>
          <w:sz w:val="44"/>
          <w:szCs w:val="44"/>
        </w:rPr>
      </w:pPr>
    </w:p>
    <w:p w14:paraId="2DAA321C" w14:textId="3C8E66B6" w:rsidR="008D2EAB" w:rsidRPr="00C733EA" w:rsidRDefault="00EE6C8F" w:rsidP="008D2EAB">
      <w:pPr>
        <w:spacing w:line="276" w:lineRule="auto"/>
        <w:rPr>
          <w:rFonts w:ascii="Arial" w:hAnsi="Arial" w:cs="Arial"/>
          <w:b/>
          <w:bCs/>
        </w:rPr>
      </w:pPr>
      <w:r w:rsidRPr="00C733EA">
        <w:rPr>
          <w:rFonts w:ascii="Arial" w:hAnsi="Arial" w:cs="Arial"/>
          <w:b/>
          <w:bCs/>
        </w:rPr>
        <w:t xml:space="preserve">Romanshorn im </w:t>
      </w:r>
      <w:r w:rsidR="008D2EAB" w:rsidRPr="00C733EA">
        <w:rPr>
          <w:rFonts w:ascii="Arial" w:hAnsi="Arial" w:cs="Arial"/>
          <w:b/>
          <w:bCs/>
        </w:rPr>
        <w:t>November</w:t>
      </w:r>
      <w:r w:rsidRPr="00C733EA">
        <w:rPr>
          <w:rFonts w:ascii="Arial" w:hAnsi="Arial" w:cs="Arial"/>
          <w:b/>
          <w:bCs/>
        </w:rPr>
        <w:t xml:space="preserve"> 2024. </w:t>
      </w:r>
      <w:r w:rsidR="008D2EAB" w:rsidRPr="00C733EA">
        <w:rPr>
          <w:rFonts w:ascii="Arial" w:hAnsi="Arial" w:cs="Arial"/>
          <w:b/>
          <w:bCs/>
        </w:rPr>
        <w:t>Auf der BAU 2025 stellt Forster Profilsysteme in München zukunftsweisende Systemlösungen aus Stahl vor, die den Weg für CO</w:t>
      </w:r>
      <w:r w:rsidR="008D2EAB" w:rsidRPr="00C733EA">
        <w:rPr>
          <w:rFonts w:ascii="Cambria Math" w:hAnsi="Cambria Math" w:cs="Cambria Math"/>
          <w:b/>
          <w:bCs/>
        </w:rPr>
        <w:t>₂</w:t>
      </w:r>
      <w:r w:rsidR="008D2EAB" w:rsidRPr="00C733EA">
        <w:rPr>
          <w:rFonts w:ascii="Arial" w:hAnsi="Arial" w:cs="Arial"/>
          <w:b/>
          <w:bCs/>
        </w:rPr>
        <w:t>-neutrale</w:t>
      </w:r>
      <w:r w:rsidR="00C733EA">
        <w:rPr>
          <w:rFonts w:ascii="Arial" w:hAnsi="Arial" w:cs="Arial"/>
          <w:b/>
          <w:bCs/>
        </w:rPr>
        <w:t xml:space="preserve">s Bauen </w:t>
      </w:r>
      <w:r w:rsidR="008D2EAB" w:rsidRPr="00C733EA">
        <w:rPr>
          <w:rFonts w:ascii="Arial" w:hAnsi="Arial" w:cs="Arial"/>
          <w:b/>
          <w:bCs/>
        </w:rPr>
        <w:t>ebn</w:t>
      </w:r>
      <w:r w:rsidR="00C733EA">
        <w:rPr>
          <w:rFonts w:ascii="Arial" w:hAnsi="Arial" w:cs="Arial"/>
          <w:b/>
          <w:bCs/>
        </w:rPr>
        <w:t>e</w:t>
      </w:r>
      <w:r w:rsidR="008D2EAB" w:rsidRPr="00C733EA">
        <w:rPr>
          <w:rFonts w:ascii="Arial" w:hAnsi="Arial" w:cs="Arial"/>
          <w:b/>
          <w:bCs/>
        </w:rPr>
        <w:t xml:space="preserve">n. Unter dem Leitmotiv „Nachhaltige Innovationen für die Bauindustrie“ bietet der Hersteller aus der Schweiz ein </w:t>
      </w:r>
      <w:r w:rsidR="007E29E5" w:rsidRPr="00C733EA">
        <w:rPr>
          <w:rFonts w:ascii="Arial" w:hAnsi="Arial" w:cs="Arial"/>
          <w:b/>
          <w:bCs/>
        </w:rPr>
        <w:t xml:space="preserve">breit aufgestelltes </w:t>
      </w:r>
      <w:r w:rsidR="00D96FE6" w:rsidRPr="00C733EA">
        <w:rPr>
          <w:rFonts w:ascii="Arial" w:hAnsi="Arial" w:cs="Arial"/>
          <w:b/>
          <w:bCs/>
        </w:rPr>
        <w:t>Produkt- und Dienstleistungsportfolio</w:t>
      </w:r>
      <w:r w:rsidR="008D2EAB" w:rsidRPr="00C733EA">
        <w:rPr>
          <w:rFonts w:ascii="Arial" w:hAnsi="Arial" w:cs="Arial"/>
          <w:b/>
          <w:bCs/>
        </w:rPr>
        <w:t xml:space="preserve">, das </w:t>
      </w:r>
      <w:r w:rsidR="007E29E5" w:rsidRPr="00C733EA">
        <w:rPr>
          <w:rFonts w:ascii="Arial" w:hAnsi="Arial" w:cs="Arial"/>
          <w:b/>
          <w:bCs/>
        </w:rPr>
        <w:t>von langlebigen und v</w:t>
      </w:r>
      <w:r w:rsidR="008D2EAB" w:rsidRPr="00C733EA">
        <w:rPr>
          <w:rFonts w:ascii="Arial" w:hAnsi="Arial" w:cs="Arial"/>
          <w:b/>
          <w:bCs/>
        </w:rPr>
        <w:t>ollständig</w:t>
      </w:r>
      <w:r w:rsidR="007E29E5" w:rsidRPr="00C733EA">
        <w:rPr>
          <w:rFonts w:ascii="Arial" w:hAnsi="Arial" w:cs="Arial"/>
          <w:b/>
          <w:bCs/>
        </w:rPr>
        <w:t xml:space="preserve"> recycelbaren Profilsystemen bis</w:t>
      </w:r>
      <w:r w:rsidR="00901AD5" w:rsidRPr="00C733EA">
        <w:rPr>
          <w:rFonts w:ascii="Arial" w:hAnsi="Arial" w:cs="Arial"/>
          <w:b/>
          <w:bCs/>
        </w:rPr>
        <w:t xml:space="preserve"> hin zu</w:t>
      </w:r>
      <w:r w:rsidR="00D9110C">
        <w:rPr>
          <w:rFonts w:ascii="Arial" w:hAnsi="Arial" w:cs="Arial"/>
          <w:b/>
          <w:bCs/>
        </w:rPr>
        <w:t>r</w:t>
      </w:r>
      <w:r w:rsidR="00901AD5" w:rsidRPr="00C733EA">
        <w:rPr>
          <w:rFonts w:ascii="Arial" w:hAnsi="Arial" w:cs="Arial"/>
          <w:b/>
          <w:bCs/>
        </w:rPr>
        <w:t xml:space="preserve"> Beratung in der </w:t>
      </w:r>
      <w:r w:rsidR="00901AD5">
        <w:rPr>
          <w:rFonts w:ascii="Arial" w:hAnsi="Arial" w:cs="Arial"/>
          <w:b/>
          <w:bCs/>
        </w:rPr>
        <w:t>Gebäudekonzeption</w:t>
      </w:r>
      <w:r w:rsidR="00901AD5" w:rsidRPr="00C733EA">
        <w:rPr>
          <w:rFonts w:ascii="Arial" w:hAnsi="Arial" w:cs="Arial"/>
          <w:b/>
          <w:bCs/>
        </w:rPr>
        <w:t xml:space="preserve"> und Softwaresupport</w:t>
      </w:r>
      <w:r w:rsidR="00901AD5">
        <w:rPr>
          <w:rFonts w:ascii="Arial" w:hAnsi="Arial" w:cs="Arial"/>
          <w:b/>
          <w:bCs/>
        </w:rPr>
        <w:t xml:space="preserve"> für die Planung und</w:t>
      </w:r>
      <w:r w:rsidR="00901AD5" w:rsidRPr="00C733EA">
        <w:rPr>
          <w:rFonts w:ascii="Arial" w:hAnsi="Arial" w:cs="Arial"/>
          <w:b/>
          <w:bCs/>
        </w:rPr>
        <w:t xml:space="preserve"> </w:t>
      </w:r>
      <w:r w:rsidR="00901AD5">
        <w:rPr>
          <w:rFonts w:ascii="Arial" w:hAnsi="Arial" w:cs="Arial"/>
          <w:b/>
          <w:bCs/>
        </w:rPr>
        <w:t xml:space="preserve">Maschinen </w:t>
      </w:r>
      <w:r w:rsidR="00901AD5" w:rsidRPr="00C733EA">
        <w:rPr>
          <w:rFonts w:ascii="Arial" w:hAnsi="Arial" w:cs="Arial"/>
          <w:b/>
          <w:bCs/>
        </w:rPr>
        <w:t xml:space="preserve">für die Verarbeitung reicht. </w:t>
      </w:r>
      <w:r w:rsidR="00BB1BA3" w:rsidRPr="00C733EA">
        <w:rPr>
          <w:rFonts w:ascii="Arial" w:hAnsi="Arial" w:cs="Arial"/>
          <w:b/>
          <w:bCs/>
        </w:rPr>
        <w:t xml:space="preserve">Als Messeneuheiten stellt Forster </w:t>
      </w:r>
      <w:r w:rsidR="00DC07B6" w:rsidRPr="00C733EA">
        <w:rPr>
          <w:rFonts w:ascii="Arial" w:hAnsi="Arial" w:cs="Arial"/>
          <w:b/>
          <w:bCs/>
        </w:rPr>
        <w:t xml:space="preserve">erweiterte </w:t>
      </w:r>
      <w:r w:rsidR="00D96FE6" w:rsidRPr="00C733EA">
        <w:rPr>
          <w:rFonts w:ascii="Arial" w:hAnsi="Arial" w:cs="Arial"/>
          <w:b/>
          <w:bCs/>
        </w:rPr>
        <w:t xml:space="preserve">Anwendungen </w:t>
      </w:r>
      <w:r w:rsidR="00BD367A">
        <w:rPr>
          <w:rFonts w:ascii="Arial" w:hAnsi="Arial" w:cs="Arial"/>
          <w:b/>
          <w:bCs/>
        </w:rPr>
        <w:t>der bewährten</w:t>
      </w:r>
      <w:r w:rsidR="00FC4A75" w:rsidRPr="00C733EA">
        <w:rPr>
          <w:rFonts w:ascii="Arial" w:hAnsi="Arial" w:cs="Arial"/>
          <w:b/>
          <w:bCs/>
        </w:rPr>
        <w:t xml:space="preserve"> Profilsysteme </w:t>
      </w:r>
      <w:r w:rsidR="008D2EAB" w:rsidRPr="00C733EA">
        <w:rPr>
          <w:rFonts w:ascii="Arial" w:hAnsi="Arial" w:cs="Arial"/>
          <w:b/>
          <w:bCs/>
        </w:rPr>
        <w:t>für Fenster-, Tür</w:t>
      </w:r>
      <w:r w:rsidR="00F91ACB">
        <w:rPr>
          <w:rFonts w:ascii="Arial" w:hAnsi="Arial" w:cs="Arial"/>
          <w:b/>
          <w:bCs/>
        </w:rPr>
        <w:t>en</w:t>
      </w:r>
      <w:r w:rsidR="008D2EAB" w:rsidRPr="00C733EA">
        <w:rPr>
          <w:rFonts w:ascii="Arial" w:hAnsi="Arial" w:cs="Arial"/>
          <w:b/>
          <w:bCs/>
        </w:rPr>
        <w:t>- und Fassaden</w:t>
      </w:r>
      <w:r w:rsidR="00BB1BA3" w:rsidRPr="00C733EA">
        <w:rPr>
          <w:rFonts w:ascii="Arial" w:hAnsi="Arial" w:cs="Arial"/>
          <w:b/>
          <w:bCs/>
        </w:rPr>
        <w:t xml:space="preserve"> vor</w:t>
      </w:r>
      <w:r w:rsidR="007E29E5" w:rsidRPr="00C733EA">
        <w:rPr>
          <w:rFonts w:ascii="Arial" w:hAnsi="Arial" w:cs="Arial"/>
          <w:b/>
          <w:bCs/>
        </w:rPr>
        <w:t>, die De</w:t>
      </w:r>
      <w:r w:rsidR="008D2EAB" w:rsidRPr="00C733EA">
        <w:rPr>
          <w:rFonts w:ascii="Arial" w:hAnsi="Arial" w:cs="Arial"/>
          <w:b/>
          <w:bCs/>
        </w:rPr>
        <w:t xml:space="preserve">signansprüche </w:t>
      </w:r>
      <w:r w:rsidR="00FC4A75" w:rsidRPr="00C733EA">
        <w:rPr>
          <w:rFonts w:ascii="Arial" w:hAnsi="Arial" w:cs="Arial"/>
          <w:b/>
          <w:bCs/>
        </w:rPr>
        <w:t xml:space="preserve">ebenso </w:t>
      </w:r>
      <w:r w:rsidR="00D9110C">
        <w:rPr>
          <w:rFonts w:ascii="Arial" w:hAnsi="Arial" w:cs="Arial"/>
          <w:b/>
          <w:bCs/>
        </w:rPr>
        <w:t xml:space="preserve">erfüllen </w:t>
      </w:r>
      <w:r w:rsidR="00FC4A75" w:rsidRPr="00C733EA">
        <w:rPr>
          <w:rFonts w:ascii="Arial" w:hAnsi="Arial" w:cs="Arial"/>
          <w:b/>
          <w:bCs/>
        </w:rPr>
        <w:t>wie</w:t>
      </w:r>
      <w:r w:rsidR="008D2EAB" w:rsidRPr="00C733EA">
        <w:rPr>
          <w:rFonts w:ascii="Arial" w:hAnsi="Arial" w:cs="Arial"/>
          <w:b/>
          <w:bCs/>
        </w:rPr>
        <w:t xml:space="preserve"> technische Anforderungen an Sicherheit</w:t>
      </w:r>
      <w:r w:rsidR="00FC2983">
        <w:rPr>
          <w:rFonts w:ascii="Arial" w:hAnsi="Arial" w:cs="Arial"/>
          <w:b/>
          <w:bCs/>
        </w:rPr>
        <w:t xml:space="preserve"> und Umweltfreundlichkeit</w:t>
      </w:r>
      <w:r w:rsidR="008D2EAB" w:rsidRPr="00C733EA">
        <w:rPr>
          <w:rFonts w:ascii="Arial" w:hAnsi="Arial" w:cs="Arial"/>
          <w:b/>
          <w:bCs/>
        </w:rPr>
        <w:t xml:space="preserve"> </w:t>
      </w:r>
      <w:r w:rsidR="000E7577">
        <w:rPr>
          <w:rFonts w:ascii="Arial" w:hAnsi="Arial" w:cs="Arial"/>
          <w:b/>
          <w:bCs/>
        </w:rPr>
        <w:t>von Gebäuden</w:t>
      </w:r>
      <w:r w:rsidR="008D2EAB" w:rsidRPr="00C733EA">
        <w:rPr>
          <w:rFonts w:ascii="Arial" w:hAnsi="Arial" w:cs="Arial"/>
          <w:b/>
          <w:bCs/>
        </w:rPr>
        <w:t>.</w:t>
      </w:r>
    </w:p>
    <w:p w14:paraId="6B339372" w14:textId="77777777" w:rsidR="00C733EA" w:rsidRDefault="00C733EA" w:rsidP="002B4E80">
      <w:pPr>
        <w:spacing w:line="276" w:lineRule="auto"/>
        <w:rPr>
          <w:rFonts w:ascii="Arial" w:hAnsi="Arial" w:cs="Arial"/>
          <w:b/>
          <w:bCs/>
        </w:rPr>
      </w:pPr>
    </w:p>
    <w:p w14:paraId="1C946875" w14:textId="75CA412F" w:rsidR="008D2EAB" w:rsidRPr="008D2EAB" w:rsidRDefault="008D2EAB" w:rsidP="002B4E80">
      <w:pPr>
        <w:spacing w:line="276" w:lineRule="auto"/>
        <w:rPr>
          <w:rFonts w:ascii="Arial" w:hAnsi="Arial" w:cs="Arial"/>
          <w:b/>
          <w:bCs/>
        </w:rPr>
      </w:pPr>
      <w:r w:rsidRPr="008D2EAB">
        <w:rPr>
          <w:rFonts w:ascii="Arial" w:hAnsi="Arial" w:cs="Arial"/>
          <w:b/>
          <w:bCs/>
        </w:rPr>
        <w:t>Forster Nachhaltigkeitsstrategie: Stahl als Zukunftswerkstoff</w:t>
      </w:r>
    </w:p>
    <w:p w14:paraId="0EA79E16" w14:textId="1EA27FA3" w:rsidR="00715BAE" w:rsidRPr="00C733EA" w:rsidRDefault="000B3789" w:rsidP="00715BAE">
      <w:pPr>
        <w:spacing w:line="276" w:lineRule="auto"/>
        <w:rPr>
          <w:rFonts w:ascii="Arial" w:hAnsi="Arial" w:cs="Arial"/>
        </w:rPr>
      </w:pPr>
      <w:r w:rsidRPr="00C733EA">
        <w:rPr>
          <w:rFonts w:ascii="Arial" w:hAnsi="Arial" w:cs="Arial"/>
        </w:rPr>
        <w:t>Mit dem</w:t>
      </w:r>
      <w:r w:rsidR="008D2EAB" w:rsidRPr="008D2EAB">
        <w:rPr>
          <w:rFonts w:ascii="Arial" w:hAnsi="Arial" w:cs="Arial"/>
        </w:rPr>
        <w:t xml:space="preserve"> Messeauftritt</w:t>
      </w:r>
      <w:r w:rsidRPr="00C733EA">
        <w:rPr>
          <w:rFonts w:ascii="Arial" w:hAnsi="Arial" w:cs="Arial"/>
        </w:rPr>
        <w:t xml:space="preserve"> zur BAU 2025 stellt</w:t>
      </w:r>
      <w:r w:rsidR="008D2EAB" w:rsidRPr="008D2EAB">
        <w:rPr>
          <w:rFonts w:ascii="Arial" w:hAnsi="Arial" w:cs="Arial"/>
        </w:rPr>
        <w:t xml:space="preserve"> Forster </w:t>
      </w:r>
      <w:r w:rsidRPr="00C733EA">
        <w:rPr>
          <w:rFonts w:ascii="Arial" w:hAnsi="Arial" w:cs="Arial"/>
        </w:rPr>
        <w:t xml:space="preserve">Profilsysteme </w:t>
      </w:r>
      <w:r w:rsidR="008D2EAB" w:rsidRPr="008D2EAB">
        <w:rPr>
          <w:rFonts w:ascii="Arial" w:hAnsi="Arial" w:cs="Arial"/>
        </w:rPr>
        <w:t xml:space="preserve">das Potenzial von </w:t>
      </w:r>
      <w:r w:rsidR="00932412" w:rsidRPr="00C733EA">
        <w:rPr>
          <w:rFonts w:ascii="Arial" w:hAnsi="Arial" w:cs="Arial"/>
        </w:rPr>
        <w:t xml:space="preserve">Architekturlösungen aus </w:t>
      </w:r>
      <w:r w:rsidR="008D2EAB" w:rsidRPr="008D2EAB">
        <w:rPr>
          <w:rFonts w:ascii="Arial" w:hAnsi="Arial" w:cs="Arial"/>
        </w:rPr>
        <w:t xml:space="preserve">Stahl </w:t>
      </w:r>
      <w:r w:rsidR="00C733EA">
        <w:rPr>
          <w:rFonts w:ascii="Arial" w:hAnsi="Arial" w:cs="Arial"/>
        </w:rPr>
        <w:t>für</w:t>
      </w:r>
      <w:r w:rsidR="008D2EAB" w:rsidRPr="008D2EAB">
        <w:rPr>
          <w:rFonts w:ascii="Arial" w:hAnsi="Arial" w:cs="Arial"/>
        </w:rPr>
        <w:t xml:space="preserve"> nachhaltige</w:t>
      </w:r>
      <w:r w:rsidR="00C733EA">
        <w:rPr>
          <w:rFonts w:ascii="Arial" w:hAnsi="Arial" w:cs="Arial"/>
        </w:rPr>
        <w:t>s</w:t>
      </w:r>
      <w:r w:rsidR="008D2EAB" w:rsidRPr="008D2EAB">
        <w:rPr>
          <w:rFonts w:ascii="Arial" w:hAnsi="Arial" w:cs="Arial"/>
        </w:rPr>
        <w:t xml:space="preserve"> Bauen</w:t>
      </w:r>
      <w:r w:rsidRPr="00C733EA">
        <w:rPr>
          <w:rFonts w:ascii="Arial" w:hAnsi="Arial" w:cs="Arial"/>
        </w:rPr>
        <w:t xml:space="preserve"> in den Fokus</w:t>
      </w:r>
      <w:r w:rsidR="003B626E">
        <w:rPr>
          <w:rFonts w:ascii="Arial" w:hAnsi="Arial" w:cs="Arial"/>
        </w:rPr>
        <w:t xml:space="preserve">. </w:t>
      </w:r>
      <w:r w:rsidR="003B626E" w:rsidRPr="003B626E">
        <w:rPr>
          <w:rFonts w:ascii="Arial" w:hAnsi="Arial" w:cs="Arial"/>
        </w:rPr>
        <w:t>Für das eigene Ziel der CO</w:t>
      </w:r>
      <w:r w:rsidR="003B626E" w:rsidRPr="003B626E">
        <w:rPr>
          <w:rFonts w:ascii="Cambria Math" w:hAnsi="Cambria Math" w:cs="Cambria Math"/>
        </w:rPr>
        <w:t>₂</w:t>
      </w:r>
      <w:r w:rsidR="003B626E" w:rsidRPr="003B626E">
        <w:rPr>
          <w:rFonts w:ascii="Arial" w:hAnsi="Arial" w:cs="Arial"/>
        </w:rPr>
        <w:t>-Neutralität bis 2035 hat der Hersteller kürzlich die Weichen gestellt:</w:t>
      </w:r>
      <w:r w:rsidR="003B626E" w:rsidRPr="00C733EA">
        <w:rPr>
          <w:rFonts w:ascii="Arial" w:hAnsi="Arial" w:cs="Arial"/>
        </w:rPr>
        <w:t xml:space="preserve"> </w:t>
      </w:r>
      <w:r w:rsidR="00932412" w:rsidRPr="00C733EA">
        <w:rPr>
          <w:rFonts w:ascii="Arial" w:hAnsi="Arial" w:cs="Arial"/>
        </w:rPr>
        <w:t xml:space="preserve">Der neu eröffnete Forster Campus wurde als erstes Gewerbegebäudeensemble in der Schweiz mit LEED „Gold“ zertifiziert – der </w:t>
      </w:r>
      <w:r w:rsidR="00C733EA">
        <w:rPr>
          <w:rFonts w:ascii="Arial" w:hAnsi="Arial" w:cs="Arial"/>
        </w:rPr>
        <w:t xml:space="preserve">dazugehörige </w:t>
      </w:r>
      <w:r w:rsidR="00932412" w:rsidRPr="00C733EA">
        <w:rPr>
          <w:rFonts w:ascii="Arial" w:hAnsi="Arial" w:cs="Arial"/>
        </w:rPr>
        <w:t>Büroneubau sogar mit LEED „Platin“.</w:t>
      </w:r>
      <w:r w:rsidR="00602691" w:rsidRPr="00C733EA">
        <w:rPr>
          <w:rFonts w:ascii="Arial" w:hAnsi="Arial" w:cs="Arial"/>
        </w:rPr>
        <w:t xml:space="preserve"> Auf dem Messestand </w:t>
      </w:r>
      <w:r w:rsidR="00BB6E6F">
        <w:rPr>
          <w:rFonts w:ascii="Arial" w:hAnsi="Arial" w:cs="Arial"/>
        </w:rPr>
        <w:t>gibt</w:t>
      </w:r>
      <w:r w:rsidR="00602691" w:rsidRPr="00C733EA">
        <w:rPr>
          <w:rFonts w:ascii="Arial" w:hAnsi="Arial" w:cs="Arial"/>
        </w:rPr>
        <w:t xml:space="preserve"> Forster </w:t>
      </w:r>
      <w:r w:rsidR="00715BAE" w:rsidRPr="00C733EA">
        <w:rPr>
          <w:rFonts w:ascii="Arial" w:hAnsi="Arial" w:cs="Arial"/>
        </w:rPr>
        <w:t xml:space="preserve">den Besucherinnen und Besuchern </w:t>
      </w:r>
      <w:r w:rsidR="00602691" w:rsidRPr="00C733EA">
        <w:rPr>
          <w:rFonts w:ascii="Arial" w:hAnsi="Arial" w:cs="Arial"/>
        </w:rPr>
        <w:t>Einblicke in die nächsten geplanten Schritte</w:t>
      </w:r>
      <w:r w:rsidR="00715BAE" w:rsidRPr="00C733EA">
        <w:rPr>
          <w:rFonts w:ascii="Arial" w:hAnsi="Arial" w:cs="Arial"/>
        </w:rPr>
        <w:t>. Dazu zählt insbesondere d</w:t>
      </w:r>
      <w:r w:rsidR="00602691" w:rsidRPr="00C733EA">
        <w:rPr>
          <w:rFonts w:ascii="Arial" w:hAnsi="Arial" w:cs="Arial"/>
        </w:rPr>
        <w:t xml:space="preserve">ie </w:t>
      </w:r>
      <w:r w:rsidR="00A005C0">
        <w:rPr>
          <w:rFonts w:ascii="Arial" w:hAnsi="Arial" w:cs="Arial"/>
        </w:rPr>
        <w:t>geplante</w:t>
      </w:r>
      <w:r w:rsidR="00A005C0" w:rsidRPr="00C733EA">
        <w:rPr>
          <w:rFonts w:ascii="Arial" w:hAnsi="Arial" w:cs="Arial"/>
        </w:rPr>
        <w:t xml:space="preserve"> </w:t>
      </w:r>
      <w:r w:rsidR="00A005C0">
        <w:rPr>
          <w:rFonts w:ascii="Arial" w:hAnsi="Arial" w:cs="Arial"/>
        </w:rPr>
        <w:t xml:space="preserve">Erweiterung des Portfolios </w:t>
      </w:r>
      <w:r w:rsidR="00602691" w:rsidRPr="00C733EA">
        <w:rPr>
          <w:rFonts w:ascii="Arial" w:hAnsi="Arial" w:cs="Arial"/>
        </w:rPr>
        <w:t xml:space="preserve">mit </w:t>
      </w:r>
      <w:proofErr w:type="spellStart"/>
      <w:r w:rsidR="00602691" w:rsidRPr="00C733EA">
        <w:rPr>
          <w:rFonts w:ascii="Arial" w:hAnsi="Arial" w:cs="Arial"/>
        </w:rPr>
        <w:t>low</w:t>
      </w:r>
      <w:proofErr w:type="spellEnd"/>
      <w:r w:rsidR="00602691" w:rsidRPr="00C733EA">
        <w:rPr>
          <w:rFonts w:ascii="Arial" w:hAnsi="Arial" w:cs="Arial"/>
        </w:rPr>
        <w:t xml:space="preserve"> </w:t>
      </w:r>
      <w:proofErr w:type="spellStart"/>
      <w:r w:rsidR="00602691" w:rsidRPr="00C733EA">
        <w:rPr>
          <w:rFonts w:ascii="Arial" w:hAnsi="Arial" w:cs="Arial"/>
        </w:rPr>
        <w:t>carbon</w:t>
      </w:r>
      <w:proofErr w:type="spellEnd"/>
      <w:r w:rsidR="00602691" w:rsidRPr="00C733EA">
        <w:rPr>
          <w:rFonts w:ascii="Arial" w:hAnsi="Arial" w:cs="Arial"/>
        </w:rPr>
        <w:t xml:space="preserve"> </w:t>
      </w:r>
      <w:proofErr w:type="spellStart"/>
      <w:r w:rsidR="00602691" w:rsidRPr="00C733EA">
        <w:rPr>
          <w:rFonts w:ascii="Arial" w:hAnsi="Arial" w:cs="Arial"/>
        </w:rPr>
        <w:t>emissions</w:t>
      </w:r>
      <w:proofErr w:type="spellEnd"/>
      <w:r w:rsidR="00602691" w:rsidRPr="00C733EA">
        <w:rPr>
          <w:rFonts w:ascii="Arial" w:hAnsi="Arial" w:cs="Arial"/>
        </w:rPr>
        <w:t xml:space="preserve"> </w:t>
      </w:r>
      <w:proofErr w:type="spellStart"/>
      <w:r w:rsidR="00602691" w:rsidRPr="00C733EA">
        <w:rPr>
          <w:rFonts w:ascii="Arial" w:hAnsi="Arial" w:cs="Arial"/>
        </w:rPr>
        <w:t>steel</w:t>
      </w:r>
      <w:proofErr w:type="spellEnd"/>
      <w:r w:rsidR="00715BAE" w:rsidRPr="00C733EA">
        <w:rPr>
          <w:rFonts w:ascii="Arial" w:hAnsi="Arial" w:cs="Arial"/>
        </w:rPr>
        <w:t>, die den CO</w:t>
      </w:r>
      <w:r w:rsidR="00715BAE" w:rsidRPr="00C733EA">
        <w:rPr>
          <w:rFonts w:ascii="Arial" w:hAnsi="Arial" w:cs="Arial"/>
          <w:vertAlign w:val="subscript"/>
        </w:rPr>
        <w:t>2</w:t>
      </w:r>
      <w:r w:rsidR="00715BAE" w:rsidRPr="00C733EA">
        <w:rPr>
          <w:rFonts w:ascii="Arial" w:hAnsi="Arial" w:cs="Arial"/>
        </w:rPr>
        <w:t xml:space="preserve">-Fussabdruck </w:t>
      </w:r>
      <w:r w:rsidR="00BB6E6F">
        <w:rPr>
          <w:rFonts w:ascii="Arial" w:hAnsi="Arial" w:cs="Arial"/>
        </w:rPr>
        <w:t xml:space="preserve">der Profilsysteme </w:t>
      </w:r>
      <w:r w:rsidR="00715BAE" w:rsidRPr="00C733EA">
        <w:rPr>
          <w:rFonts w:ascii="Arial" w:hAnsi="Arial" w:cs="Arial"/>
        </w:rPr>
        <w:t xml:space="preserve">um </w:t>
      </w:r>
      <w:r w:rsidR="00C733EA">
        <w:rPr>
          <w:rFonts w:ascii="Arial" w:hAnsi="Arial" w:cs="Arial"/>
        </w:rPr>
        <w:t xml:space="preserve">ein </w:t>
      </w:r>
      <w:r w:rsidR="00715BAE" w:rsidRPr="00C733EA">
        <w:rPr>
          <w:rFonts w:ascii="Arial" w:hAnsi="Arial" w:cs="Arial"/>
        </w:rPr>
        <w:t>weiteres reduzier</w:t>
      </w:r>
      <w:r w:rsidR="00BD367A">
        <w:rPr>
          <w:rFonts w:ascii="Arial" w:hAnsi="Arial" w:cs="Arial"/>
        </w:rPr>
        <w:t>t</w:t>
      </w:r>
      <w:r w:rsidR="00715BAE" w:rsidRPr="00C733EA">
        <w:rPr>
          <w:rFonts w:ascii="Arial" w:hAnsi="Arial" w:cs="Arial"/>
        </w:rPr>
        <w:t>.</w:t>
      </w:r>
      <w:r w:rsidR="00B93787" w:rsidRPr="00C733EA">
        <w:rPr>
          <w:rFonts w:ascii="Arial" w:hAnsi="Arial" w:cs="Arial"/>
        </w:rPr>
        <w:t xml:space="preserve"> </w:t>
      </w:r>
      <w:r w:rsidR="00715BAE" w:rsidRPr="00C733EA">
        <w:rPr>
          <w:rFonts w:ascii="Arial" w:hAnsi="Arial" w:cs="Arial"/>
        </w:rPr>
        <w:t xml:space="preserve">Zudem stellt Forster hilfreiche Tools für die Praxis </w:t>
      </w:r>
      <w:r w:rsidR="00B93787" w:rsidRPr="00C733EA">
        <w:rPr>
          <w:rFonts w:ascii="Arial" w:hAnsi="Arial" w:cs="Arial"/>
        </w:rPr>
        <w:t xml:space="preserve">vor, wie etwa </w:t>
      </w:r>
      <w:r w:rsidR="00715BAE" w:rsidRPr="008D2EAB">
        <w:rPr>
          <w:rFonts w:ascii="Arial" w:hAnsi="Arial" w:cs="Arial"/>
        </w:rPr>
        <w:t xml:space="preserve">System-EPDs </w:t>
      </w:r>
      <w:r w:rsidR="00715BAE" w:rsidRPr="00C733EA">
        <w:rPr>
          <w:rFonts w:ascii="Arial" w:hAnsi="Arial" w:cs="Arial"/>
        </w:rPr>
        <w:t>für das gesamte Produktportfolio</w:t>
      </w:r>
      <w:r w:rsidR="00B93787" w:rsidRPr="00C733EA">
        <w:rPr>
          <w:rFonts w:ascii="Arial" w:hAnsi="Arial" w:cs="Arial"/>
        </w:rPr>
        <w:t xml:space="preserve">, die Planenden </w:t>
      </w:r>
      <w:r w:rsidR="00715BAE" w:rsidRPr="008D2EAB">
        <w:rPr>
          <w:rFonts w:ascii="Arial" w:hAnsi="Arial" w:cs="Arial"/>
        </w:rPr>
        <w:t xml:space="preserve">genaue Umweltdaten für Gebäudezertifizierungen nach Standards wie LEED, BREEAM und Minergie Plus </w:t>
      </w:r>
      <w:r w:rsidR="00B93787" w:rsidRPr="00C733EA">
        <w:rPr>
          <w:rFonts w:ascii="Arial" w:hAnsi="Arial" w:cs="Arial"/>
        </w:rPr>
        <w:t>zur Hand geben</w:t>
      </w:r>
      <w:r w:rsidR="00715BAE" w:rsidRPr="008D2EAB">
        <w:rPr>
          <w:rFonts w:ascii="Arial" w:hAnsi="Arial" w:cs="Arial"/>
        </w:rPr>
        <w:t xml:space="preserve">. </w:t>
      </w:r>
      <w:r w:rsidR="00715BAE" w:rsidRPr="00C733EA">
        <w:rPr>
          <w:rFonts w:ascii="Arial" w:hAnsi="Arial" w:cs="Arial"/>
        </w:rPr>
        <w:t>Nicht zuletzt erwartet die Besuchenden eine Reihe neuer Systemerweiterungen</w:t>
      </w:r>
      <w:r w:rsidRPr="00C733EA">
        <w:rPr>
          <w:rFonts w:ascii="Arial" w:hAnsi="Arial" w:cs="Arial"/>
        </w:rPr>
        <w:t xml:space="preserve"> für die Anwendung in der Gebäudehülle und im Innenraum</w:t>
      </w:r>
      <w:r w:rsidR="00715BAE" w:rsidRPr="00C733EA">
        <w:rPr>
          <w:rFonts w:ascii="Arial" w:hAnsi="Arial" w:cs="Arial"/>
        </w:rPr>
        <w:t>, darunter filigrane Faltwände</w:t>
      </w:r>
      <w:r w:rsidR="005835F4">
        <w:rPr>
          <w:rFonts w:ascii="Arial" w:hAnsi="Arial" w:cs="Arial"/>
        </w:rPr>
        <w:t xml:space="preserve"> und Schiebetüren</w:t>
      </w:r>
      <w:r w:rsidR="00715BAE" w:rsidRPr="00C733EA">
        <w:rPr>
          <w:rFonts w:ascii="Arial" w:hAnsi="Arial" w:cs="Arial"/>
        </w:rPr>
        <w:t>, Brandschutztüren sowie</w:t>
      </w:r>
      <w:r w:rsidR="00C733EA">
        <w:rPr>
          <w:rFonts w:ascii="Arial" w:hAnsi="Arial" w:cs="Arial"/>
        </w:rPr>
        <w:t xml:space="preserve"> einbruch</w:t>
      </w:r>
      <w:r w:rsidR="00A005C0">
        <w:rPr>
          <w:rFonts w:ascii="Arial" w:hAnsi="Arial" w:cs="Arial"/>
        </w:rPr>
        <w:t>shemmende</w:t>
      </w:r>
      <w:r w:rsidR="00C733EA">
        <w:rPr>
          <w:rFonts w:ascii="Arial" w:hAnsi="Arial" w:cs="Arial"/>
        </w:rPr>
        <w:t xml:space="preserve"> Fassadenlösungen und</w:t>
      </w:r>
      <w:r w:rsidR="00715BAE" w:rsidRPr="00C733EA">
        <w:rPr>
          <w:rFonts w:ascii="Arial" w:hAnsi="Arial" w:cs="Arial"/>
        </w:rPr>
        <w:t xml:space="preserve"> </w:t>
      </w:r>
      <w:r w:rsidR="00790623">
        <w:rPr>
          <w:rFonts w:ascii="Arial" w:hAnsi="Arial" w:cs="Arial"/>
        </w:rPr>
        <w:t>Schwerlast-</w:t>
      </w:r>
      <w:r w:rsidR="00715BAE" w:rsidRPr="00C733EA">
        <w:rPr>
          <w:rFonts w:ascii="Arial" w:hAnsi="Arial" w:cs="Arial"/>
        </w:rPr>
        <w:t>Fenster</w:t>
      </w:r>
      <w:r w:rsidR="00C733EA">
        <w:rPr>
          <w:rFonts w:ascii="Arial" w:hAnsi="Arial" w:cs="Arial"/>
        </w:rPr>
        <w:t>.</w:t>
      </w:r>
    </w:p>
    <w:p w14:paraId="3FE17225" w14:textId="77777777" w:rsidR="000B3789" w:rsidRPr="00C733EA" w:rsidRDefault="000B3789" w:rsidP="008D2EAB">
      <w:pPr>
        <w:spacing w:line="276" w:lineRule="auto"/>
        <w:rPr>
          <w:rFonts w:ascii="Arial" w:hAnsi="Arial" w:cs="Arial"/>
        </w:rPr>
      </w:pPr>
    </w:p>
    <w:p w14:paraId="47B75BED" w14:textId="082F14C1" w:rsidR="000B3789" w:rsidRPr="008D2EAB" w:rsidRDefault="005E2E68" w:rsidP="000B3789">
      <w:pPr>
        <w:spacing w:line="276" w:lineRule="auto"/>
        <w:rPr>
          <w:rFonts w:ascii="Arial" w:hAnsi="Arial" w:cs="Arial"/>
        </w:rPr>
      </w:pPr>
      <w:r w:rsidRPr="00C733EA">
        <w:rPr>
          <w:rFonts w:ascii="Arial" w:hAnsi="Arial" w:cs="Arial"/>
          <w:b/>
          <w:bCs/>
        </w:rPr>
        <w:t>F</w:t>
      </w:r>
      <w:r w:rsidR="000B3789" w:rsidRPr="008D2EAB">
        <w:rPr>
          <w:rFonts w:ascii="Arial" w:hAnsi="Arial" w:cs="Arial"/>
          <w:b/>
          <w:bCs/>
        </w:rPr>
        <w:t>iligrane</w:t>
      </w:r>
      <w:r w:rsidRPr="00C733EA">
        <w:rPr>
          <w:rFonts w:ascii="Arial" w:hAnsi="Arial" w:cs="Arial"/>
          <w:b/>
          <w:bCs/>
        </w:rPr>
        <w:t xml:space="preserve"> Faltwände, Schiebe</w:t>
      </w:r>
      <w:r w:rsidR="00116DB6" w:rsidRPr="00C733EA">
        <w:rPr>
          <w:rFonts w:ascii="Arial" w:hAnsi="Arial" w:cs="Arial"/>
          <w:b/>
          <w:bCs/>
        </w:rPr>
        <w:t>- und</w:t>
      </w:r>
      <w:r w:rsidRPr="00C733EA">
        <w:rPr>
          <w:rFonts w:ascii="Arial" w:hAnsi="Arial" w:cs="Arial"/>
          <w:b/>
          <w:bCs/>
        </w:rPr>
        <w:t xml:space="preserve"> Brandschutztüren mit</w:t>
      </w:r>
      <w:r w:rsidR="000B3789" w:rsidRPr="00C733EA">
        <w:rPr>
          <w:rFonts w:ascii="Arial" w:hAnsi="Arial" w:cs="Arial"/>
          <w:b/>
          <w:bCs/>
        </w:rPr>
        <w:t xml:space="preserve"> </w:t>
      </w:r>
      <w:proofErr w:type="spellStart"/>
      <w:r w:rsidR="000B3789" w:rsidRPr="008D2EAB">
        <w:rPr>
          <w:rFonts w:ascii="Arial" w:hAnsi="Arial" w:cs="Arial"/>
          <w:b/>
          <w:bCs/>
        </w:rPr>
        <w:t>forster</w:t>
      </w:r>
      <w:proofErr w:type="spellEnd"/>
      <w:r w:rsidR="000B3789" w:rsidRPr="008D2EAB">
        <w:rPr>
          <w:rFonts w:ascii="Arial" w:hAnsi="Arial" w:cs="Arial"/>
          <w:b/>
          <w:bCs/>
        </w:rPr>
        <w:t xml:space="preserve"> </w:t>
      </w:r>
      <w:proofErr w:type="spellStart"/>
      <w:r w:rsidR="000B3789" w:rsidRPr="008D2EAB">
        <w:rPr>
          <w:rFonts w:ascii="Arial" w:hAnsi="Arial" w:cs="Arial"/>
          <w:b/>
          <w:bCs/>
        </w:rPr>
        <w:t>unico</w:t>
      </w:r>
      <w:proofErr w:type="spellEnd"/>
      <w:r w:rsidR="000B3789" w:rsidRPr="008D2EAB">
        <w:rPr>
          <w:rFonts w:ascii="Arial" w:hAnsi="Arial" w:cs="Arial"/>
          <w:b/>
          <w:bCs/>
        </w:rPr>
        <w:t xml:space="preserve"> </w:t>
      </w:r>
      <w:proofErr w:type="spellStart"/>
      <w:r w:rsidR="000B3789" w:rsidRPr="008D2EAB">
        <w:rPr>
          <w:rFonts w:ascii="Arial" w:hAnsi="Arial" w:cs="Arial"/>
          <w:b/>
          <w:bCs/>
        </w:rPr>
        <w:t>xs</w:t>
      </w:r>
      <w:proofErr w:type="spellEnd"/>
      <w:r w:rsidR="000B3789" w:rsidRPr="008D2EAB">
        <w:rPr>
          <w:rFonts w:ascii="Arial" w:hAnsi="Arial" w:cs="Arial"/>
          <w:b/>
          <w:bCs/>
        </w:rPr>
        <w:t xml:space="preserve"> und </w:t>
      </w:r>
      <w:proofErr w:type="spellStart"/>
      <w:r w:rsidR="000B3789" w:rsidRPr="008D2EAB">
        <w:rPr>
          <w:rFonts w:ascii="Arial" w:hAnsi="Arial" w:cs="Arial"/>
          <w:b/>
          <w:bCs/>
        </w:rPr>
        <w:t>forster</w:t>
      </w:r>
      <w:proofErr w:type="spellEnd"/>
      <w:r w:rsidR="000B3789" w:rsidRPr="008D2EAB">
        <w:rPr>
          <w:rFonts w:ascii="Arial" w:hAnsi="Arial" w:cs="Arial"/>
          <w:b/>
          <w:bCs/>
        </w:rPr>
        <w:t xml:space="preserve"> presto </w:t>
      </w:r>
      <w:proofErr w:type="spellStart"/>
      <w:r w:rsidR="000B3789" w:rsidRPr="008D2EAB">
        <w:rPr>
          <w:rFonts w:ascii="Arial" w:hAnsi="Arial" w:cs="Arial"/>
          <w:b/>
          <w:bCs/>
        </w:rPr>
        <w:t>xs</w:t>
      </w:r>
      <w:proofErr w:type="spellEnd"/>
      <w:r w:rsidR="000B3789" w:rsidRPr="008D2EAB">
        <w:rPr>
          <w:rFonts w:ascii="Arial" w:hAnsi="Arial" w:cs="Arial"/>
        </w:rPr>
        <w:br/>
        <w:t xml:space="preserve">Die </w:t>
      </w:r>
      <w:r w:rsidR="00A005C0">
        <w:rPr>
          <w:rFonts w:ascii="Arial" w:hAnsi="Arial" w:cs="Arial"/>
        </w:rPr>
        <w:t>Profils</w:t>
      </w:r>
      <w:r w:rsidR="000B3789" w:rsidRPr="008D2EAB">
        <w:rPr>
          <w:rFonts w:ascii="Arial" w:hAnsi="Arial" w:cs="Arial"/>
        </w:rPr>
        <w:t xml:space="preserve">ysteme </w:t>
      </w:r>
      <w:proofErr w:type="spellStart"/>
      <w:r w:rsidR="000B3789" w:rsidRPr="008D2EAB">
        <w:rPr>
          <w:rFonts w:ascii="Arial" w:hAnsi="Arial" w:cs="Arial"/>
        </w:rPr>
        <w:t>forster</w:t>
      </w:r>
      <w:proofErr w:type="spellEnd"/>
      <w:r w:rsidR="000B3789" w:rsidRPr="008D2EAB">
        <w:rPr>
          <w:rFonts w:ascii="Arial" w:hAnsi="Arial" w:cs="Arial"/>
        </w:rPr>
        <w:t xml:space="preserve"> </w:t>
      </w:r>
      <w:proofErr w:type="spellStart"/>
      <w:r w:rsidR="000B3789" w:rsidRPr="008D2EAB">
        <w:rPr>
          <w:rFonts w:ascii="Arial" w:hAnsi="Arial" w:cs="Arial"/>
        </w:rPr>
        <w:t>unico</w:t>
      </w:r>
      <w:proofErr w:type="spellEnd"/>
      <w:r w:rsidR="000B3789" w:rsidRPr="008D2EAB">
        <w:rPr>
          <w:rFonts w:ascii="Arial" w:hAnsi="Arial" w:cs="Arial"/>
        </w:rPr>
        <w:t xml:space="preserve"> </w:t>
      </w:r>
      <w:proofErr w:type="spellStart"/>
      <w:r w:rsidR="000B3789" w:rsidRPr="008D2EAB">
        <w:rPr>
          <w:rFonts w:ascii="Arial" w:hAnsi="Arial" w:cs="Arial"/>
        </w:rPr>
        <w:t>xs</w:t>
      </w:r>
      <w:proofErr w:type="spellEnd"/>
      <w:r w:rsidR="000B3789" w:rsidRPr="008D2EAB">
        <w:rPr>
          <w:rFonts w:ascii="Arial" w:hAnsi="Arial" w:cs="Arial"/>
        </w:rPr>
        <w:t xml:space="preserve"> </w:t>
      </w:r>
      <w:r w:rsidR="007842D2">
        <w:rPr>
          <w:rFonts w:ascii="Arial" w:hAnsi="Arial" w:cs="Arial"/>
        </w:rPr>
        <w:t xml:space="preserve">für die Aussenanwendung </w:t>
      </w:r>
      <w:r w:rsidR="000B3789" w:rsidRPr="008D2EAB">
        <w:rPr>
          <w:rFonts w:ascii="Arial" w:hAnsi="Arial" w:cs="Arial"/>
        </w:rPr>
        <w:t xml:space="preserve">und </w:t>
      </w:r>
      <w:proofErr w:type="spellStart"/>
      <w:r w:rsidR="000B3789" w:rsidRPr="008D2EAB">
        <w:rPr>
          <w:rFonts w:ascii="Arial" w:hAnsi="Arial" w:cs="Arial"/>
        </w:rPr>
        <w:t>forster</w:t>
      </w:r>
      <w:proofErr w:type="spellEnd"/>
      <w:r w:rsidR="000B3789" w:rsidRPr="008D2EAB">
        <w:rPr>
          <w:rFonts w:ascii="Arial" w:hAnsi="Arial" w:cs="Arial"/>
        </w:rPr>
        <w:t xml:space="preserve"> presto </w:t>
      </w:r>
      <w:proofErr w:type="spellStart"/>
      <w:r w:rsidR="000B3789" w:rsidRPr="008D2EAB">
        <w:rPr>
          <w:rFonts w:ascii="Arial" w:hAnsi="Arial" w:cs="Arial"/>
        </w:rPr>
        <w:t>xs</w:t>
      </w:r>
      <w:proofErr w:type="spellEnd"/>
      <w:r w:rsidR="000B3789" w:rsidRPr="008D2EAB">
        <w:rPr>
          <w:rFonts w:ascii="Arial" w:hAnsi="Arial" w:cs="Arial"/>
        </w:rPr>
        <w:t xml:space="preserve"> </w:t>
      </w:r>
      <w:r w:rsidR="007842D2">
        <w:rPr>
          <w:rFonts w:ascii="Arial" w:hAnsi="Arial" w:cs="Arial"/>
        </w:rPr>
        <w:t xml:space="preserve">für den Innenausbau </w:t>
      </w:r>
      <w:r w:rsidR="000B3789" w:rsidRPr="008D2EAB">
        <w:rPr>
          <w:rFonts w:ascii="Arial" w:hAnsi="Arial" w:cs="Arial"/>
        </w:rPr>
        <w:t>zeichnen sich durch besonders schmale Ansichtsbreiten und eine robuste Stahlkonstruktion aus</w:t>
      </w:r>
      <w:r w:rsidR="007842D2">
        <w:rPr>
          <w:rFonts w:ascii="Arial" w:hAnsi="Arial" w:cs="Arial"/>
        </w:rPr>
        <w:t xml:space="preserve">. Als neue Varianten </w:t>
      </w:r>
      <w:r w:rsidR="001466D4">
        <w:rPr>
          <w:rFonts w:ascii="Arial" w:hAnsi="Arial" w:cs="Arial"/>
        </w:rPr>
        <w:t xml:space="preserve">des Systems </w:t>
      </w:r>
      <w:proofErr w:type="spellStart"/>
      <w:r w:rsidR="001466D4">
        <w:rPr>
          <w:rFonts w:ascii="Arial" w:hAnsi="Arial" w:cs="Arial"/>
        </w:rPr>
        <w:t>forster</w:t>
      </w:r>
      <w:proofErr w:type="spellEnd"/>
      <w:r w:rsidR="001466D4">
        <w:rPr>
          <w:rFonts w:ascii="Arial" w:hAnsi="Arial" w:cs="Arial"/>
        </w:rPr>
        <w:t xml:space="preserve"> </w:t>
      </w:r>
      <w:proofErr w:type="spellStart"/>
      <w:r w:rsidR="001466D4">
        <w:rPr>
          <w:rFonts w:ascii="Arial" w:hAnsi="Arial" w:cs="Arial"/>
        </w:rPr>
        <w:t>unico</w:t>
      </w:r>
      <w:proofErr w:type="spellEnd"/>
      <w:r w:rsidR="001466D4">
        <w:rPr>
          <w:rFonts w:ascii="Arial" w:hAnsi="Arial" w:cs="Arial"/>
        </w:rPr>
        <w:t xml:space="preserve"> </w:t>
      </w:r>
      <w:proofErr w:type="spellStart"/>
      <w:r w:rsidR="001466D4">
        <w:rPr>
          <w:rFonts w:ascii="Arial" w:hAnsi="Arial" w:cs="Arial"/>
        </w:rPr>
        <w:t>xs</w:t>
      </w:r>
      <w:proofErr w:type="spellEnd"/>
      <w:r w:rsidR="007842D2">
        <w:rPr>
          <w:rFonts w:ascii="Arial" w:hAnsi="Arial" w:cs="Arial"/>
        </w:rPr>
        <w:t xml:space="preserve"> stellt Forster auf der </w:t>
      </w:r>
      <w:r w:rsidR="001466D4">
        <w:rPr>
          <w:rFonts w:ascii="Arial" w:hAnsi="Arial" w:cs="Arial"/>
        </w:rPr>
        <w:t>BAU</w:t>
      </w:r>
      <w:r w:rsidR="007842D2">
        <w:rPr>
          <w:rFonts w:ascii="Arial" w:hAnsi="Arial" w:cs="Arial"/>
        </w:rPr>
        <w:t xml:space="preserve"> </w:t>
      </w:r>
      <w:r w:rsidR="000B3789" w:rsidRPr="008D2EAB">
        <w:rPr>
          <w:rFonts w:ascii="Arial" w:hAnsi="Arial" w:cs="Arial"/>
        </w:rPr>
        <w:t xml:space="preserve">eine faltbare Trennwand und eine Türlösung für flexible Raumkonzepte </w:t>
      </w:r>
      <w:r w:rsidR="007842D2">
        <w:rPr>
          <w:rFonts w:ascii="Arial" w:hAnsi="Arial" w:cs="Arial"/>
        </w:rPr>
        <w:t>vor</w:t>
      </w:r>
      <w:r w:rsidR="000B3789" w:rsidRPr="008D2EAB">
        <w:rPr>
          <w:rFonts w:ascii="Arial" w:hAnsi="Arial" w:cs="Arial"/>
        </w:rPr>
        <w:t xml:space="preserve">, die Wärmedämmung und Einbruchsicherheit vereinen. </w:t>
      </w:r>
      <w:r w:rsidR="001466D4">
        <w:rPr>
          <w:rFonts w:ascii="Arial" w:hAnsi="Arial" w:cs="Arial"/>
        </w:rPr>
        <w:t>Im System</w:t>
      </w:r>
      <w:r w:rsidR="000B3789" w:rsidRPr="008D2EAB">
        <w:rPr>
          <w:rFonts w:ascii="Arial" w:hAnsi="Arial" w:cs="Arial"/>
        </w:rPr>
        <w:t xml:space="preserve"> </w:t>
      </w:r>
      <w:proofErr w:type="spellStart"/>
      <w:r w:rsidR="000B3789" w:rsidRPr="008D2EAB">
        <w:rPr>
          <w:rFonts w:ascii="Arial" w:hAnsi="Arial" w:cs="Arial"/>
        </w:rPr>
        <w:t>forster</w:t>
      </w:r>
      <w:proofErr w:type="spellEnd"/>
      <w:r w:rsidR="000B3789" w:rsidRPr="008D2EAB">
        <w:rPr>
          <w:rFonts w:ascii="Arial" w:hAnsi="Arial" w:cs="Arial"/>
        </w:rPr>
        <w:t xml:space="preserve"> presto </w:t>
      </w:r>
      <w:proofErr w:type="spellStart"/>
      <w:r w:rsidR="000B3789" w:rsidRPr="008D2EAB">
        <w:rPr>
          <w:rFonts w:ascii="Arial" w:hAnsi="Arial" w:cs="Arial"/>
        </w:rPr>
        <w:t>xs</w:t>
      </w:r>
      <w:proofErr w:type="spellEnd"/>
      <w:r w:rsidR="000B3789" w:rsidRPr="008D2EAB">
        <w:rPr>
          <w:rFonts w:ascii="Arial" w:hAnsi="Arial" w:cs="Arial"/>
        </w:rPr>
        <w:t xml:space="preserve"> ergänzen eine platzsparende </w:t>
      </w:r>
      <w:r w:rsidR="00C733EA">
        <w:rPr>
          <w:rFonts w:ascii="Arial" w:hAnsi="Arial" w:cs="Arial"/>
        </w:rPr>
        <w:t>Innenraum-</w:t>
      </w:r>
      <w:r w:rsidR="000B3789" w:rsidRPr="008D2EAB">
        <w:rPr>
          <w:rFonts w:ascii="Arial" w:hAnsi="Arial" w:cs="Arial"/>
        </w:rPr>
        <w:t xml:space="preserve">Schiebetür und eine Brandschutztür das Portfolio. Damit bieten </w:t>
      </w:r>
      <w:r w:rsidR="0094443C">
        <w:rPr>
          <w:rFonts w:ascii="Arial" w:hAnsi="Arial" w:cs="Arial"/>
        </w:rPr>
        <w:t>beide</w:t>
      </w:r>
      <w:r w:rsidR="000B3789" w:rsidRPr="008D2EAB">
        <w:rPr>
          <w:rFonts w:ascii="Arial" w:hAnsi="Arial" w:cs="Arial"/>
        </w:rPr>
        <w:t xml:space="preserve"> Systeme umfassende Möglichkeiten für offene, lichtdurchflutete Raumgestaltungen und integrieren gleichzeitig Sicherheitsfunktionen, die sich sowohl für Neubauten als auch für die Sanierung </w:t>
      </w:r>
      <w:r w:rsidR="00BA53E3">
        <w:rPr>
          <w:rFonts w:ascii="Arial" w:hAnsi="Arial" w:cs="Arial"/>
        </w:rPr>
        <w:t>denkmalgeschützter Bestandsgebäude</w:t>
      </w:r>
      <w:r w:rsidR="000B3789" w:rsidRPr="008D2EAB">
        <w:rPr>
          <w:rFonts w:ascii="Arial" w:hAnsi="Arial" w:cs="Arial"/>
        </w:rPr>
        <w:t xml:space="preserve"> eignen.</w:t>
      </w:r>
    </w:p>
    <w:p w14:paraId="54D698F9" w14:textId="77777777" w:rsidR="000B3789" w:rsidRPr="00C733EA" w:rsidRDefault="000B3789" w:rsidP="008D2EAB">
      <w:pPr>
        <w:spacing w:line="276" w:lineRule="auto"/>
        <w:rPr>
          <w:rFonts w:ascii="Arial" w:hAnsi="Arial" w:cs="Arial"/>
        </w:rPr>
      </w:pPr>
    </w:p>
    <w:p w14:paraId="1C2DDF43" w14:textId="0041EB03" w:rsidR="000B3789" w:rsidRPr="00C733EA" w:rsidRDefault="00E206EF" w:rsidP="000B3789">
      <w:pPr>
        <w:spacing w:line="276" w:lineRule="auto"/>
        <w:rPr>
          <w:rFonts w:ascii="Arial" w:hAnsi="Arial" w:cs="Arial"/>
          <w:b/>
          <w:bCs/>
        </w:rPr>
      </w:pPr>
      <w:r>
        <w:rPr>
          <w:rFonts w:ascii="Arial" w:hAnsi="Arial" w:cs="Arial"/>
          <w:b/>
          <w:bCs/>
        </w:rPr>
        <w:t>Sicherheit</w:t>
      </w:r>
      <w:r w:rsidR="000B3789" w:rsidRPr="00C733EA">
        <w:rPr>
          <w:rFonts w:ascii="Arial" w:hAnsi="Arial" w:cs="Arial"/>
          <w:b/>
          <w:bCs/>
        </w:rPr>
        <w:t xml:space="preserve"> </w:t>
      </w:r>
      <w:r>
        <w:rPr>
          <w:rFonts w:ascii="Arial" w:hAnsi="Arial" w:cs="Arial"/>
          <w:b/>
          <w:bCs/>
        </w:rPr>
        <w:t>und</w:t>
      </w:r>
      <w:r w:rsidR="00EC57B4">
        <w:rPr>
          <w:rFonts w:ascii="Arial" w:hAnsi="Arial" w:cs="Arial"/>
          <w:b/>
          <w:bCs/>
        </w:rPr>
        <w:t xml:space="preserve"> Transparenz</w:t>
      </w:r>
      <w:r>
        <w:rPr>
          <w:rFonts w:ascii="Arial" w:hAnsi="Arial" w:cs="Arial"/>
          <w:b/>
          <w:bCs/>
        </w:rPr>
        <w:t xml:space="preserve"> im Einklang</w:t>
      </w:r>
      <w:r w:rsidR="000B3789" w:rsidRPr="00C733EA">
        <w:rPr>
          <w:rFonts w:ascii="Arial" w:hAnsi="Arial" w:cs="Arial"/>
          <w:b/>
          <w:bCs/>
        </w:rPr>
        <w:t xml:space="preserve">: </w:t>
      </w:r>
      <w:proofErr w:type="spellStart"/>
      <w:r w:rsidR="000B3789" w:rsidRPr="008D2EAB">
        <w:rPr>
          <w:rFonts w:ascii="Arial" w:hAnsi="Arial" w:cs="Arial"/>
          <w:b/>
          <w:bCs/>
        </w:rPr>
        <w:t>forster</w:t>
      </w:r>
      <w:proofErr w:type="spellEnd"/>
      <w:r w:rsidR="000B3789" w:rsidRPr="008D2EAB">
        <w:rPr>
          <w:rFonts w:ascii="Arial" w:hAnsi="Arial" w:cs="Arial"/>
          <w:b/>
          <w:bCs/>
        </w:rPr>
        <w:t xml:space="preserve"> </w:t>
      </w:r>
      <w:proofErr w:type="spellStart"/>
      <w:r w:rsidR="000B3789" w:rsidRPr="008D2EAB">
        <w:rPr>
          <w:rFonts w:ascii="Arial" w:hAnsi="Arial" w:cs="Arial"/>
          <w:b/>
          <w:bCs/>
        </w:rPr>
        <w:t>thermfix</w:t>
      </w:r>
      <w:proofErr w:type="spellEnd"/>
      <w:r w:rsidR="000B3789" w:rsidRPr="008D2EAB">
        <w:rPr>
          <w:rFonts w:ascii="Arial" w:hAnsi="Arial" w:cs="Arial"/>
          <w:b/>
          <w:bCs/>
        </w:rPr>
        <w:t xml:space="preserve"> </w:t>
      </w:r>
      <w:proofErr w:type="spellStart"/>
      <w:r w:rsidR="000B3789" w:rsidRPr="008D2EAB">
        <w:rPr>
          <w:rFonts w:ascii="Arial" w:hAnsi="Arial" w:cs="Arial"/>
          <w:b/>
          <w:bCs/>
        </w:rPr>
        <w:t>vario</w:t>
      </w:r>
      <w:proofErr w:type="spellEnd"/>
      <w:r w:rsidR="000B3789" w:rsidRPr="008D2EAB">
        <w:rPr>
          <w:rFonts w:ascii="Arial" w:hAnsi="Arial" w:cs="Arial"/>
          <w:b/>
          <w:bCs/>
        </w:rPr>
        <w:t xml:space="preserve"> </w:t>
      </w:r>
    </w:p>
    <w:p w14:paraId="1BE32CE8" w14:textId="2349335E" w:rsidR="000B3789" w:rsidRPr="008D2EAB" w:rsidRDefault="000B3789" w:rsidP="000B3789">
      <w:pPr>
        <w:spacing w:line="276" w:lineRule="auto"/>
        <w:rPr>
          <w:rFonts w:ascii="Arial" w:hAnsi="Arial" w:cs="Arial"/>
        </w:rPr>
      </w:pPr>
      <w:r w:rsidRPr="008D2EAB">
        <w:rPr>
          <w:rFonts w:ascii="Arial" w:hAnsi="Arial" w:cs="Arial"/>
        </w:rPr>
        <w:t xml:space="preserve">Das </w:t>
      </w:r>
      <w:r w:rsidR="00A005C0">
        <w:rPr>
          <w:rFonts w:ascii="Arial" w:hAnsi="Arial" w:cs="Arial"/>
        </w:rPr>
        <w:t xml:space="preserve">System </w:t>
      </w:r>
      <w:proofErr w:type="spellStart"/>
      <w:r w:rsidRPr="008D2EAB">
        <w:rPr>
          <w:rFonts w:ascii="Arial" w:hAnsi="Arial" w:cs="Arial"/>
        </w:rPr>
        <w:t>forster</w:t>
      </w:r>
      <w:proofErr w:type="spellEnd"/>
      <w:r w:rsidRPr="008D2EAB">
        <w:rPr>
          <w:rFonts w:ascii="Arial" w:hAnsi="Arial" w:cs="Arial"/>
        </w:rPr>
        <w:t xml:space="preserve"> </w:t>
      </w:r>
      <w:proofErr w:type="spellStart"/>
      <w:r w:rsidRPr="008D2EAB">
        <w:rPr>
          <w:rFonts w:ascii="Arial" w:hAnsi="Arial" w:cs="Arial"/>
        </w:rPr>
        <w:t>thermfix</w:t>
      </w:r>
      <w:proofErr w:type="spellEnd"/>
      <w:r w:rsidRPr="008D2EAB">
        <w:rPr>
          <w:rFonts w:ascii="Arial" w:hAnsi="Arial" w:cs="Arial"/>
        </w:rPr>
        <w:t xml:space="preserve"> </w:t>
      </w:r>
      <w:proofErr w:type="spellStart"/>
      <w:r w:rsidRPr="008D2EAB">
        <w:rPr>
          <w:rFonts w:ascii="Arial" w:hAnsi="Arial" w:cs="Arial"/>
        </w:rPr>
        <w:t>vario</w:t>
      </w:r>
      <w:proofErr w:type="spellEnd"/>
      <w:r w:rsidRPr="008D2EAB">
        <w:rPr>
          <w:rFonts w:ascii="Arial" w:hAnsi="Arial" w:cs="Arial"/>
        </w:rPr>
        <w:t xml:space="preserve"> </w:t>
      </w:r>
      <w:r w:rsidR="007842D2">
        <w:rPr>
          <w:rFonts w:ascii="Arial" w:hAnsi="Arial" w:cs="Arial"/>
        </w:rPr>
        <w:t>profiliert sich in der Aussenanwendung</w:t>
      </w:r>
      <w:r w:rsidRPr="008D2EAB">
        <w:rPr>
          <w:rFonts w:ascii="Arial" w:hAnsi="Arial" w:cs="Arial"/>
        </w:rPr>
        <w:t xml:space="preserve"> als </w:t>
      </w:r>
      <w:r w:rsidR="00EC57B4">
        <w:rPr>
          <w:rFonts w:ascii="Arial" w:hAnsi="Arial" w:cs="Arial"/>
        </w:rPr>
        <w:t xml:space="preserve">wärmegedämmtes Fassadensystem aus Stahl. </w:t>
      </w:r>
      <w:r w:rsidR="0094443C">
        <w:rPr>
          <w:rFonts w:ascii="Arial" w:hAnsi="Arial" w:cs="Arial"/>
        </w:rPr>
        <w:t xml:space="preserve">Die statischen Eigenschaften </w:t>
      </w:r>
      <w:r w:rsidR="00EC57B4">
        <w:rPr>
          <w:rFonts w:ascii="Arial" w:hAnsi="Arial" w:cs="Arial"/>
        </w:rPr>
        <w:t xml:space="preserve">der </w:t>
      </w:r>
      <w:r w:rsidR="00EC57B4" w:rsidRPr="008D2EAB">
        <w:rPr>
          <w:rFonts w:ascii="Arial" w:hAnsi="Arial" w:cs="Arial"/>
        </w:rPr>
        <w:t>thermisch getrennte</w:t>
      </w:r>
      <w:r w:rsidR="00EC57B4">
        <w:rPr>
          <w:rFonts w:ascii="Arial" w:hAnsi="Arial" w:cs="Arial"/>
        </w:rPr>
        <w:t>n</w:t>
      </w:r>
      <w:r w:rsidR="00EC57B4" w:rsidRPr="008D2EAB">
        <w:rPr>
          <w:rFonts w:ascii="Arial" w:hAnsi="Arial" w:cs="Arial"/>
        </w:rPr>
        <w:t xml:space="preserve"> Pfosten-Riegel-Konstruktion</w:t>
      </w:r>
      <w:r w:rsidR="00EC57B4">
        <w:rPr>
          <w:rFonts w:ascii="Arial" w:hAnsi="Arial" w:cs="Arial"/>
        </w:rPr>
        <w:t xml:space="preserve"> </w:t>
      </w:r>
      <w:r w:rsidR="0094443C">
        <w:rPr>
          <w:rFonts w:ascii="Arial" w:hAnsi="Arial" w:cs="Arial"/>
        </w:rPr>
        <w:t xml:space="preserve">erlauben </w:t>
      </w:r>
      <w:r w:rsidR="00EC57B4">
        <w:rPr>
          <w:rFonts w:ascii="Arial" w:hAnsi="Arial" w:cs="Arial"/>
        </w:rPr>
        <w:t>grossflächige Feldgrössen bei gleichzeitig schmalen Profil-Ansichtsbreiten von nur 45 Millimetern.</w:t>
      </w:r>
      <w:r w:rsidR="0094443C">
        <w:rPr>
          <w:rFonts w:ascii="Arial" w:hAnsi="Arial" w:cs="Arial"/>
        </w:rPr>
        <w:t xml:space="preserve"> </w:t>
      </w:r>
      <w:r w:rsidRPr="008D2EAB">
        <w:rPr>
          <w:rFonts w:ascii="Arial" w:hAnsi="Arial" w:cs="Arial"/>
        </w:rPr>
        <w:t>Die neue Ausführung</w:t>
      </w:r>
      <w:r w:rsidR="005E2E68" w:rsidRPr="00C733EA">
        <w:rPr>
          <w:rFonts w:ascii="Arial" w:hAnsi="Arial" w:cs="Arial"/>
        </w:rPr>
        <w:t xml:space="preserve"> ist</w:t>
      </w:r>
      <w:r w:rsidRPr="008D2EAB">
        <w:rPr>
          <w:rFonts w:ascii="Arial" w:hAnsi="Arial" w:cs="Arial"/>
        </w:rPr>
        <w:t xml:space="preserve"> mit</w:t>
      </w:r>
      <w:r w:rsidR="005E2E68" w:rsidRPr="00C733EA">
        <w:rPr>
          <w:rFonts w:ascii="Arial" w:hAnsi="Arial" w:cs="Arial"/>
        </w:rPr>
        <w:t xml:space="preserve"> </w:t>
      </w:r>
      <w:r w:rsidRPr="008D2EAB">
        <w:rPr>
          <w:rFonts w:ascii="Arial" w:hAnsi="Arial" w:cs="Arial"/>
        </w:rPr>
        <w:t>Einbruch</w:t>
      </w:r>
      <w:r w:rsidR="00A005C0">
        <w:rPr>
          <w:rFonts w:ascii="Arial" w:hAnsi="Arial" w:cs="Arial"/>
        </w:rPr>
        <w:t>hemmung</w:t>
      </w:r>
      <w:r w:rsidRPr="008D2EAB">
        <w:rPr>
          <w:rFonts w:ascii="Arial" w:hAnsi="Arial" w:cs="Arial"/>
        </w:rPr>
        <w:t xml:space="preserve"> bis </w:t>
      </w:r>
      <w:r w:rsidR="009A6C77">
        <w:rPr>
          <w:rFonts w:ascii="Arial" w:hAnsi="Arial" w:cs="Arial"/>
        </w:rPr>
        <w:t xml:space="preserve">zur </w:t>
      </w:r>
      <w:r w:rsidRPr="008D2EAB">
        <w:rPr>
          <w:rFonts w:ascii="Arial" w:hAnsi="Arial" w:cs="Arial"/>
        </w:rPr>
        <w:t xml:space="preserve">Widerstandsklasse RC4 </w:t>
      </w:r>
      <w:r w:rsidR="009A6C77">
        <w:rPr>
          <w:rFonts w:ascii="Arial" w:hAnsi="Arial" w:cs="Arial"/>
        </w:rPr>
        <w:t>verfügbar</w:t>
      </w:r>
      <w:r w:rsidR="009A6C77" w:rsidRPr="00C733EA">
        <w:rPr>
          <w:rFonts w:ascii="Arial" w:hAnsi="Arial" w:cs="Arial"/>
        </w:rPr>
        <w:t xml:space="preserve"> </w:t>
      </w:r>
      <w:r w:rsidR="005E2E68" w:rsidRPr="00C733EA">
        <w:rPr>
          <w:rFonts w:ascii="Arial" w:hAnsi="Arial" w:cs="Arial"/>
        </w:rPr>
        <w:lastRenderedPageBreak/>
        <w:t xml:space="preserve">und </w:t>
      </w:r>
      <w:r w:rsidR="00EC57B4">
        <w:rPr>
          <w:rFonts w:ascii="Arial" w:hAnsi="Arial" w:cs="Arial"/>
        </w:rPr>
        <w:t>eignet sich für</w:t>
      </w:r>
      <w:r w:rsidR="005E2E68" w:rsidRPr="00C733EA">
        <w:rPr>
          <w:rFonts w:ascii="Arial" w:hAnsi="Arial" w:cs="Arial"/>
        </w:rPr>
        <w:t xml:space="preserve"> </w:t>
      </w:r>
      <w:r w:rsidR="00EC57B4">
        <w:rPr>
          <w:rFonts w:ascii="Arial" w:hAnsi="Arial" w:cs="Arial"/>
        </w:rPr>
        <w:t>Architekturkonzepte, die Tageslichtzufuhr und Transparenz mit maximaler Sicherheit verbinden</w:t>
      </w:r>
      <w:r w:rsidR="00DB12D1">
        <w:rPr>
          <w:rFonts w:ascii="Arial" w:hAnsi="Arial" w:cs="Arial"/>
        </w:rPr>
        <w:t>.</w:t>
      </w:r>
      <w:r w:rsidR="00E206EF">
        <w:rPr>
          <w:rFonts w:ascii="Arial" w:hAnsi="Arial" w:cs="Arial"/>
        </w:rPr>
        <w:t xml:space="preserve"> Optional ist </w:t>
      </w:r>
      <w:proofErr w:type="spellStart"/>
      <w:r w:rsidR="00E206EF">
        <w:rPr>
          <w:rFonts w:ascii="Arial" w:hAnsi="Arial" w:cs="Arial"/>
        </w:rPr>
        <w:t>forster</w:t>
      </w:r>
      <w:proofErr w:type="spellEnd"/>
      <w:r w:rsidR="00E206EF">
        <w:rPr>
          <w:rFonts w:ascii="Arial" w:hAnsi="Arial" w:cs="Arial"/>
        </w:rPr>
        <w:t xml:space="preserve"> </w:t>
      </w:r>
      <w:proofErr w:type="spellStart"/>
      <w:r w:rsidR="00E206EF">
        <w:rPr>
          <w:rFonts w:ascii="Arial" w:hAnsi="Arial" w:cs="Arial"/>
        </w:rPr>
        <w:t>thermix</w:t>
      </w:r>
      <w:proofErr w:type="spellEnd"/>
      <w:r w:rsidR="00E206EF">
        <w:rPr>
          <w:rFonts w:ascii="Arial" w:hAnsi="Arial" w:cs="Arial"/>
        </w:rPr>
        <w:t xml:space="preserve"> </w:t>
      </w:r>
      <w:proofErr w:type="spellStart"/>
      <w:r w:rsidR="00E206EF">
        <w:rPr>
          <w:rFonts w:ascii="Arial" w:hAnsi="Arial" w:cs="Arial"/>
        </w:rPr>
        <w:t>vario</w:t>
      </w:r>
      <w:proofErr w:type="spellEnd"/>
      <w:r w:rsidR="00E206EF">
        <w:rPr>
          <w:rFonts w:ascii="Arial" w:hAnsi="Arial" w:cs="Arial"/>
        </w:rPr>
        <w:t xml:space="preserve"> zudem mit Brandschutzklassen bis EI90 ausstattbar.</w:t>
      </w:r>
    </w:p>
    <w:p w14:paraId="0ED12CDB" w14:textId="77777777" w:rsidR="000B3789" w:rsidRPr="00C733EA" w:rsidRDefault="000B3789" w:rsidP="008D2EAB">
      <w:pPr>
        <w:spacing w:line="276" w:lineRule="auto"/>
        <w:rPr>
          <w:rFonts w:ascii="Arial" w:hAnsi="Arial" w:cs="Arial"/>
        </w:rPr>
      </w:pPr>
    </w:p>
    <w:p w14:paraId="6F6C61EF" w14:textId="5DFB5B92" w:rsidR="008D2EAB" w:rsidRPr="008D2EAB" w:rsidRDefault="008D2EAB" w:rsidP="008D2EAB">
      <w:pPr>
        <w:spacing w:line="276" w:lineRule="auto"/>
        <w:rPr>
          <w:rFonts w:ascii="Arial" w:hAnsi="Arial" w:cs="Arial"/>
        </w:rPr>
      </w:pPr>
      <w:r w:rsidRPr="008D2EAB">
        <w:rPr>
          <w:rFonts w:ascii="Arial" w:hAnsi="Arial" w:cs="Arial"/>
          <w:b/>
          <w:bCs/>
        </w:rPr>
        <w:t xml:space="preserve">Einbruchhemmende Fenster </w:t>
      </w:r>
      <w:r w:rsidR="001466D4">
        <w:rPr>
          <w:rFonts w:ascii="Arial" w:hAnsi="Arial" w:cs="Arial"/>
          <w:b/>
          <w:bCs/>
        </w:rPr>
        <w:t>mit</w:t>
      </w:r>
      <w:r w:rsidRPr="008D2EAB">
        <w:rPr>
          <w:rFonts w:ascii="Arial" w:hAnsi="Arial" w:cs="Arial"/>
          <w:b/>
          <w:bCs/>
        </w:rPr>
        <w:t xml:space="preserve"> forster omnia für </w:t>
      </w:r>
      <w:r w:rsidR="001466D4">
        <w:rPr>
          <w:rFonts w:ascii="Arial" w:hAnsi="Arial" w:cs="Arial"/>
          <w:b/>
          <w:bCs/>
        </w:rPr>
        <w:t xml:space="preserve">die </w:t>
      </w:r>
      <w:r w:rsidR="00C51B4D">
        <w:rPr>
          <w:rFonts w:ascii="Arial" w:hAnsi="Arial" w:cs="Arial"/>
          <w:b/>
          <w:bCs/>
        </w:rPr>
        <w:t>energieeffiziente</w:t>
      </w:r>
      <w:r w:rsidRPr="008D2EAB">
        <w:rPr>
          <w:rFonts w:ascii="Arial" w:hAnsi="Arial" w:cs="Arial"/>
          <w:b/>
          <w:bCs/>
        </w:rPr>
        <w:t xml:space="preserve"> Gebäudehülle</w:t>
      </w:r>
      <w:r w:rsidRPr="008D2EAB">
        <w:rPr>
          <w:rFonts w:ascii="Arial" w:hAnsi="Arial" w:cs="Arial"/>
        </w:rPr>
        <w:br/>
      </w:r>
      <w:r w:rsidR="008756F8" w:rsidRPr="00C733EA">
        <w:rPr>
          <w:rFonts w:ascii="Arial" w:hAnsi="Arial" w:cs="Arial"/>
        </w:rPr>
        <w:t>Für das</w:t>
      </w:r>
      <w:r w:rsidRPr="008D2EAB">
        <w:rPr>
          <w:rFonts w:ascii="Arial" w:hAnsi="Arial" w:cs="Arial"/>
        </w:rPr>
        <w:t xml:space="preserve"> hochwärmegedämmte </w:t>
      </w:r>
      <w:r w:rsidR="00C51B4D">
        <w:rPr>
          <w:rFonts w:ascii="Arial" w:hAnsi="Arial" w:cs="Arial"/>
        </w:rPr>
        <w:t xml:space="preserve">Profilsystem </w:t>
      </w:r>
      <w:r w:rsidRPr="008D2EAB">
        <w:rPr>
          <w:rFonts w:ascii="Arial" w:hAnsi="Arial" w:cs="Arial"/>
        </w:rPr>
        <w:t xml:space="preserve">forster omnia </w:t>
      </w:r>
      <w:r w:rsidR="008756F8" w:rsidRPr="00C733EA">
        <w:rPr>
          <w:rFonts w:ascii="Arial" w:hAnsi="Arial" w:cs="Arial"/>
        </w:rPr>
        <w:t>stellt Forster auf der BAU</w:t>
      </w:r>
      <w:r w:rsidRPr="008D2EAB">
        <w:rPr>
          <w:rFonts w:ascii="Arial" w:hAnsi="Arial" w:cs="Arial"/>
        </w:rPr>
        <w:t xml:space="preserve"> ein neues, einbruch</w:t>
      </w:r>
      <w:r w:rsidR="0090692E">
        <w:rPr>
          <w:rFonts w:ascii="Arial" w:hAnsi="Arial" w:cs="Arial"/>
        </w:rPr>
        <w:t>hemmendes</w:t>
      </w:r>
      <w:r w:rsidRPr="008D2EAB">
        <w:rPr>
          <w:rFonts w:ascii="Arial" w:hAnsi="Arial" w:cs="Arial"/>
        </w:rPr>
        <w:t xml:space="preserve"> </w:t>
      </w:r>
      <w:r w:rsidR="002B71EE">
        <w:rPr>
          <w:rFonts w:ascii="Arial" w:hAnsi="Arial" w:cs="Arial"/>
        </w:rPr>
        <w:t>Schwerlast-</w:t>
      </w:r>
      <w:r w:rsidRPr="008D2EAB">
        <w:rPr>
          <w:rFonts w:ascii="Arial" w:hAnsi="Arial" w:cs="Arial"/>
        </w:rPr>
        <w:t xml:space="preserve">Fenster der </w:t>
      </w:r>
      <w:r w:rsidR="00C51B4D">
        <w:rPr>
          <w:rFonts w:ascii="Arial" w:hAnsi="Arial" w:cs="Arial"/>
        </w:rPr>
        <w:t>Schutzk</w:t>
      </w:r>
      <w:r w:rsidRPr="008D2EAB">
        <w:rPr>
          <w:rFonts w:ascii="Arial" w:hAnsi="Arial" w:cs="Arial"/>
        </w:rPr>
        <w:t>lasse RC3</w:t>
      </w:r>
      <w:r w:rsidR="008756F8" w:rsidRPr="00C733EA">
        <w:rPr>
          <w:rFonts w:ascii="Arial" w:hAnsi="Arial" w:cs="Arial"/>
        </w:rPr>
        <w:t xml:space="preserve"> vor. Die</w:t>
      </w:r>
      <w:r w:rsidRPr="008D2EAB">
        <w:rPr>
          <w:rFonts w:ascii="Arial" w:hAnsi="Arial" w:cs="Arial"/>
        </w:rPr>
        <w:t xml:space="preserve"> Lösung erfüllt höchste Anforderungen an Wärmedämmung und Einbruch</w:t>
      </w:r>
      <w:r w:rsidR="0090692E">
        <w:rPr>
          <w:rFonts w:ascii="Arial" w:hAnsi="Arial" w:cs="Arial"/>
        </w:rPr>
        <w:t>hemmung</w:t>
      </w:r>
      <w:r w:rsidRPr="008D2EAB">
        <w:rPr>
          <w:rFonts w:ascii="Arial" w:hAnsi="Arial" w:cs="Arial"/>
        </w:rPr>
        <w:t xml:space="preserve"> und bietet gleichzeitig gestalterische Flexibilität</w:t>
      </w:r>
      <w:r w:rsidR="008756F8" w:rsidRPr="00C733EA">
        <w:rPr>
          <w:rFonts w:ascii="Arial" w:hAnsi="Arial" w:cs="Arial"/>
        </w:rPr>
        <w:t xml:space="preserve"> in der Gebäudehülle</w:t>
      </w:r>
      <w:r w:rsidR="002B71EE">
        <w:rPr>
          <w:rFonts w:ascii="Arial" w:hAnsi="Arial" w:cs="Arial"/>
        </w:rPr>
        <w:t xml:space="preserve"> durch Flügelgewichte bis 250 kg</w:t>
      </w:r>
      <w:r w:rsidRPr="008D2EAB">
        <w:rPr>
          <w:rFonts w:ascii="Arial" w:hAnsi="Arial" w:cs="Arial"/>
        </w:rPr>
        <w:t xml:space="preserve">. Mit niedrigen </w:t>
      </w:r>
      <w:proofErr w:type="spellStart"/>
      <w:r w:rsidRPr="008D2EAB">
        <w:rPr>
          <w:rFonts w:ascii="Arial" w:hAnsi="Arial" w:cs="Arial"/>
        </w:rPr>
        <w:t>U</w:t>
      </w:r>
      <w:r w:rsidRPr="001466D4">
        <w:rPr>
          <w:rFonts w:ascii="Arial" w:hAnsi="Arial" w:cs="Arial"/>
          <w:vertAlign w:val="subscript"/>
        </w:rPr>
        <w:t>f</w:t>
      </w:r>
      <w:proofErr w:type="spellEnd"/>
      <w:r w:rsidRPr="008D2EAB">
        <w:rPr>
          <w:rFonts w:ascii="Arial" w:hAnsi="Arial" w:cs="Arial"/>
        </w:rPr>
        <w:t xml:space="preserve">-Werten und einer hohen Stabilität ist das System </w:t>
      </w:r>
      <w:r w:rsidR="00C51B4D">
        <w:rPr>
          <w:rFonts w:ascii="Arial" w:hAnsi="Arial" w:cs="Arial"/>
        </w:rPr>
        <w:t>die</w:t>
      </w:r>
      <w:r w:rsidRPr="008D2EAB">
        <w:rPr>
          <w:rFonts w:ascii="Arial" w:hAnsi="Arial" w:cs="Arial"/>
        </w:rPr>
        <w:t xml:space="preserve"> optimale Wahl für Projekte, bei denen Umweltzertifikate wie LEED</w:t>
      </w:r>
      <w:r w:rsidR="00C51B4D">
        <w:rPr>
          <w:rFonts w:ascii="Arial" w:hAnsi="Arial" w:cs="Arial"/>
        </w:rPr>
        <w:t>, BREEAM</w:t>
      </w:r>
      <w:r w:rsidRPr="008D2EAB">
        <w:rPr>
          <w:rFonts w:ascii="Arial" w:hAnsi="Arial" w:cs="Arial"/>
        </w:rPr>
        <w:t xml:space="preserve"> und Minergie im Fokus stehen.</w:t>
      </w:r>
      <w:r w:rsidR="008756F8" w:rsidRPr="00C733EA">
        <w:rPr>
          <w:rFonts w:ascii="Arial" w:hAnsi="Arial" w:cs="Arial"/>
        </w:rPr>
        <w:t xml:space="preserve"> Da die Systeme</w:t>
      </w:r>
      <w:r w:rsidR="008756F8" w:rsidRPr="008D2EAB">
        <w:rPr>
          <w:rFonts w:ascii="Arial" w:hAnsi="Arial" w:cs="Arial"/>
        </w:rPr>
        <w:t xml:space="preserve"> </w:t>
      </w:r>
      <w:r w:rsidR="008756F8" w:rsidRPr="00C733EA">
        <w:rPr>
          <w:rFonts w:ascii="Arial" w:hAnsi="Arial" w:cs="Arial"/>
        </w:rPr>
        <w:t>vollständig aus</w:t>
      </w:r>
      <w:r w:rsidR="008756F8" w:rsidRPr="008D2EAB">
        <w:rPr>
          <w:rFonts w:ascii="Arial" w:hAnsi="Arial" w:cs="Arial"/>
        </w:rPr>
        <w:t xml:space="preserve"> Stahl </w:t>
      </w:r>
      <w:r w:rsidR="008756F8" w:rsidRPr="00C733EA">
        <w:rPr>
          <w:rFonts w:ascii="Arial" w:hAnsi="Arial" w:cs="Arial"/>
        </w:rPr>
        <w:t xml:space="preserve">gefertigt sind </w:t>
      </w:r>
      <w:r w:rsidR="008756F8" w:rsidRPr="008D2EAB">
        <w:rPr>
          <w:rFonts w:ascii="Arial" w:hAnsi="Arial" w:cs="Arial"/>
        </w:rPr>
        <w:t>und keine Kunststoffisolatoren</w:t>
      </w:r>
      <w:r w:rsidR="008756F8" w:rsidRPr="00C733EA">
        <w:rPr>
          <w:rFonts w:ascii="Arial" w:hAnsi="Arial" w:cs="Arial"/>
        </w:rPr>
        <w:t xml:space="preserve"> enthalten, ist am Ende des Lebenszyklus eine</w:t>
      </w:r>
      <w:r w:rsidR="008756F8" w:rsidRPr="008D2EAB">
        <w:rPr>
          <w:rFonts w:ascii="Arial" w:hAnsi="Arial" w:cs="Arial"/>
        </w:rPr>
        <w:t xml:space="preserve"> einfache und umweltfreundliche Wiederverwertung sichergestellt.</w:t>
      </w:r>
    </w:p>
    <w:p w14:paraId="2BF5FAEC" w14:textId="49436759" w:rsidR="008D2EAB" w:rsidRPr="008D2EAB" w:rsidRDefault="008D2EAB" w:rsidP="008D2EAB">
      <w:pPr>
        <w:spacing w:line="276" w:lineRule="auto"/>
        <w:rPr>
          <w:rFonts w:ascii="Arial" w:hAnsi="Arial" w:cs="Arial"/>
        </w:rPr>
      </w:pPr>
    </w:p>
    <w:p w14:paraId="16A7F532" w14:textId="1485E232" w:rsidR="008D2EAB" w:rsidRPr="008D2EAB" w:rsidRDefault="008D2EAB" w:rsidP="00DC07B6">
      <w:pPr>
        <w:spacing w:line="276" w:lineRule="auto"/>
        <w:rPr>
          <w:rFonts w:ascii="Arial" w:hAnsi="Arial" w:cs="Arial"/>
          <w:b/>
          <w:bCs/>
        </w:rPr>
      </w:pPr>
      <w:r w:rsidRPr="008D2EAB">
        <w:rPr>
          <w:rFonts w:ascii="Arial" w:hAnsi="Arial" w:cs="Arial"/>
          <w:b/>
          <w:bCs/>
        </w:rPr>
        <w:t>Fachkompetenz und digitale</w:t>
      </w:r>
      <w:r w:rsidR="00F37AE4">
        <w:rPr>
          <w:rFonts w:ascii="Arial" w:hAnsi="Arial" w:cs="Arial"/>
          <w:b/>
          <w:bCs/>
        </w:rPr>
        <w:t xml:space="preserve">r Support </w:t>
      </w:r>
      <w:r w:rsidRPr="008D2EAB">
        <w:rPr>
          <w:rFonts w:ascii="Arial" w:hAnsi="Arial" w:cs="Arial"/>
          <w:b/>
          <w:bCs/>
        </w:rPr>
        <w:t>für</w:t>
      </w:r>
      <w:r w:rsidR="00F37AE4">
        <w:rPr>
          <w:rFonts w:ascii="Arial" w:hAnsi="Arial" w:cs="Arial"/>
          <w:b/>
          <w:bCs/>
        </w:rPr>
        <w:t xml:space="preserve"> die Planung</w:t>
      </w:r>
      <w:r w:rsidRPr="008D2EAB">
        <w:rPr>
          <w:rFonts w:ascii="Arial" w:hAnsi="Arial" w:cs="Arial"/>
          <w:b/>
          <w:bCs/>
        </w:rPr>
        <w:t xml:space="preserve"> </w:t>
      </w:r>
    </w:p>
    <w:p w14:paraId="341FDF91" w14:textId="4B32E847" w:rsidR="00D9110C" w:rsidRDefault="008D2EAB" w:rsidP="008D2EAB">
      <w:pPr>
        <w:spacing w:line="276" w:lineRule="auto"/>
        <w:rPr>
          <w:rFonts w:ascii="Arial" w:hAnsi="Arial" w:cs="Arial"/>
        </w:rPr>
      </w:pPr>
      <w:r w:rsidRPr="008D2EAB">
        <w:rPr>
          <w:rFonts w:ascii="Arial" w:hAnsi="Arial" w:cs="Arial"/>
        </w:rPr>
        <w:t xml:space="preserve">Forster bietet </w:t>
      </w:r>
      <w:r w:rsidR="00DC07B6" w:rsidRPr="00C733EA">
        <w:rPr>
          <w:rFonts w:ascii="Arial" w:hAnsi="Arial" w:cs="Arial"/>
        </w:rPr>
        <w:t xml:space="preserve">für Architektur und Metallbau </w:t>
      </w:r>
      <w:r w:rsidRPr="008D2EAB">
        <w:rPr>
          <w:rFonts w:ascii="Arial" w:hAnsi="Arial" w:cs="Arial"/>
        </w:rPr>
        <w:t xml:space="preserve">nicht nur ein breites Spektrum an Profilsystemen, sondern auch umfangreiche Beratungs- und Planungsdienstleistungen, die speziell auf die Anforderungen </w:t>
      </w:r>
      <w:r w:rsidR="00F37AE4">
        <w:rPr>
          <w:rFonts w:ascii="Arial" w:hAnsi="Arial" w:cs="Arial"/>
        </w:rPr>
        <w:t>von</w:t>
      </w:r>
      <w:r w:rsidRPr="008D2EAB">
        <w:rPr>
          <w:rFonts w:ascii="Arial" w:hAnsi="Arial" w:cs="Arial"/>
        </w:rPr>
        <w:t xml:space="preserve"> Projekte</w:t>
      </w:r>
      <w:r w:rsidR="00F37AE4">
        <w:rPr>
          <w:rFonts w:ascii="Arial" w:hAnsi="Arial" w:cs="Arial"/>
        </w:rPr>
        <w:t>n mit hohen Nachhaltigkeitsanspruch</w:t>
      </w:r>
      <w:r w:rsidRPr="008D2EAB">
        <w:rPr>
          <w:rFonts w:ascii="Arial" w:hAnsi="Arial" w:cs="Arial"/>
        </w:rPr>
        <w:t xml:space="preserve"> zugeschnitten sind. Fachkundige Beratungsteams </w:t>
      </w:r>
      <w:r w:rsidR="00165A77">
        <w:rPr>
          <w:rFonts w:ascii="Arial" w:hAnsi="Arial" w:cs="Arial"/>
        </w:rPr>
        <w:t>stehen</w:t>
      </w:r>
      <w:r w:rsidRPr="008D2EAB">
        <w:rPr>
          <w:rFonts w:ascii="Arial" w:hAnsi="Arial" w:cs="Arial"/>
        </w:rPr>
        <w:t xml:space="preserve"> von der Planung bis zur Realisierung </w:t>
      </w:r>
      <w:r w:rsidR="00165A77">
        <w:rPr>
          <w:rFonts w:ascii="Arial" w:hAnsi="Arial" w:cs="Arial"/>
        </w:rPr>
        <w:t>mit</w:t>
      </w:r>
      <w:r w:rsidRPr="008D2EAB">
        <w:rPr>
          <w:rFonts w:ascii="Arial" w:hAnsi="Arial" w:cs="Arial"/>
        </w:rPr>
        <w:t xml:space="preserve"> fundierte</w:t>
      </w:r>
      <w:r w:rsidR="00165A77">
        <w:rPr>
          <w:rFonts w:ascii="Arial" w:hAnsi="Arial" w:cs="Arial"/>
        </w:rPr>
        <w:t>n</w:t>
      </w:r>
      <w:r w:rsidRPr="008D2EAB">
        <w:rPr>
          <w:rFonts w:ascii="Arial" w:hAnsi="Arial" w:cs="Arial"/>
        </w:rPr>
        <w:t xml:space="preserve"> Informationen zur </w:t>
      </w:r>
      <w:r w:rsidR="00165A77">
        <w:rPr>
          <w:rFonts w:ascii="Arial" w:hAnsi="Arial" w:cs="Arial"/>
        </w:rPr>
        <w:t>Seite</w:t>
      </w:r>
      <w:r w:rsidRPr="008D2EAB">
        <w:rPr>
          <w:rFonts w:ascii="Arial" w:hAnsi="Arial" w:cs="Arial"/>
        </w:rPr>
        <w:t>.</w:t>
      </w:r>
      <w:r w:rsidR="00254D68">
        <w:rPr>
          <w:rFonts w:ascii="Arial" w:hAnsi="Arial" w:cs="Arial"/>
        </w:rPr>
        <w:t xml:space="preserve"> </w:t>
      </w:r>
      <w:r w:rsidR="00D9110C" w:rsidRPr="003C09F5">
        <w:rPr>
          <w:rFonts w:ascii="Arial" w:hAnsi="Arial" w:cs="Arial"/>
        </w:rPr>
        <w:t xml:space="preserve">Zudem kann </w:t>
      </w:r>
      <w:r w:rsidR="003370E2" w:rsidRPr="003C09F5">
        <w:rPr>
          <w:rFonts w:ascii="Arial" w:hAnsi="Arial" w:cs="Arial"/>
        </w:rPr>
        <w:t>die Planung</w:t>
      </w:r>
      <w:r w:rsidR="00D9110C" w:rsidRPr="003C09F5">
        <w:rPr>
          <w:rFonts w:ascii="Arial" w:hAnsi="Arial" w:cs="Arial"/>
        </w:rPr>
        <w:t xml:space="preserve"> </w:t>
      </w:r>
      <w:r w:rsidR="00254D68" w:rsidRPr="003C09F5">
        <w:rPr>
          <w:rFonts w:ascii="Arial" w:hAnsi="Arial" w:cs="Arial"/>
        </w:rPr>
        <w:t>in jeder Projektphase</w:t>
      </w:r>
      <w:r w:rsidR="00D9110C" w:rsidRPr="003C09F5">
        <w:rPr>
          <w:rFonts w:ascii="Arial" w:hAnsi="Arial" w:cs="Arial"/>
        </w:rPr>
        <w:t xml:space="preserve"> </w:t>
      </w:r>
      <w:r w:rsidR="003370E2" w:rsidRPr="003C09F5">
        <w:rPr>
          <w:rFonts w:ascii="Arial" w:hAnsi="Arial" w:cs="Arial"/>
        </w:rPr>
        <w:t xml:space="preserve">mit </w:t>
      </w:r>
      <w:r w:rsidR="00F31147" w:rsidRPr="003C09F5">
        <w:rPr>
          <w:rFonts w:ascii="Arial" w:hAnsi="Arial" w:cs="Arial"/>
        </w:rPr>
        <w:t>digitale</w:t>
      </w:r>
      <w:r w:rsidR="003370E2" w:rsidRPr="003C09F5">
        <w:rPr>
          <w:rFonts w:ascii="Arial" w:hAnsi="Arial" w:cs="Arial"/>
        </w:rPr>
        <w:t>n</w:t>
      </w:r>
      <w:r w:rsidR="00F31147" w:rsidRPr="003C09F5">
        <w:rPr>
          <w:rFonts w:ascii="Arial" w:hAnsi="Arial" w:cs="Arial"/>
        </w:rPr>
        <w:t xml:space="preserve"> Werkzeuge</w:t>
      </w:r>
      <w:r w:rsidR="003370E2" w:rsidRPr="003C09F5">
        <w:rPr>
          <w:rFonts w:ascii="Arial" w:hAnsi="Arial" w:cs="Arial"/>
        </w:rPr>
        <w:t>n</w:t>
      </w:r>
      <w:r w:rsidR="00F31147" w:rsidRPr="003C09F5">
        <w:rPr>
          <w:rFonts w:ascii="Arial" w:hAnsi="Arial" w:cs="Arial"/>
        </w:rPr>
        <w:t xml:space="preserve"> </w:t>
      </w:r>
      <w:r w:rsidR="003370E2" w:rsidRPr="003C09F5">
        <w:rPr>
          <w:rFonts w:ascii="Arial" w:hAnsi="Arial" w:cs="Arial"/>
        </w:rPr>
        <w:t xml:space="preserve">unterstützt </w:t>
      </w:r>
      <w:r w:rsidR="00D9110C" w:rsidRPr="003C09F5">
        <w:rPr>
          <w:rFonts w:ascii="Arial" w:hAnsi="Arial" w:cs="Arial"/>
        </w:rPr>
        <w:t>werden</w:t>
      </w:r>
      <w:r w:rsidR="003370E2" w:rsidRPr="003C09F5">
        <w:rPr>
          <w:rFonts w:ascii="Arial" w:hAnsi="Arial" w:cs="Arial"/>
        </w:rPr>
        <w:t>. Dies gewährleistet</w:t>
      </w:r>
      <w:r w:rsidR="00F31147" w:rsidRPr="003C09F5">
        <w:rPr>
          <w:rFonts w:ascii="Arial" w:hAnsi="Arial" w:cs="Arial"/>
        </w:rPr>
        <w:t xml:space="preserve"> eine präzise und effiziente Integration der Profilsysteme in das Bauvorhaben</w:t>
      </w:r>
      <w:r w:rsidR="00254D68" w:rsidRPr="003C09F5">
        <w:rPr>
          <w:rFonts w:ascii="Arial" w:hAnsi="Arial" w:cs="Arial"/>
        </w:rPr>
        <w:t>:</w:t>
      </w:r>
      <w:r w:rsidR="00BE6627" w:rsidRPr="003C09F5">
        <w:rPr>
          <w:rFonts w:ascii="Arial" w:hAnsi="Arial" w:cs="Arial"/>
        </w:rPr>
        <w:t xml:space="preserve"> So vereinfachen</w:t>
      </w:r>
      <w:r w:rsidR="00254D68" w:rsidRPr="003C09F5">
        <w:rPr>
          <w:rFonts w:ascii="Arial" w:hAnsi="Arial" w:cs="Arial"/>
        </w:rPr>
        <w:t xml:space="preserve"> </w:t>
      </w:r>
      <w:r w:rsidR="00254D68" w:rsidRPr="003C09F5">
        <w:rPr>
          <w:rFonts w:ascii="Arial" w:hAnsi="Arial" w:cs="Arial"/>
          <w:i/>
          <w:iCs/>
        </w:rPr>
        <w:t>BIM Library</w:t>
      </w:r>
      <w:r w:rsidR="00254D68" w:rsidRPr="003C09F5">
        <w:rPr>
          <w:rFonts w:ascii="Arial" w:hAnsi="Arial" w:cs="Arial"/>
        </w:rPr>
        <w:t xml:space="preserve"> und </w:t>
      </w:r>
      <w:r w:rsidR="00254D68" w:rsidRPr="003C09F5">
        <w:rPr>
          <w:rFonts w:ascii="Arial" w:hAnsi="Arial" w:cs="Arial"/>
          <w:i/>
          <w:iCs/>
        </w:rPr>
        <w:t>BIM Studio</w:t>
      </w:r>
      <w:r w:rsidR="00254D68" w:rsidRPr="003C09F5">
        <w:rPr>
          <w:rFonts w:ascii="Arial" w:hAnsi="Arial" w:cs="Arial"/>
        </w:rPr>
        <w:t xml:space="preserve"> die Visualisierung, während </w:t>
      </w:r>
      <w:proofErr w:type="spellStart"/>
      <w:r w:rsidR="00254D68" w:rsidRPr="003C09F5">
        <w:rPr>
          <w:rFonts w:ascii="Arial" w:hAnsi="Arial" w:cs="Arial"/>
          <w:i/>
          <w:iCs/>
        </w:rPr>
        <w:t>forsterpro</w:t>
      </w:r>
      <w:proofErr w:type="spellEnd"/>
      <w:r w:rsidR="00254D68" w:rsidRPr="003C09F5">
        <w:rPr>
          <w:rFonts w:ascii="Arial" w:hAnsi="Arial" w:cs="Arial"/>
        </w:rPr>
        <w:t xml:space="preserve"> </w:t>
      </w:r>
      <w:r w:rsidR="00BE6627" w:rsidRPr="003C09F5">
        <w:rPr>
          <w:rFonts w:ascii="Arial" w:hAnsi="Arial" w:cs="Arial"/>
        </w:rPr>
        <w:t>eine</w:t>
      </w:r>
      <w:r w:rsidR="00254D68" w:rsidRPr="003C09F5">
        <w:rPr>
          <w:rFonts w:ascii="Arial" w:hAnsi="Arial" w:cs="Arial"/>
        </w:rPr>
        <w:t xml:space="preserve"> effiziente Planung und präzise Kal</w:t>
      </w:r>
      <w:r w:rsidR="00A63BA9" w:rsidRPr="003C09F5">
        <w:rPr>
          <w:rFonts w:ascii="Arial" w:hAnsi="Arial" w:cs="Arial"/>
        </w:rPr>
        <w:t>k</w:t>
      </w:r>
      <w:r w:rsidR="00254D68" w:rsidRPr="003C09F5">
        <w:rPr>
          <w:rFonts w:ascii="Arial" w:hAnsi="Arial" w:cs="Arial"/>
        </w:rPr>
        <w:t xml:space="preserve">ulation ermöglicht. </w:t>
      </w:r>
      <w:r w:rsidR="003370E2" w:rsidRPr="003C09F5">
        <w:rPr>
          <w:rFonts w:ascii="Arial" w:hAnsi="Arial" w:cs="Arial"/>
        </w:rPr>
        <w:t xml:space="preserve">Gleichzeitig stellt </w:t>
      </w:r>
      <w:proofErr w:type="spellStart"/>
      <w:r w:rsidR="003370E2" w:rsidRPr="003C09F5">
        <w:rPr>
          <w:rFonts w:ascii="Arial" w:hAnsi="Arial" w:cs="Arial"/>
        </w:rPr>
        <w:t>forsterpro</w:t>
      </w:r>
      <w:proofErr w:type="spellEnd"/>
      <w:r w:rsidR="003370E2" w:rsidRPr="003C09F5">
        <w:rPr>
          <w:rFonts w:ascii="Arial" w:hAnsi="Arial" w:cs="Arial"/>
        </w:rPr>
        <w:t xml:space="preserve"> die Bearbeitungsdaten für ein optimiertes Ansteuern und Betreiben der Maschinen für eine ressourcenschonende Verarbeitung bereit. </w:t>
      </w:r>
    </w:p>
    <w:p w14:paraId="07B7F608" w14:textId="77777777" w:rsidR="00DC07B6" w:rsidRPr="00C733EA" w:rsidRDefault="00DC07B6" w:rsidP="008D2EAB">
      <w:pPr>
        <w:spacing w:line="276" w:lineRule="auto"/>
        <w:rPr>
          <w:rFonts w:ascii="Arial" w:hAnsi="Arial" w:cs="Arial"/>
        </w:rPr>
      </w:pPr>
    </w:p>
    <w:p w14:paraId="74597057" w14:textId="44AF0A86" w:rsidR="008D2EAB" w:rsidRPr="008D2EAB" w:rsidRDefault="008D2EAB" w:rsidP="008D2EAB">
      <w:pPr>
        <w:spacing w:line="276" w:lineRule="auto"/>
        <w:rPr>
          <w:rFonts w:ascii="Arial" w:hAnsi="Arial" w:cs="Arial"/>
        </w:rPr>
      </w:pPr>
      <w:r w:rsidRPr="008D2EAB">
        <w:rPr>
          <w:rFonts w:ascii="Arial" w:hAnsi="Arial" w:cs="Arial"/>
        </w:rPr>
        <w:t xml:space="preserve">Mit </w:t>
      </w:r>
      <w:r w:rsidR="00F37AE4">
        <w:rPr>
          <w:rFonts w:ascii="Arial" w:hAnsi="Arial" w:cs="Arial"/>
        </w:rPr>
        <w:t>dem</w:t>
      </w:r>
      <w:r w:rsidR="0090692E">
        <w:rPr>
          <w:rFonts w:ascii="Arial" w:hAnsi="Arial" w:cs="Arial"/>
        </w:rPr>
        <w:t xml:space="preserve"> </w:t>
      </w:r>
      <w:r w:rsidR="00E26D46">
        <w:rPr>
          <w:rFonts w:ascii="Arial" w:hAnsi="Arial" w:cs="Arial"/>
        </w:rPr>
        <w:t xml:space="preserve">Auftritt </w:t>
      </w:r>
      <w:r w:rsidRPr="008D2EAB">
        <w:rPr>
          <w:rFonts w:ascii="Arial" w:hAnsi="Arial" w:cs="Arial"/>
        </w:rPr>
        <w:t xml:space="preserve">auf der BAU 2025 richtet Forster </w:t>
      </w:r>
      <w:r w:rsidR="0090692E">
        <w:rPr>
          <w:rFonts w:ascii="Arial" w:hAnsi="Arial" w:cs="Arial"/>
        </w:rPr>
        <w:t xml:space="preserve">Profilsysteme </w:t>
      </w:r>
      <w:r w:rsidRPr="008D2EAB">
        <w:rPr>
          <w:rFonts w:ascii="Arial" w:hAnsi="Arial" w:cs="Arial"/>
        </w:rPr>
        <w:t>einen klaren Appell an Planende und Verarbeitende, gemeinsam Verantwortung für eine klimafreundliche Bauindustrie zu übernehmen.</w:t>
      </w:r>
    </w:p>
    <w:p w14:paraId="357BE7E0" w14:textId="77777777" w:rsidR="008D2EAB" w:rsidRDefault="008D2EAB" w:rsidP="008D2EAB">
      <w:pPr>
        <w:spacing w:line="276" w:lineRule="auto"/>
        <w:rPr>
          <w:rFonts w:ascii="Arial" w:hAnsi="Arial" w:cs="Arial"/>
        </w:rPr>
      </w:pPr>
    </w:p>
    <w:p w14:paraId="1529E0FA" w14:textId="77777777" w:rsidR="00C77FE7" w:rsidRDefault="00C77FE7" w:rsidP="00C77FE7">
      <w:pPr>
        <w:spacing w:line="276" w:lineRule="auto"/>
        <w:rPr>
          <w:rFonts w:ascii="Arial" w:hAnsi="Arial" w:cs="Arial"/>
          <w:b/>
        </w:rPr>
      </w:pPr>
    </w:p>
    <w:p w14:paraId="7ED67831" w14:textId="61020EB9" w:rsidR="00C77FE7" w:rsidRPr="00C77FE7" w:rsidRDefault="00C77FE7" w:rsidP="00C77FE7">
      <w:pPr>
        <w:spacing w:line="276" w:lineRule="auto"/>
        <w:rPr>
          <w:rFonts w:ascii="Arial" w:hAnsi="Arial" w:cs="Arial"/>
          <w:b/>
        </w:rPr>
      </w:pPr>
      <w:r w:rsidRPr="00C77FE7">
        <w:rPr>
          <w:rFonts w:ascii="Arial" w:hAnsi="Arial" w:cs="Arial"/>
          <w:b/>
        </w:rPr>
        <w:t>Forster Profilsysteme AG auf der BAU in München</w:t>
      </w:r>
    </w:p>
    <w:p w14:paraId="04CDE2E5" w14:textId="2D160D84" w:rsidR="00C77FE7" w:rsidRDefault="00C77FE7" w:rsidP="00C77FE7">
      <w:pPr>
        <w:spacing w:line="276" w:lineRule="auto"/>
        <w:rPr>
          <w:rFonts w:ascii="Arial" w:hAnsi="Arial" w:cs="Arial"/>
          <w:b/>
        </w:rPr>
      </w:pPr>
      <w:r w:rsidRPr="00C77FE7">
        <w:rPr>
          <w:rFonts w:ascii="Arial" w:hAnsi="Arial" w:cs="Arial"/>
          <w:b/>
        </w:rPr>
        <w:t>vom 1</w:t>
      </w:r>
      <w:r>
        <w:rPr>
          <w:rFonts w:ascii="Arial" w:hAnsi="Arial" w:cs="Arial"/>
          <w:b/>
        </w:rPr>
        <w:t>3</w:t>
      </w:r>
      <w:r w:rsidRPr="00C77FE7">
        <w:rPr>
          <w:rFonts w:ascii="Arial" w:hAnsi="Arial" w:cs="Arial"/>
          <w:b/>
        </w:rPr>
        <w:t>. bis </w:t>
      </w:r>
      <w:r>
        <w:rPr>
          <w:rFonts w:ascii="Arial" w:hAnsi="Arial" w:cs="Arial"/>
          <w:b/>
        </w:rPr>
        <w:t>17</w:t>
      </w:r>
      <w:r w:rsidRPr="00C77FE7">
        <w:rPr>
          <w:rFonts w:ascii="Arial" w:hAnsi="Arial" w:cs="Arial"/>
          <w:b/>
        </w:rPr>
        <w:t>. </w:t>
      </w:r>
      <w:r>
        <w:rPr>
          <w:rFonts w:ascii="Arial" w:hAnsi="Arial" w:cs="Arial"/>
          <w:b/>
        </w:rPr>
        <w:t>Januar</w:t>
      </w:r>
      <w:r w:rsidRPr="00C77FE7">
        <w:rPr>
          <w:rFonts w:ascii="Arial" w:hAnsi="Arial" w:cs="Arial"/>
          <w:b/>
        </w:rPr>
        <w:t xml:space="preserve"> 202</w:t>
      </w:r>
      <w:r>
        <w:rPr>
          <w:rFonts w:ascii="Arial" w:hAnsi="Arial" w:cs="Arial"/>
          <w:b/>
        </w:rPr>
        <w:t>5</w:t>
      </w:r>
      <w:r w:rsidRPr="00C77FE7">
        <w:rPr>
          <w:rFonts w:ascii="Arial" w:hAnsi="Arial" w:cs="Arial"/>
          <w:b/>
        </w:rPr>
        <w:t xml:space="preserve"> in Halle B1</w:t>
      </w:r>
      <w:r>
        <w:rPr>
          <w:rFonts w:ascii="Arial" w:hAnsi="Arial" w:cs="Arial"/>
          <w:b/>
        </w:rPr>
        <w:t xml:space="preserve"> Stand </w:t>
      </w:r>
      <w:r w:rsidRPr="00C77FE7">
        <w:rPr>
          <w:rFonts w:ascii="Arial" w:hAnsi="Arial" w:cs="Arial"/>
          <w:b/>
        </w:rPr>
        <w:t xml:space="preserve">329 </w:t>
      </w:r>
    </w:p>
    <w:p w14:paraId="4F795E3D" w14:textId="77777777" w:rsidR="00165A77" w:rsidRDefault="00165A77" w:rsidP="00C77FE7">
      <w:pPr>
        <w:spacing w:line="276" w:lineRule="auto"/>
        <w:rPr>
          <w:rFonts w:ascii="Arial" w:hAnsi="Arial" w:cs="Arial"/>
          <w:b/>
        </w:rPr>
      </w:pPr>
    </w:p>
    <w:p w14:paraId="439CC104" w14:textId="6186528B" w:rsidR="00E26D46" w:rsidRPr="00D6139B" w:rsidRDefault="00D6139B" w:rsidP="00C77FE7">
      <w:pPr>
        <w:spacing w:line="276" w:lineRule="auto"/>
        <w:rPr>
          <w:rFonts w:ascii="Arial" w:hAnsi="Arial" w:cs="Arial"/>
          <w:b/>
        </w:rPr>
      </w:pPr>
      <w:r w:rsidRPr="00D6139B">
        <w:rPr>
          <w:rFonts w:ascii="Arial" w:hAnsi="Arial" w:cs="Arial"/>
          <w:b/>
        </w:rPr>
        <w:t>g</w:t>
      </w:r>
      <w:r w:rsidR="00E26D46" w:rsidRPr="00D6139B">
        <w:rPr>
          <w:rFonts w:ascii="Arial" w:hAnsi="Arial" w:cs="Arial"/>
          <w:b/>
        </w:rPr>
        <w:t>emeinsam mit Reynaers Aluminium, Halle B1 Stand 332</w:t>
      </w:r>
    </w:p>
    <w:p w14:paraId="69861EAA" w14:textId="77777777" w:rsidR="00C77FE7" w:rsidRPr="00C77FE7" w:rsidRDefault="00C77FE7" w:rsidP="00C77FE7">
      <w:pPr>
        <w:spacing w:line="276" w:lineRule="auto"/>
        <w:rPr>
          <w:rFonts w:ascii="Arial" w:hAnsi="Arial" w:cs="Arial"/>
          <w:b/>
          <w:bCs/>
        </w:rPr>
      </w:pPr>
    </w:p>
    <w:p w14:paraId="595357CB" w14:textId="71FD727B" w:rsidR="00C77FE7" w:rsidRPr="00C77FE7" w:rsidRDefault="00C77FE7" w:rsidP="00C77FE7">
      <w:pPr>
        <w:spacing w:line="276" w:lineRule="auto"/>
        <w:rPr>
          <w:rFonts w:ascii="Arial" w:hAnsi="Arial" w:cs="Arial"/>
          <w:b/>
        </w:rPr>
      </w:pPr>
      <w:r w:rsidRPr="00C77FE7">
        <w:rPr>
          <w:rFonts w:ascii="Arial" w:hAnsi="Arial" w:cs="Arial"/>
          <w:b/>
        </w:rPr>
        <w:t xml:space="preserve">Weitere Informationen erhalten Sie auf </w:t>
      </w:r>
      <w:hyperlink r:id="rId8" w:history="1">
        <w:r w:rsidRPr="00E53496">
          <w:rPr>
            <w:rStyle w:val="Hyperlink"/>
            <w:rFonts w:ascii="Arial" w:hAnsi="Arial" w:cs="Arial"/>
            <w:b/>
            <w:bCs/>
            <w:lang w:val="de-DE"/>
          </w:rPr>
          <w:t>www.forstersystems.com</w:t>
        </w:r>
      </w:hyperlink>
    </w:p>
    <w:p w14:paraId="6D5BE022" w14:textId="52B92EF1" w:rsidR="00C77FE7" w:rsidRPr="00C77FE7" w:rsidRDefault="00C77FE7" w:rsidP="00C77FE7">
      <w:pPr>
        <w:spacing w:line="276" w:lineRule="auto"/>
        <w:rPr>
          <w:rFonts w:ascii="Arial" w:hAnsi="Arial" w:cs="Arial"/>
          <w:b/>
        </w:rPr>
      </w:pPr>
    </w:p>
    <w:p w14:paraId="63330729" w14:textId="77777777" w:rsidR="00C77FE7" w:rsidRDefault="00C77FE7" w:rsidP="008D2EAB">
      <w:pPr>
        <w:spacing w:line="276" w:lineRule="auto"/>
        <w:rPr>
          <w:rFonts w:ascii="Arial" w:hAnsi="Arial" w:cs="Arial"/>
        </w:rPr>
      </w:pPr>
    </w:p>
    <w:p w14:paraId="0E31FE1D" w14:textId="77777777" w:rsidR="00C77FE7" w:rsidRPr="00C733EA" w:rsidRDefault="00C77FE7" w:rsidP="008D2EAB">
      <w:pPr>
        <w:spacing w:line="276" w:lineRule="auto"/>
        <w:rPr>
          <w:rFonts w:ascii="Arial" w:hAnsi="Arial" w:cs="Arial"/>
        </w:rPr>
      </w:pPr>
    </w:p>
    <w:p w14:paraId="72A180CE" w14:textId="77777777" w:rsidR="00937655" w:rsidRDefault="00937655">
      <w:pPr>
        <w:spacing w:after="160" w:line="259" w:lineRule="auto"/>
        <w:rPr>
          <w:rFonts w:ascii="Arial" w:hAnsi="Arial" w:cs="Arial"/>
          <w:b/>
          <w:bCs/>
        </w:rPr>
      </w:pPr>
      <w:r>
        <w:rPr>
          <w:rFonts w:ascii="Arial" w:hAnsi="Arial" w:cs="Arial"/>
          <w:b/>
          <w:bCs/>
        </w:rPr>
        <w:br w:type="page"/>
      </w:r>
    </w:p>
    <w:p w14:paraId="6A85CC2D" w14:textId="71CD78D5" w:rsidR="00CE2C62" w:rsidRPr="00C733EA" w:rsidRDefault="00CE2C62" w:rsidP="00C15B49">
      <w:pPr>
        <w:spacing w:after="160" w:line="259" w:lineRule="auto"/>
        <w:rPr>
          <w:rFonts w:ascii="Arial" w:hAnsi="Arial" w:cs="Arial"/>
          <w:b/>
          <w:bCs/>
        </w:rPr>
      </w:pPr>
      <w:r w:rsidRPr="00C733EA">
        <w:rPr>
          <w:rFonts w:ascii="Arial" w:hAnsi="Arial" w:cs="Arial"/>
          <w:b/>
          <w:bCs/>
        </w:rPr>
        <w:lastRenderedPageBreak/>
        <w:t xml:space="preserve">Forster Profilsysteme – </w:t>
      </w:r>
      <w:proofErr w:type="spellStart"/>
      <w:r w:rsidRPr="00C733EA">
        <w:rPr>
          <w:rFonts w:ascii="Arial" w:hAnsi="Arial" w:cs="Arial"/>
          <w:b/>
          <w:bCs/>
        </w:rPr>
        <w:t>steel</w:t>
      </w:r>
      <w:proofErr w:type="spellEnd"/>
      <w:r w:rsidRPr="00C733EA">
        <w:rPr>
          <w:rFonts w:ascii="Arial" w:hAnsi="Arial" w:cs="Arial"/>
          <w:b/>
          <w:bCs/>
        </w:rPr>
        <w:t xml:space="preserve"> </w:t>
      </w:r>
      <w:proofErr w:type="spellStart"/>
      <w:r w:rsidRPr="00C733EA">
        <w:rPr>
          <w:rFonts w:ascii="Arial" w:hAnsi="Arial" w:cs="Arial"/>
          <w:b/>
          <w:bCs/>
        </w:rPr>
        <w:t>is</w:t>
      </w:r>
      <w:proofErr w:type="spellEnd"/>
      <w:r w:rsidRPr="00C733EA">
        <w:rPr>
          <w:rFonts w:ascii="Arial" w:hAnsi="Arial" w:cs="Arial"/>
          <w:b/>
          <w:bCs/>
        </w:rPr>
        <w:t xml:space="preserve"> </w:t>
      </w:r>
      <w:proofErr w:type="spellStart"/>
      <w:r w:rsidRPr="00C733EA">
        <w:rPr>
          <w:rFonts w:ascii="Arial" w:hAnsi="Arial" w:cs="Arial"/>
          <w:b/>
          <w:bCs/>
        </w:rPr>
        <w:t>our</w:t>
      </w:r>
      <w:proofErr w:type="spellEnd"/>
      <w:r w:rsidRPr="00C733EA">
        <w:rPr>
          <w:rFonts w:ascii="Arial" w:hAnsi="Arial" w:cs="Arial"/>
          <w:b/>
          <w:bCs/>
        </w:rPr>
        <w:t xml:space="preserve"> </w:t>
      </w:r>
      <w:proofErr w:type="spellStart"/>
      <w:r w:rsidRPr="00C733EA">
        <w:rPr>
          <w:rFonts w:ascii="Arial" w:hAnsi="Arial" w:cs="Arial"/>
          <w:b/>
          <w:bCs/>
        </w:rPr>
        <w:t>nature</w:t>
      </w:r>
      <w:proofErr w:type="spellEnd"/>
      <w:r w:rsidRPr="00C733EA">
        <w:rPr>
          <w:rFonts w:ascii="Arial" w:hAnsi="Arial" w:cs="Arial"/>
        </w:rPr>
        <w:b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1511F772" w14:textId="67362EF9" w:rsidR="00C46AD6" w:rsidRPr="00C733EA" w:rsidRDefault="00CE2C62" w:rsidP="00CE2C62">
      <w:pPr>
        <w:spacing w:line="276" w:lineRule="auto"/>
        <w:rPr>
          <w:rFonts w:ascii="Arial" w:hAnsi="Arial" w:cs="Arial"/>
        </w:rPr>
      </w:pPr>
      <w:r w:rsidRPr="00C733EA">
        <w:rPr>
          <w:rFonts w:ascii="Arial" w:hAnsi="Arial" w:cs="Arial"/>
        </w:rPr>
        <w:br/>
        <w:t>Forster arbeitet mit eigenen Niederlassungen in mehr als 20 Ländern – und exklusiven Vertriebspartnern in rund 10 weiteren: von Europa über den Mittleren Osten und Asien bis Nordamerika.</w:t>
      </w:r>
    </w:p>
    <w:p w14:paraId="7AF59A5E" w14:textId="77777777" w:rsidR="007F508F" w:rsidRPr="00C733EA" w:rsidRDefault="007F508F" w:rsidP="00CE2C62">
      <w:pPr>
        <w:spacing w:line="276" w:lineRule="auto"/>
        <w:rPr>
          <w:rFonts w:ascii="Arial" w:hAnsi="Arial" w:cs="Arial"/>
          <w:b/>
          <w:bCs/>
        </w:rPr>
      </w:pPr>
    </w:p>
    <w:p w14:paraId="14278770" w14:textId="77777777" w:rsidR="001D3C61" w:rsidRDefault="001D3C61" w:rsidP="00CE2C62">
      <w:pPr>
        <w:spacing w:line="276" w:lineRule="auto"/>
        <w:rPr>
          <w:rFonts w:ascii="Arial" w:hAnsi="Arial" w:cs="Arial"/>
          <w:b/>
          <w:bCs/>
        </w:rPr>
      </w:pPr>
    </w:p>
    <w:p w14:paraId="39CD4FB9" w14:textId="77777777" w:rsidR="00937655" w:rsidRPr="00C733EA" w:rsidRDefault="00937655" w:rsidP="00CE2C62">
      <w:pPr>
        <w:spacing w:line="276" w:lineRule="auto"/>
        <w:rPr>
          <w:rFonts w:ascii="Arial" w:hAnsi="Arial" w:cs="Arial"/>
          <w:b/>
          <w:bCs/>
        </w:rPr>
      </w:pPr>
    </w:p>
    <w:p w14:paraId="1E851042" w14:textId="77777777" w:rsidR="00937655" w:rsidRDefault="00937655" w:rsidP="00CE2C62">
      <w:pPr>
        <w:spacing w:line="276" w:lineRule="auto"/>
        <w:rPr>
          <w:rFonts w:ascii="Arial" w:hAnsi="Arial" w:cs="Arial"/>
          <w:b/>
          <w:bCs/>
        </w:rPr>
      </w:pPr>
    </w:p>
    <w:p w14:paraId="5FFA64D4" w14:textId="7DE392D6" w:rsidR="00CE2C62" w:rsidRPr="00C733EA" w:rsidRDefault="00CE2C62" w:rsidP="00CE2C62">
      <w:pPr>
        <w:spacing w:line="276" w:lineRule="auto"/>
        <w:rPr>
          <w:rFonts w:ascii="Arial" w:hAnsi="Arial" w:cs="Arial"/>
          <w:b/>
          <w:bCs/>
        </w:rPr>
      </w:pPr>
      <w:r w:rsidRPr="00C733EA">
        <w:rPr>
          <w:rFonts w:ascii="Arial" w:hAnsi="Arial" w:cs="Arial"/>
          <w:b/>
          <w:bCs/>
        </w:rPr>
        <w:t>Pressekontakt</w:t>
      </w:r>
    </w:p>
    <w:p w14:paraId="1BA88051" w14:textId="77777777" w:rsidR="00BB6059" w:rsidRPr="00C733EA" w:rsidRDefault="00BB6059" w:rsidP="00CE2C62">
      <w:pPr>
        <w:spacing w:line="276" w:lineRule="auto"/>
        <w:rPr>
          <w:rFonts w:ascii="Arial" w:hAnsi="Arial" w:cs="Arial"/>
        </w:rPr>
      </w:pPr>
    </w:p>
    <w:p w14:paraId="23FB049D" w14:textId="77777777" w:rsidR="00CE2C62" w:rsidRPr="00C733EA" w:rsidRDefault="00CE2C62" w:rsidP="0055587E">
      <w:pPr>
        <w:spacing w:line="276" w:lineRule="auto"/>
        <w:rPr>
          <w:rFonts w:ascii="Arial" w:hAnsi="Arial" w:cs="Arial"/>
        </w:rPr>
      </w:pPr>
      <w:r w:rsidRPr="00C733EA">
        <w:rPr>
          <w:rFonts w:ascii="Arial" w:hAnsi="Arial" w:cs="Arial"/>
        </w:rPr>
        <w:t>Forster Profilsysteme AG</w:t>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t>mai public relations GmbH</w:t>
      </w:r>
    </w:p>
    <w:p w14:paraId="6FECCE94" w14:textId="4B796A18" w:rsidR="00CE2C62" w:rsidRPr="00C733EA" w:rsidRDefault="00CE2C62" w:rsidP="0055587E">
      <w:pPr>
        <w:spacing w:line="276" w:lineRule="auto"/>
        <w:rPr>
          <w:rFonts w:ascii="Arial" w:hAnsi="Arial" w:cs="Arial"/>
        </w:rPr>
      </w:pPr>
      <w:r w:rsidRPr="00C733EA">
        <w:rPr>
          <w:rFonts w:ascii="Arial" w:hAnsi="Arial" w:cs="Arial"/>
        </w:rPr>
        <w:t>Rosina Obermayer</w:t>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t>Arno Heitland</w:t>
      </w:r>
      <w:r w:rsidRPr="00C733EA">
        <w:rPr>
          <w:rFonts w:ascii="Arial" w:hAnsi="Arial" w:cs="Arial"/>
        </w:rPr>
        <w:br/>
        <w:t>Marketing Communication Manager</w:t>
      </w:r>
      <w:r w:rsidRPr="00C733EA">
        <w:rPr>
          <w:rFonts w:ascii="Arial" w:hAnsi="Arial" w:cs="Arial"/>
        </w:rPr>
        <w:tab/>
      </w:r>
      <w:r w:rsidRPr="00C733EA">
        <w:rPr>
          <w:rFonts w:ascii="Arial" w:hAnsi="Arial" w:cs="Arial"/>
        </w:rPr>
        <w:tab/>
      </w:r>
      <w:r w:rsidRPr="00C733EA">
        <w:rPr>
          <w:rFonts w:ascii="Arial" w:hAnsi="Arial" w:cs="Arial"/>
        </w:rPr>
        <w:tab/>
        <w:t>Senior-PR-Berater</w:t>
      </w:r>
      <w:r w:rsidRPr="00C733EA">
        <w:rPr>
          <w:rFonts w:ascii="Arial" w:hAnsi="Arial" w:cs="Arial"/>
        </w:rPr>
        <w:br/>
      </w:r>
      <w:r w:rsidR="000F0119" w:rsidRPr="00C733EA">
        <w:rPr>
          <w:rFonts w:ascii="Arial" w:hAnsi="Arial" w:cs="Arial"/>
        </w:rPr>
        <w:t>Hofstrasse 41</w:t>
      </w:r>
      <w:r w:rsidR="000F0119"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t>Leuschnerdamm 13</w:t>
      </w:r>
      <w:r w:rsidRPr="00C733EA">
        <w:rPr>
          <w:rFonts w:ascii="Arial" w:hAnsi="Arial" w:cs="Arial"/>
        </w:rPr>
        <w:br/>
      </w:r>
      <w:r w:rsidR="000F0119" w:rsidRPr="00C733EA">
        <w:rPr>
          <w:rFonts w:ascii="Arial" w:hAnsi="Arial" w:cs="Arial"/>
        </w:rPr>
        <w:t>8590 Romanshorn</w:t>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t>10999 Berlin</w:t>
      </w:r>
    </w:p>
    <w:p w14:paraId="6ABDF1E8" w14:textId="4B02A7F7" w:rsidR="00CE2C62" w:rsidRPr="00C733EA" w:rsidRDefault="00CE2C62" w:rsidP="0055587E">
      <w:pPr>
        <w:spacing w:line="276" w:lineRule="auto"/>
        <w:rPr>
          <w:rFonts w:ascii="Arial" w:hAnsi="Arial" w:cs="Arial"/>
        </w:rPr>
      </w:pPr>
      <w:r w:rsidRPr="00C733EA">
        <w:rPr>
          <w:rFonts w:ascii="Arial" w:hAnsi="Arial" w:cs="Arial"/>
        </w:rPr>
        <w:t>Schweiz</w:t>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t>Deutschland</w:t>
      </w:r>
      <w:r w:rsidRPr="00C733EA">
        <w:rPr>
          <w:rFonts w:ascii="Arial" w:hAnsi="Arial" w:cs="Arial"/>
        </w:rPr>
        <w:br/>
        <w:t>T. +41 (0) 71 552 43 14</w:t>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r>
      <w:r w:rsidRPr="00C733EA">
        <w:rPr>
          <w:rFonts w:ascii="Arial" w:hAnsi="Arial" w:cs="Arial"/>
        </w:rPr>
        <w:tab/>
        <w:t>T. +49 (0) 30 66 40 40 553</w:t>
      </w:r>
    </w:p>
    <w:p w14:paraId="13F65216" w14:textId="0CDC1543" w:rsidR="00CE2C62" w:rsidRPr="00C733EA" w:rsidRDefault="00CE2C62" w:rsidP="0055587E">
      <w:pPr>
        <w:spacing w:line="276" w:lineRule="auto"/>
        <w:rPr>
          <w:rFonts w:ascii="Arial" w:hAnsi="Arial" w:cs="Arial"/>
          <w:color w:val="6A8BFF"/>
        </w:rPr>
      </w:pPr>
      <w:hyperlink w:history="1">
        <w:r w:rsidRPr="00C733EA">
          <w:rPr>
            <w:rStyle w:val="Hyperlink"/>
            <w:rFonts w:ascii="Arial" w:hAnsi="Arial" w:cs="Arial"/>
            <w:color w:val="6A8BFF"/>
          </w:rPr>
          <w:t>rosina.obermayer@forstersystems.com</w:t>
        </w:r>
      </w:hyperlink>
      <w:r w:rsidRPr="00C733EA">
        <w:rPr>
          <w:rFonts w:ascii="Arial" w:hAnsi="Arial" w:cs="Arial"/>
          <w:color w:val="6A8BFF"/>
        </w:rPr>
        <w:t xml:space="preserve"> </w:t>
      </w:r>
      <w:r w:rsidRPr="00C733EA">
        <w:rPr>
          <w:rFonts w:ascii="Arial" w:hAnsi="Arial" w:cs="Arial"/>
          <w:color w:val="6A8BFF"/>
        </w:rPr>
        <w:tab/>
      </w:r>
      <w:r w:rsidRPr="00C733EA">
        <w:rPr>
          <w:rFonts w:ascii="Arial" w:hAnsi="Arial" w:cs="Arial"/>
          <w:color w:val="6A8BFF"/>
        </w:rPr>
        <w:tab/>
      </w:r>
      <w:hyperlink w:history="1">
        <w:r w:rsidRPr="00C733EA">
          <w:rPr>
            <w:rStyle w:val="Hyperlink"/>
            <w:rFonts w:ascii="Arial" w:hAnsi="Arial" w:cs="Arial"/>
            <w:color w:val="6A8BFF"/>
          </w:rPr>
          <w:t>forster@maipr.com</w:t>
        </w:r>
      </w:hyperlink>
      <w:r w:rsidRPr="00C733EA">
        <w:rPr>
          <w:rFonts w:ascii="Arial" w:hAnsi="Arial" w:cs="Arial"/>
          <w:color w:val="6A8BFF"/>
        </w:rPr>
        <w:tab/>
      </w:r>
      <w:r w:rsidRPr="00C733EA">
        <w:rPr>
          <w:rFonts w:ascii="Arial" w:hAnsi="Arial" w:cs="Arial"/>
          <w:color w:val="6A8BFF"/>
        </w:rPr>
        <w:tab/>
        <w:t xml:space="preserve"> </w:t>
      </w:r>
    </w:p>
    <w:p w14:paraId="66E197FC" w14:textId="77777777" w:rsidR="00937655" w:rsidRDefault="00ED768B" w:rsidP="007F508F">
      <w:pPr>
        <w:spacing w:line="276" w:lineRule="auto"/>
        <w:rPr>
          <w:rFonts w:ascii="Arial" w:hAnsi="Arial" w:cs="Arial"/>
        </w:rPr>
      </w:pPr>
      <w:hyperlink w:history="1">
        <w:r w:rsidRPr="00C733EA">
          <w:rPr>
            <w:rStyle w:val="Hyperlink"/>
            <w:rFonts w:ascii="Arial" w:hAnsi="Arial" w:cs="Arial"/>
            <w:color w:val="6A8BFF"/>
          </w:rPr>
          <w:t>forstersystems.com</w:t>
        </w:r>
      </w:hyperlink>
      <w:r w:rsidR="00CE2C62" w:rsidRPr="00C733EA">
        <w:rPr>
          <w:rFonts w:ascii="Arial" w:hAnsi="Arial" w:cs="Arial"/>
          <w:color w:val="6A8BFF"/>
        </w:rPr>
        <w:tab/>
      </w:r>
      <w:r w:rsidR="00CE2C62" w:rsidRPr="00C733EA">
        <w:rPr>
          <w:rFonts w:ascii="Arial" w:hAnsi="Arial" w:cs="Arial"/>
          <w:color w:val="6A8BFF"/>
        </w:rPr>
        <w:tab/>
      </w:r>
      <w:r w:rsidR="00CE2C62" w:rsidRPr="00C733EA">
        <w:rPr>
          <w:rFonts w:ascii="Arial" w:hAnsi="Arial" w:cs="Arial"/>
          <w:color w:val="6A8BFF"/>
        </w:rPr>
        <w:tab/>
      </w:r>
      <w:r w:rsidR="00CE2C62" w:rsidRPr="00C733EA">
        <w:rPr>
          <w:rFonts w:ascii="Arial" w:hAnsi="Arial" w:cs="Arial"/>
          <w:color w:val="6A8BFF"/>
        </w:rPr>
        <w:tab/>
      </w:r>
      <w:r w:rsidRPr="00C733EA">
        <w:rPr>
          <w:rFonts w:ascii="Arial" w:hAnsi="Arial" w:cs="Arial"/>
          <w:color w:val="6A8BFF"/>
        </w:rPr>
        <w:tab/>
      </w:r>
      <w:hyperlink w:history="1">
        <w:r w:rsidR="00CE2C62" w:rsidRPr="00C733EA">
          <w:rPr>
            <w:rStyle w:val="Hyperlink"/>
            <w:rFonts w:ascii="Arial" w:hAnsi="Arial" w:cs="Arial"/>
            <w:color w:val="6A8BFF"/>
          </w:rPr>
          <w:t>maipr.com</w:t>
        </w:r>
      </w:hyperlink>
      <w:r w:rsidR="00CE2C62" w:rsidRPr="00C733EA">
        <w:rPr>
          <w:rStyle w:val="Hyperlink"/>
          <w:rFonts w:ascii="Arial" w:hAnsi="Arial" w:cs="Arial"/>
          <w:color w:val="6A8BFF"/>
        </w:rPr>
        <w:br/>
      </w:r>
      <w:r w:rsidR="00E05BC7" w:rsidRPr="00C733EA">
        <w:rPr>
          <w:rFonts w:ascii="Arial" w:hAnsi="Arial" w:cs="Arial"/>
        </w:rPr>
        <w:br/>
      </w:r>
      <w:r w:rsidR="00E05BC7" w:rsidRPr="00C733EA">
        <w:rPr>
          <w:rFonts w:ascii="Arial" w:hAnsi="Arial" w:cs="Arial"/>
        </w:rPr>
        <w:br/>
      </w:r>
    </w:p>
    <w:p w14:paraId="56C76910" w14:textId="147851AA" w:rsidR="007F508F" w:rsidRDefault="00E05BC7" w:rsidP="007F508F">
      <w:pPr>
        <w:spacing w:line="276" w:lineRule="auto"/>
        <w:rPr>
          <w:rFonts w:ascii="Arial" w:hAnsi="Arial" w:cs="Arial"/>
          <w:b/>
          <w:bCs/>
        </w:rPr>
      </w:pPr>
      <w:r w:rsidRPr="00C733EA">
        <w:rPr>
          <w:rFonts w:ascii="Arial" w:hAnsi="Arial" w:cs="Arial"/>
        </w:rPr>
        <w:br/>
      </w:r>
      <w:r w:rsidR="00CE2C62" w:rsidRPr="00D6139B">
        <w:rPr>
          <w:rFonts w:ascii="Arial" w:hAnsi="Arial" w:cs="Arial"/>
          <w:b/>
          <w:bCs/>
        </w:rPr>
        <w:t>Abbildungen</w:t>
      </w:r>
    </w:p>
    <w:p w14:paraId="15CBD1A6" w14:textId="77777777" w:rsidR="00D6139B" w:rsidRPr="00FC2983" w:rsidRDefault="00D6139B" w:rsidP="007F508F">
      <w:pPr>
        <w:spacing w:line="276" w:lineRule="auto"/>
        <w:rPr>
          <w:rFonts w:ascii="Arial" w:hAnsi="Arial" w:cs="Arial"/>
          <w:b/>
          <w:bCs/>
          <w:highlight w:val="yellow"/>
        </w:rPr>
      </w:pPr>
    </w:p>
    <w:p w14:paraId="1B857AD7" w14:textId="38F53A1A" w:rsidR="00D6139B" w:rsidRDefault="00D6139B" w:rsidP="00772B9C">
      <w:pPr>
        <w:rPr>
          <w:rFonts w:ascii="Arial" w:eastAsia="Times New Roman" w:hAnsi="Arial" w:cs="Arial"/>
          <w:color w:val="000000"/>
          <w:sz w:val="18"/>
          <w:szCs w:val="18"/>
          <w:highlight w:val="yellow"/>
        </w:rPr>
      </w:pPr>
      <w:r>
        <w:rPr>
          <w:rFonts w:ascii="Arial" w:eastAsia="Times New Roman" w:hAnsi="Arial" w:cs="Arial"/>
          <w:noProof/>
          <w:color w:val="000000"/>
          <w:sz w:val="18"/>
          <w:szCs w:val="18"/>
        </w:rPr>
        <w:drawing>
          <wp:inline distT="0" distB="0" distL="0" distR="0" wp14:anchorId="0B048FAB" wp14:editId="2FA8FEFA">
            <wp:extent cx="2843530" cy="1910583"/>
            <wp:effectExtent l="0" t="0" r="1270" b="0"/>
            <wp:docPr id="5142797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279745" name="Grafik 51427974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65383" cy="1992457"/>
                    </a:xfrm>
                    <a:prstGeom prst="rect">
                      <a:avLst/>
                    </a:prstGeom>
                  </pic:spPr>
                </pic:pic>
              </a:graphicData>
            </a:graphic>
          </wp:inline>
        </w:drawing>
      </w:r>
      <w:r>
        <w:rPr>
          <w:rFonts w:ascii="Arial" w:eastAsia="Times New Roman" w:hAnsi="Arial" w:cs="Arial"/>
          <w:color w:val="000000"/>
          <w:sz w:val="18"/>
          <w:szCs w:val="18"/>
        </w:rPr>
        <w:t xml:space="preserve">    </w:t>
      </w:r>
      <w:r>
        <w:rPr>
          <w:rFonts w:ascii="Arial" w:eastAsia="Times New Roman" w:hAnsi="Arial" w:cs="Arial"/>
          <w:noProof/>
          <w:color w:val="000000"/>
          <w:sz w:val="18"/>
          <w:szCs w:val="18"/>
        </w:rPr>
        <w:drawing>
          <wp:inline distT="0" distB="0" distL="0" distR="0" wp14:anchorId="49ECCEB9" wp14:editId="0AA9D04E">
            <wp:extent cx="2843728" cy="1910715"/>
            <wp:effectExtent l="0" t="0" r="1270" b="0"/>
            <wp:docPr id="193885428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854280" name="Grafik 1938854280"/>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07089" cy="1953288"/>
                    </a:xfrm>
                    <a:prstGeom prst="rect">
                      <a:avLst/>
                    </a:prstGeom>
                  </pic:spPr>
                </pic:pic>
              </a:graphicData>
            </a:graphic>
          </wp:inline>
        </w:drawing>
      </w:r>
    </w:p>
    <w:p w14:paraId="179C75D9" w14:textId="41D699C2" w:rsidR="00D6139B" w:rsidRPr="00D6139B" w:rsidRDefault="00D6139B" w:rsidP="00772B9C">
      <w:pPr>
        <w:rPr>
          <w:rFonts w:ascii="Arial" w:hAnsi="Arial" w:cs="Arial"/>
        </w:rPr>
      </w:pPr>
      <w:r w:rsidRPr="00937655">
        <w:rPr>
          <w:rFonts w:ascii="Arial" w:hAnsi="Arial" w:cs="Arial"/>
          <w:i/>
          <w:iCs/>
        </w:rPr>
        <w:t xml:space="preserve">Unter dem Leitmotiv «nachhaltige Innovationen für die Bauindustrie» präsentiert Forster Profilsysteme auf der BAU 2025 ein vielfältiges Produkt- und Dienstleistungsportfolio. </w:t>
      </w:r>
      <w:r w:rsidRPr="00937655">
        <w:rPr>
          <w:rFonts w:ascii="Arial" w:hAnsi="Arial" w:cs="Arial"/>
          <w:i/>
          <w:iCs/>
        </w:rPr>
        <w:br/>
        <w:t xml:space="preserve">Abbildungen: </w:t>
      </w:r>
      <w:r w:rsidR="00937655" w:rsidRPr="00937655">
        <w:rPr>
          <w:rFonts w:ascii="Arial" w:hAnsi="Arial" w:cs="Arial"/>
          <w:i/>
          <w:iCs/>
          <w:szCs w:val="20"/>
          <w:lang w:val="de-DE"/>
        </w:rPr>
        <w:t>©</w:t>
      </w:r>
      <w:r w:rsidR="00937655">
        <w:rPr>
          <w:rFonts w:ascii="Arial" w:hAnsi="Arial" w:cs="Arial"/>
          <w:i/>
          <w:iCs/>
          <w:szCs w:val="20"/>
          <w:lang w:val="de-DE"/>
        </w:rPr>
        <w:t xml:space="preserve"> </w:t>
      </w:r>
      <w:r w:rsidR="00937655" w:rsidRPr="00C15B49">
        <w:rPr>
          <w:rFonts w:ascii="Arial" w:hAnsi="Arial" w:cs="Arial"/>
          <w:i/>
          <w:iCs/>
          <w:color w:val="000000"/>
          <w:szCs w:val="20"/>
        </w:rPr>
        <w:t>Forster Profilsysteme</w:t>
      </w:r>
    </w:p>
    <w:p w14:paraId="0B28452F" w14:textId="77777777" w:rsidR="00D6139B" w:rsidRDefault="00D6139B" w:rsidP="00772B9C">
      <w:pPr>
        <w:rPr>
          <w:rFonts w:ascii="Arial" w:hAnsi="Arial" w:cs="Arial"/>
          <w:b/>
          <w:bCs/>
        </w:rPr>
      </w:pPr>
    </w:p>
    <w:p w14:paraId="32A0D119" w14:textId="77777777" w:rsidR="00D6139B" w:rsidRDefault="00D6139B" w:rsidP="00772B9C">
      <w:pPr>
        <w:rPr>
          <w:rFonts w:ascii="Arial" w:eastAsia="Times New Roman" w:hAnsi="Arial" w:cs="Arial"/>
          <w:color w:val="000000"/>
          <w:sz w:val="18"/>
          <w:szCs w:val="18"/>
          <w:highlight w:val="yellow"/>
        </w:rPr>
      </w:pPr>
    </w:p>
    <w:p w14:paraId="4DD49D60" w14:textId="77777777" w:rsidR="00D6139B" w:rsidRDefault="00D6139B" w:rsidP="00772B9C">
      <w:pPr>
        <w:rPr>
          <w:rFonts w:ascii="Arial" w:eastAsia="Times New Roman" w:hAnsi="Arial" w:cs="Arial"/>
          <w:color w:val="000000"/>
          <w:sz w:val="18"/>
          <w:szCs w:val="18"/>
          <w:highlight w:val="yellow"/>
        </w:rPr>
      </w:pPr>
    </w:p>
    <w:p w14:paraId="7773F736" w14:textId="77777777" w:rsidR="001D3C61" w:rsidRPr="00C733EA" w:rsidRDefault="001D3C61" w:rsidP="00772B9C">
      <w:pPr>
        <w:rPr>
          <w:rFonts w:ascii="Arial" w:hAnsi="Arial" w:cs="Arial"/>
          <w:szCs w:val="20"/>
        </w:rPr>
      </w:pPr>
    </w:p>
    <w:sectPr w:rsidR="001D3C61" w:rsidRPr="00C733EA" w:rsidSect="00BB6059">
      <w:headerReference w:type="default" r:id="rId11"/>
      <w:footerReference w:type="default" r:id="rId12"/>
      <w:headerReference w:type="first" r:id="rId13"/>
      <w:footerReference w:type="first" r:id="rId14"/>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D93D7" w14:textId="77777777" w:rsidR="000F6900" w:rsidRDefault="000F6900" w:rsidP="009A2B91">
      <w:r>
        <w:separator/>
      </w:r>
    </w:p>
  </w:endnote>
  <w:endnote w:type="continuationSeparator" w:id="0">
    <w:p w14:paraId="3F5505B3" w14:textId="77777777" w:rsidR="000F6900" w:rsidRDefault="000F6900"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604020202020204"/>
    <w:charset w:val="00"/>
    <w:family w:val="swiss"/>
    <w:pitch w:val="variable"/>
    <w:sig w:usb0="800000AF"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 w:name="Faktum">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F37E5" w14:textId="77777777" w:rsidR="000F6900" w:rsidRDefault="000F6900" w:rsidP="009A2B91">
      <w:r>
        <w:separator/>
      </w:r>
    </w:p>
  </w:footnote>
  <w:footnote w:type="continuationSeparator" w:id="0">
    <w:p w14:paraId="39D55A82" w14:textId="77777777" w:rsidR="000F6900" w:rsidRDefault="000F6900"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223C"/>
    <w:rsid w:val="00022692"/>
    <w:rsid w:val="00037D1A"/>
    <w:rsid w:val="00040766"/>
    <w:rsid w:val="0004081C"/>
    <w:rsid w:val="00041E15"/>
    <w:rsid w:val="0004561C"/>
    <w:rsid w:val="00053B14"/>
    <w:rsid w:val="00054F3D"/>
    <w:rsid w:val="00056272"/>
    <w:rsid w:val="000617FE"/>
    <w:rsid w:val="00072798"/>
    <w:rsid w:val="00081917"/>
    <w:rsid w:val="00091834"/>
    <w:rsid w:val="0009292D"/>
    <w:rsid w:val="000A5EB2"/>
    <w:rsid w:val="000B3789"/>
    <w:rsid w:val="000B4108"/>
    <w:rsid w:val="000D621C"/>
    <w:rsid w:val="000D6802"/>
    <w:rsid w:val="000D6DA7"/>
    <w:rsid w:val="000D724B"/>
    <w:rsid w:val="000E1D1C"/>
    <w:rsid w:val="000E7577"/>
    <w:rsid w:val="000F0119"/>
    <w:rsid w:val="000F6900"/>
    <w:rsid w:val="000F7E5C"/>
    <w:rsid w:val="00101431"/>
    <w:rsid w:val="00112C38"/>
    <w:rsid w:val="00116DB6"/>
    <w:rsid w:val="00120480"/>
    <w:rsid w:val="001254B6"/>
    <w:rsid w:val="0013492B"/>
    <w:rsid w:val="00135CFE"/>
    <w:rsid w:val="0013778F"/>
    <w:rsid w:val="0014409A"/>
    <w:rsid w:val="00145C30"/>
    <w:rsid w:val="001466D4"/>
    <w:rsid w:val="00147375"/>
    <w:rsid w:val="001501CE"/>
    <w:rsid w:val="001570F1"/>
    <w:rsid w:val="00162EF6"/>
    <w:rsid w:val="00165A77"/>
    <w:rsid w:val="001673E8"/>
    <w:rsid w:val="00171D89"/>
    <w:rsid w:val="00173117"/>
    <w:rsid w:val="00175175"/>
    <w:rsid w:val="00177625"/>
    <w:rsid w:val="00196AAC"/>
    <w:rsid w:val="00197745"/>
    <w:rsid w:val="001A43A7"/>
    <w:rsid w:val="001A5161"/>
    <w:rsid w:val="001B51D1"/>
    <w:rsid w:val="001B59F0"/>
    <w:rsid w:val="001D3C61"/>
    <w:rsid w:val="001D5F25"/>
    <w:rsid w:val="001E5C07"/>
    <w:rsid w:val="001F4972"/>
    <w:rsid w:val="001F6FD7"/>
    <w:rsid w:val="00204DFE"/>
    <w:rsid w:val="00205238"/>
    <w:rsid w:val="00217A97"/>
    <w:rsid w:val="002537F3"/>
    <w:rsid w:val="00254D68"/>
    <w:rsid w:val="00255BE5"/>
    <w:rsid w:val="00257402"/>
    <w:rsid w:val="00264B08"/>
    <w:rsid w:val="00270EF2"/>
    <w:rsid w:val="002713ED"/>
    <w:rsid w:val="002837B4"/>
    <w:rsid w:val="00292DAC"/>
    <w:rsid w:val="002B0C17"/>
    <w:rsid w:val="002B4E80"/>
    <w:rsid w:val="002B71EE"/>
    <w:rsid w:val="002C3537"/>
    <w:rsid w:val="002C3753"/>
    <w:rsid w:val="002C4468"/>
    <w:rsid w:val="002C7E57"/>
    <w:rsid w:val="002D2336"/>
    <w:rsid w:val="002E53D1"/>
    <w:rsid w:val="002E6CFB"/>
    <w:rsid w:val="0030086D"/>
    <w:rsid w:val="00305A74"/>
    <w:rsid w:val="003167BF"/>
    <w:rsid w:val="00316CB8"/>
    <w:rsid w:val="0032595F"/>
    <w:rsid w:val="00331696"/>
    <w:rsid w:val="003318E0"/>
    <w:rsid w:val="00333007"/>
    <w:rsid w:val="003370E2"/>
    <w:rsid w:val="0034170C"/>
    <w:rsid w:val="00357E14"/>
    <w:rsid w:val="00361069"/>
    <w:rsid w:val="0036708A"/>
    <w:rsid w:val="0038430A"/>
    <w:rsid w:val="00391398"/>
    <w:rsid w:val="0039198D"/>
    <w:rsid w:val="003942CE"/>
    <w:rsid w:val="00395929"/>
    <w:rsid w:val="00397AA1"/>
    <w:rsid w:val="003A1D9E"/>
    <w:rsid w:val="003A6EE2"/>
    <w:rsid w:val="003B06B5"/>
    <w:rsid w:val="003B4B6E"/>
    <w:rsid w:val="003B626E"/>
    <w:rsid w:val="003C09F5"/>
    <w:rsid w:val="003C69D2"/>
    <w:rsid w:val="003C76F7"/>
    <w:rsid w:val="003D17FB"/>
    <w:rsid w:val="003D1B51"/>
    <w:rsid w:val="003D32AD"/>
    <w:rsid w:val="003E0AFB"/>
    <w:rsid w:val="003F0505"/>
    <w:rsid w:val="003F06CF"/>
    <w:rsid w:val="003F0BDE"/>
    <w:rsid w:val="003F32CC"/>
    <w:rsid w:val="003F3DDA"/>
    <w:rsid w:val="003F4FDD"/>
    <w:rsid w:val="003F5CED"/>
    <w:rsid w:val="004034C9"/>
    <w:rsid w:val="00413677"/>
    <w:rsid w:val="00414F5F"/>
    <w:rsid w:val="00430832"/>
    <w:rsid w:val="00430BF2"/>
    <w:rsid w:val="004425A1"/>
    <w:rsid w:val="00445EFA"/>
    <w:rsid w:val="004479B8"/>
    <w:rsid w:val="00464E46"/>
    <w:rsid w:val="00467B19"/>
    <w:rsid w:val="0047161F"/>
    <w:rsid w:val="0047281A"/>
    <w:rsid w:val="00477F5E"/>
    <w:rsid w:val="00482782"/>
    <w:rsid w:val="0048288D"/>
    <w:rsid w:val="004833B4"/>
    <w:rsid w:val="00486E66"/>
    <w:rsid w:val="004A1766"/>
    <w:rsid w:val="004A45D6"/>
    <w:rsid w:val="004C2CBA"/>
    <w:rsid w:val="004E1522"/>
    <w:rsid w:val="004E79A8"/>
    <w:rsid w:val="004F4404"/>
    <w:rsid w:val="0050313C"/>
    <w:rsid w:val="00511C5D"/>
    <w:rsid w:val="00516638"/>
    <w:rsid w:val="00523274"/>
    <w:rsid w:val="005237E9"/>
    <w:rsid w:val="00524942"/>
    <w:rsid w:val="0052780F"/>
    <w:rsid w:val="00536561"/>
    <w:rsid w:val="00537889"/>
    <w:rsid w:val="0054236A"/>
    <w:rsid w:val="00543A14"/>
    <w:rsid w:val="00545833"/>
    <w:rsid w:val="005479D2"/>
    <w:rsid w:val="00553A9C"/>
    <w:rsid w:val="00553E69"/>
    <w:rsid w:val="00554964"/>
    <w:rsid w:val="0055587E"/>
    <w:rsid w:val="005562E8"/>
    <w:rsid w:val="005679CA"/>
    <w:rsid w:val="00567BBE"/>
    <w:rsid w:val="00573445"/>
    <w:rsid w:val="00575B05"/>
    <w:rsid w:val="0058292A"/>
    <w:rsid w:val="005835F4"/>
    <w:rsid w:val="00585720"/>
    <w:rsid w:val="00590865"/>
    <w:rsid w:val="00591721"/>
    <w:rsid w:val="00592CAF"/>
    <w:rsid w:val="00595239"/>
    <w:rsid w:val="005A2AE6"/>
    <w:rsid w:val="005D3A6A"/>
    <w:rsid w:val="005D7453"/>
    <w:rsid w:val="005E2E68"/>
    <w:rsid w:val="005F3208"/>
    <w:rsid w:val="00602691"/>
    <w:rsid w:val="00605CE6"/>
    <w:rsid w:val="006112F9"/>
    <w:rsid w:val="006136DD"/>
    <w:rsid w:val="00634AFE"/>
    <w:rsid w:val="00641570"/>
    <w:rsid w:val="00641B52"/>
    <w:rsid w:val="00642E0D"/>
    <w:rsid w:val="00666471"/>
    <w:rsid w:val="0066775B"/>
    <w:rsid w:val="006803F7"/>
    <w:rsid w:val="0068078E"/>
    <w:rsid w:val="0068430F"/>
    <w:rsid w:val="00686C7C"/>
    <w:rsid w:val="00687C3B"/>
    <w:rsid w:val="006924A7"/>
    <w:rsid w:val="00693A8E"/>
    <w:rsid w:val="00695A6F"/>
    <w:rsid w:val="006A00DF"/>
    <w:rsid w:val="006A10D8"/>
    <w:rsid w:val="006A6086"/>
    <w:rsid w:val="006A6825"/>
    <w:rsid w:val="006B151B"/>
    <w:rsid w:val="006B1A63"/>
    <w:rsid w:val="006B5056"/>
    <w:rsid w:val="006C43AC"/>
    <w:rsid w:val="006C55E0"/>
    <w:rsid w:val="006D2DBE"/>
    <w:rsid w:val="006D3F62"/>
    <w:rsid w:val="006E5790"/>
    <w:rsid w:val="006F2CE9"/>
    <w:rsid w:val="0070197F"/>
    <w:rsid w:val="00702BE9"/>
    <w:rsid w:val="00711C2F"/>
    <w:rsid w:val="007127AE"/>
    <w:rsid w:val="00715BAE"/>
    <w:rsid w:val="00727841"/>
    <w:rsid w:val="007315A7"/>
    <w:rsid w:val="00734FFC"/>
    <w:rsid w:val="00735332"/>
    <w:rsid w:val="0074127E"/>
    <w:rsid w:val="00742DE4"/>
    <w:rsid w:val="00744BD8"/>
    <w:rsid w:val="0074613E"/>
    <w:rsid w:val="00764787"/>
    <w:rsid w:val="007705D7"/>
    <w:rsid w:val="00772B9C"/>
    <w:rsid w:val="00775621"/>
    <w:rsid w:val="00780751"/>
    <w:rsid w:val="007842D2"/>
    <w:rsid w:val="00790623"/>
    <w:rsid w:val="007A18A7"/>
    <w:rsid w:val="007B3052"/>
    <w:rsid w:val="007C344E"/>
    <w:rsid w:val="007C3AE8"/>
    <w:rsid w:val="007C5A8B"/>
    <w:rsid w:val="007D1820"/>
    <w:rsid w:val="007D6856"/>
    <w:rsid w:val="007D7C81"/>
    <w:rsid w:val="007E29E5"/>
    <w:rsid w:val="007E6768"/>
    <w:rsid w:val="007F0259"/>
    <w:rsid w:val="007F508F"/>
    <w:rsid w:val="00816E42"/>
    <w:rsid w:val="00825295"/>
    <w:rsid w:val="0082563D"/>
    <w:rsid w:val="008526BB"/>
    <w:rsid w:val="00856D06"/>
    <w:rsid w:val="00864FBC"/>
    <w:rsid w:val="00867388"/>
    <w:rsid w:val="008756F8"/>
    <w:rsid w:val="0087700F"/>
    <w:rsid w:val="008772B2"/>
    <w:rsid w:val="00877845"/>
    <w:rsid w:val="00882066"/>
    <w:rsid w:val="00885D84"/>
    <w:rsid w:val="00886A58"/>
    <w:rsid w:val="00893331"/>
    <w:rsid w:val="008A5AAB"/>
    <w:rsid w:val="008C67EA"/>
    <w:rsid w:val="008D2EAB"/>
    <w:rsid w:val="008E508E"/>
    <w:rsid w:val="008F4C22"/>
    <w:rsid w:val="00901AD5"/>
    <w:rsid w:val="00904FD9"/>
    <w:rsid w:val="0090543A"/>
    <w:rsid w:val="009065BC"/>
    <w:rsid w:val="0090692E"/>
    <w:rsid w:val="00910AC2"/>
    <w:rsid w:val="00911BE1"/>
    <w:rsid w:val="00912254"/>
    <w:rsid w:val="00914F3A"/>
    <w:rsid w:val="009157A6"/>
    <w:rsid w:val="0091649B"/>
    <w:rsid w:val="00932412"/>
    <w:rsid w:val="00937655"/>
    <w:rsid w:val="00940BD2"/>
    <w:rsid w:val="0094443C"/>
    <w:rsid w:val="00944920"/>
    <w:rsid w:val="00944B7E"/>
    <w:rsid w:val="00950F13"/>
    <w:rsid w:val="00952F3D"/>
    <w:rsid w:val="00955FD1"/>
    <w:rsid w:val="00973B2E"/>
    <w:rsid w:val="00975076"/>
    <w:rsid w:val="00981482"/>
    <w:rsid w:val="009905F8"/>
    <w:rsid w:val="009A0B47"/>
    <w:rsid w:val="009A2B91"/>
    <w:rsid w:val="009A6C77"/>
    <w:rsid w:val="009B3585"/>
    <w:rsid w:val="009B7B80"/>
    <w:rsid w:val="009C3F17"/>
    <w:rsid w:val="009D3D32"/>
    <w:rsid w:val="009E1F34"/>
    <w:rsid w:val="009E379C"/>
    <w:rsid w:val="009E3A00"/>
    <w:rsid w:val="009E674F"/>
    <w:rsid w:val="009E799D"/>
    <w:rsid w:val="009F1BDA"/>
    <w:rsid w:val="00A005C0"/>
    <w:rsid w:val="00A068C0"/>
    <w:rsid w:val="00A10D85"/>
    <w:rsid w:val="00A21171"/>
    <w:rsid w:val="00A23A30"/>
    <w:rsid w:val="00A24831"/>
    <w:rsid w:val="00A30A33"/>
    <w:rsid w:val="00A34156"/>
    <w:rsid w:val="00A34764"/>
    <w:rsid w:val="00A534AA"/>
    <w:rsid w:val="00A60848"/>
    <w:rsid w:val="00A611D4"/>
    <w:rsid w:val="00A63BA9"/>
    <w:rsid w:val="00A71BBC"/>
    <w:rsid w:val="00A73221"/>
    <w:rsid w:val="00A8619B"/>
    <w:rsid w:val="00A869B1"/>
    <w:rsid w:val="00A92A34"/>
    <w:rsid w:val="00A92C0F"/>
    <w:rsid w:val="00A92DDF"/>
    <w:rsid w:val="00A96245"/>
    <w:rsid w:val="00AA43DA"/>
    <w:rsid w:val="00AA52AF"/>
    <w:rsid w:val="00AB28D5"/>
    <w:rsid w:val="00AB3C87"/>
    <w:rsid w:val="00AC32C7"/>
    <w:rsid w:val="00AC3868"/>
    <w:rsid w:val="00AC459E"/>
    <w:rsid w:val="00AD111E"/>
    <w:rsid w:val="00AD186F"/>
    <w:rsid w:val="00AE1C75"/>
    <w:rsid w:val="00AF3213"/>
    <w:rsid w:val="00B01B90"/>
    <w:rsid w:val="00B02099"/>
    <w:rsid w:val="00B04C07"/>
    <w:rsid w:val="00B07D7E"/>
    <w:rsid w:val="00B13506"/>
    <w:rsid w:val="00B16DE5"/>
    <w:rsid w:val="00B27368"/>
    <w:rsid w:val="00B33DF6"/>
    <w:rsid w:val="00B341D8"/>
    <w:rsid w:val="00B348AE"/>
    <w:rsid w:val="00B34D47"/>
    <w:rsid w:val="00B429AE"/>
    <w:rsid w:val="00B45BDA"/>
    <w:rsid w:val="00B46CB5"/>
    <w:rsid w:val="00B50976"/>
    <w:rsid w:val="00B574AB"/>
    <w:rsid w:val="00B65135"/>
    <w:rsid w:val="00B6637F"/>
    <w:rsid w:val="00B70E4A"/>
    <w:rsid w:val="00B71D23"/>
    <w:rsid w:val="00B777F9"/>
    <w:rsid w:val="00B80202"/>
    <w:rsid w:val="00B90C25"/>
    <w:rsid w:val="00B92808"/>
    <w:rsid w:val="00B93787"/>
    <w:rsid w:val="00B939E1"/>
    <w:rsid w:val="00BA01E0"/>
    <w:rsid w:val="00BA53E3"/>
    <w:rsid w:val="00BA6E70"/>
    <w:rsid w:val="00BB1BA3"/>
    <w:rsid w:val="00BB6059"/>
    <w:rsid w:val="00BB6E6F"/>
    <w:rsid w:val="00BB76F7"/>
    <w:rsid w:val="00BC1C6D"/>
    <w:rsid w:val="00BC351B"/>
    <w:rsid w:val="00BC47E9"/>
    <w:rsid w:val="00BD367A"/>
    <w:rsid w:val="00BE016A"/>
    <w:rsid w:val="00BE53BD"/>
    <w:rsid w:val="00BE6627"/>
    <w:rsid w:val="00BF4696"/>
    <w:rsid w:val="00C02457"/>
    <w:rsid w:val="00C04F11"/>
    <w:rsid w:val="00C05229"/>
    <w:rsid w:val="00C06B6A"/>
    <w:rsid w:val="00C07EF7"/>
    <w:rsid w:val="00C15B49"/>
    <w:rsid w:val="00C208E9"/>
    <w:rsid w:val="00C25F62"/>
    <w:rsid w:val="00C261D6"/>
    <w:rsid w:val="00C46AD6"/>
    <w:rsid w:val="00C47753"/>
    <w:rsid w:val="00C51B4D"/>
    <w:rsid w:val="00C5721F"/>
    <w:rsid w:val="00C6196A"/>
    <w:rsid w:val="00C702A4"/>
    <w:rsid w:val="00C72A70"/>
    <w:rsid w:val="00C733EA"/>
    <w:rsid w:val="00C74FFB"/>
    <w:rsid w:val="00C75E25"/>
    <w:rsid w:val="00C77FE7"/>
    <w:rsid w:val="00C80D36"/>
    <w:rsid w:val="00C83DDF"/>
    <w:rsid w:val="00CA07CC"/>
    <w:rsid w:val="00CA2406"/>
    <w:rsid w:val="00CC07E2"/>
    <w:rsid w:val="00CC4FF8"/>
    <w:rsid w:val="00CE0F03"/>
    <w:rsid w:val="00CE2C62"/>
    <w:rsid w:val="00CE3477"/>
    <w:rsid w:val="00CE4C2C"/>
    <w:rsid w:val="00CE5B66"/>
    <w:rsid w:val="00CE7CD2"/>
    <w:rsid w:val="00D0737E"/>
    <w:rsid w:val="00D13003"/>
    <w:rsid w:val="00D339F8"/>
    <w:rsid w:val="00D37866"/>
    <w:rsid w:val="00D412FF"/>
    <w:rsid w:val="00D437C7"/>
    <w:rsid w:val="00D53E70"/>
    <w:rsid w:val="00D57B5D"/>
    <w:rsid w:val="00D60237"/>
    <w:rsid w:val="00D60F35"/>
    <w:rsid w:val="00D6139B"/>
    <w:rsid w:val="00D65407"/>
    <w:rsid w:val="00D670E1"/>
    <w:rsid w:val="00D847D6"/>
    <w:rsid w:val="00D9110C"/>
    <w:rsid w:val="00D911BA"/>
    <w:rsid w:val="00D92425"/>
    <w:rsid w:val="00D96FE6"/>
    <w:rsid w:val="00DA4D92"/>
    <w:rsid w:val="00DA4D95"/>
    <w:rsid w:val="00DA6E85"/>
    <w:rsid w:val="00DB02EC"/>
    <w:rsid w:val="00DB12D1"/>
    <w:rsid w:val="00DC07B6"/>
    <w:rsid w:val="00DC3463"/>
    <w:rsid w:val="00DC40DF"/>
    <w:rsid w:val="00DD3749"/>
    <w:rsid w:val="00DE4D49"/>
    <w:rsid w:val="00DF75B4"/>
    <w:rsid w:val="00E00429"/>
    <w:rsid w:val="00E04BEB"/>
    <w:rsid w:val="00E05BC7"/>
    <w:rsid w:val="00E06E23"/>
    <w:rsid w:val="00E12D99"/>
    <w:rsid w:val="00E14FC8"/>
    <w:rsid w:val="00E15EC3"/>
    <w:rsid w:val="00E17B82"/>
    <w:rsid w:val="00E206EF"/>
    <w:rsid w:val="00E26D46"/>
    <w:rsid w:val="00E33D24"/>
    <w:rsid w:val="00E43E88"/>
    <w:rsid w:val="00E443EA"/>
    <w:rsid w:val="00E44895"/>
    <w:rsid w:val="00E47869"/>
    <w:rsid w:val="00E53496"/>
    <w:rsid w:val="00E568F1"/>
    <w:rsid w:val="00E6730E"/>
    <w:rsid w:val="00E73B15"/>
    <w:rsid w:val="00E830C2"/>
    <w:rsid w:val="00E85D61"/>
    <w:rsid w:val="00E86815"/>
    <w:rsid w:val="00E920ED"/>
    <w:rsid w:val="00E941F7"/>
    <w:rsid w:val="00EA3062"/>
    <w:rsid w:val="00EB300F"/>
    <w:rsid w:val="00EC0758"/>
    <w:rsid w:val="00EC1A9E"/>
    <w:rsid w:val="00EC57B4"/>
    <w:rsid w:val="00ED00BC"/>
    <w:rsid w:val="00ED5AC6"/>
    <w:rsid w:val="00ED768B"/>
    <w:rsid w:val="00EE6C8F"/>
    <w:rsid w:val="00EF065A"/>
    <w:rsid w:val="00EF469D"/>
    <w:rsid w:val="00F06BA3"/>
    <w:rsid w:val="00F1312E"/>
    <w:rsid w:val="00F31147"/>
    <w:rsid w:val="00F37AE4"/>
    <w:rsid w:val="00F4199A"/>
    <w:rsid w:val="00F45CD8"/>
    <w:rsid w:val="00F544C0"/>
    <w:rsid w:val="00F74F3E"/>
    <w:rsid w:val="00F80B17"/>
    <w:rsid w:val="00F83C99"/>
    <w:rsid w:val="00F91ACB"/>
    <w:rsid w:val="00F91FE7"/>
    <w:rsid w:val="00F953A8"/>
    <w:rsid w:val="00F9750E"/>
    <w:rsid w:val="00FB051A"/>
    <w:rsid w:val="00FB259F"/>
    <w:rsid w:val="00FB3354"/>
    <w:rsid w:val="00FB3F13"/>
    <w:rsid w:val="00FB78E1"/>
    <w:rsid w:val="00FC2983"/>
    <w:rsid w:val="00FC4A75"/>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067211">
      <w:bodyDiv w:val="1"/>
      <w:marLeft w:val="0"/>
      <w:marRight w:val="0"/>
      <w:marTop w:val="0"/>
      <w:marBottom w:val="0"/>
      <w:divBdr>
        <w:top w:val="none" w:sz="0" w:space="0" w:color="auto"/>
        <w:left w:val="none" w:sz="0" w:space="0" w:color="auto"/>
        <w:bottom w:val="none" w:sz="0" w:space="0" w:color="auto"/>
        <w:right w:val="none" w:sz="0" w:space="0" w:color="auto"/>
      </w:divBdr>
    </w:div>
    <w:div w:id="232199981">
      <w:bodyDiv w:val="1"/>
      <w:marLeft w:val="0"/>
      <w:marRight w:val="0"/>
      <w:marTop w:val="0"/>
      <w:marBottom w:val="0"/>
      <w:divBdr>
        <w:top w:val="none" w:sz="0" w:space="0" w:color="auto"/>
        <w:left w:val="none" w:sz="0" w:space="0" w:color="auto"/>
        <w:bottom w:val="none" w:sz="0" w:space="0" w:color="auto"/>
        <w:right w:val="none" w:sz="0" w:space="0" w:color="auto"/>
      </w:divBdr>
    </w:div>
    <w:div w:id="418796785">
      <w:bodyDiv w:val="1"/>
      <w:marLeft w:val="0"/>
      <w:marRight w:val="0"/>
      <w:marTop w:val="0"/>
      <w:marBottom w:val="0"/>
      <w:divBdr>
        <w:top w:val="none" w:sz="0" w:space="0" w:color="auto"/>
        <w:left w:val="none" w:sz="0" w:space="0" w:color="auto"/>
        <w:bottom w:val="none" w:sz="0" w:space="0" w:color="auto"/>
        <w:right w:val="none" w:sz="0" w:space="0" w:color="auto"/>
      </w:divBdr>
    </w:div>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5514">
      <w:bodyDiv w:val="1"/>
      <w:marLeft w:val="0"/>
      <w:marRight w:val="0"/>
      <w:marTop w:val="0"/>
      <w:marBottom w:val="0"/>
      <w:divBdr>
        <w:top w:val="none" w:sz="0" w:space="0" w:color="auto"/>
        <w:left w:val="none" w:sz="0" w:space="0" w:color="auto"/>
        <w:bottom w:val="none" w:sz="0" w:space="0" w:color="auto"/>
        <w:right w:val="none" w:sz="0" w:space="0" w:color="auto"/>
      </w:divBdr>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168222">
      <w:bodyDiv w:val="1"/>
      <w:marLeft w:val="0"/>
      <w:marRight w:val="0"/>
      <w:marTop w:val="0"/>
      <w:marBottom w:val="0"/>
      <w:divBdr>
        <w:top w:val="none" w:sz="0" w:space="0" w:color="auto"/>
        <w:left w:val="none" w:sz="0" w:space="0" w:color="auto"/>
        <w:bottom w:val="none" w:sz="0" w:space="0" w:color="auto"/>
        <w:right w:val="none" w:sz="0" w:space="0" w:color="auto"/>
      </w:divBdr>
    </w:div>
    <w:div w:id="1688285845">
      <w:bodyDiv w:val="1"/>
      <w:marLeft w:val="0"/>
      <w:marRight w:val="0"/>
      <w:marTop w:val="0"/>
      <w:marBottom w:val="0"/>
      <w:divBdr>
        <w:top w:val="none" w:sz="0" w:space="0" w:color="auto"/>
        <w:left w:val="none" w:sz="0" w:space="0" w:color="auto"/>
        <w:bottom w:val="none" w:sz="0" w:space="0" w:color="auto"/>
        <w:right w:val="none" w:sz="0" w:space="0" w:color="auto"/>
      </w:divBdr>
    </w:div>
    <w:div w:id="19799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de-de/forster-profilsysteme-ag.htm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1022</Words>
  <Characters>6443</Characters>
  <Application>Microsoft Office Word</Application>
  <DocSecurity>0</DocSecurity>
  <Lines>53</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7451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3</cp:revision>
  <cp:lastPrinted>2024-10-30T14:33:00Z</cp:lastPrinted>
  <dcterms:created xsi:type="dcterms:W3CDTF">2024-11-06T11:02:00Z</dcterms:created>
  <dcterms:modified xsi:type="dcterms:W3CDTF">2024-11-06T11:05:00Z</dcterms:modified>
  <cp:category/>
</cp:coreProperties>
</file>