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3A092242" w:rsidR="00331696" w:rsidRPr="005A5C05" w:rsidRDefault="00BD6CFF" w:rsidP="00511C5D">
      <w:pPr>
        <w:rPr>
          <w:rFonts w:ascii="Arial" w:hAnsi="Arial" w:cs="Arial"/>
          <w:sz w:val="27"/>
          <w:szCs w:val="27"/>
          <w:lang w:val="fr-FR"/>
        </w:rPr>
      </w:pPr>
      <w:r w:rsidRPr="005A5C05">
        <w:rPr>
          <w:rFonts w:ascii="Arial" w:hAnsi="Arial" w:cs="Arial"/>
          <w:sz w:val="27"/>
          <w:szCs w:val="27"/>
          <w:lang w:val="fr-FR"/>
        </w:rPr>
        <w:t>Communiqué de presse</w:t>
      </w:r>
      <w:r w:rsidR="00CE2C62" w:rsidRPr="005A5C05">
        <w:rPr>
          <w:rFonts w:ascii="Arial" w:hAnsi="Arial" w:cs="Arial"/>
          <w:sz w:val="27"/>
          <w:szCs w:val="27"/>
          <w:lang w:val="fr-FR"/>
        </w:rPr>
        <w:t xml:space="preserve"> </w:t>
      </w:r>
      <w:r w:rsidR="00B76D4E" w:rsidRPr="005A5C05">
        <w:rPr>
          <w:rFonts w:ascii="Arial" w:hAnsi="Arial" w:cs="Arial"/>
          <w:sz w:val="27"/>
          <w:szCs w:val="27"/>
          <w:lang w:val="fr-FR"/>
        </w:rPr>
        <w:t>0</w:t>
      </w:r>
      <w:r w:rsidR="005A5C05" w:rsidRPr="005A5C05">
        <w:rPr>
          <w:rFonts w:ascii="Arial" w:hAnsi="Arial" w:cs="Arial"/>
          <w:sz w:val="27"/>
          <w:szCs w:val="27"/>
          <w:lang w:val="fr-FR"/>
        </w:rPr>
        <w:t>3</w:t>
      </w:r>
      <w:r w:rsidR="00CE2C62" w:rsidRPr="005A5C05">
        <w:rPr>
          <w:rFonts w:ascii="Arial" w:hAnsi="Arial" w:cs="Arial"/>
          <w:sz w:val="27"/>
          <w:szCs w:val="27"/>
          <w:lang w:val="fr-FR"/>
        </w:rPr>
        <w:t>/202</w:t>
      </w:r>
      <w:r w:rsidR="00D1704E" w:rsidRPr="005A5C05">
        <w:rPr>
          <w:rFonts w:ascii="Arial" w:hAnsi="Arial" w:cs="Arial"/>
          <w:sz w:val="27"/>
          <w:szCs w:val="27"/>
          <w:lang w:val="fr-FR"/>
        </w:rPr>
        <w:t>5</w:t>
      </w:r>
    </w:p>
    <w:p w14:paraId="1629F4E9" w14:textId="62A5420B" w:rsidR="00CE2C62" w:rsidRPr="005A5C05" w:rsidRDefault="00CE2C62" w:rsidP="00511C5D">
      <w:pPr>
        <w:rPr>
          <w:rFonts w:ascii="Arial" w:hAnsi="Arial" w:cs="Arial"/>
          <w:lang w:val="fr-FR"/>
        </w:rPr>
      </w:pPr>
    </w:p>
    <w:p w14:paraId="78E3910F" w14:textId="4D40F053" w:rsidR="00CE2C62" w:rsidRPr="005A5C05" w:rsidRDefault="00CE2C62" w:rsidP="00511C5D">
      <w:pPr>
        <w:rPr>
          <w:rFonts w:ascii="Arial" w:hAnsi="Arial" w:cs="Arial"/>
          <w:lang w:val="fr-FR"/>
        </w:rPr>
      </w:pPr>
    </w:p>
    <w:p w14:paraId="1C660B31" w14:textId="3DF5567D" w:rsidR="00CE2C62" w:rsidRPr="005A5C05" w:rsidRDefault="002822E8" w:rsidP="00CE2C62">
      <w:pPr>
        <w:rPr>
          <w:rFonts w:ascii="Arial" w:hAnsi="Arial" w:cs="Arial"/>
          <w:bCs/>
          <w:lang w:val="fr-FR"/>
        </w:rPr>
      </w:pPr>
      <w:r w:rsidRPr="005A5C05">
        <w:rPr>
          <w:rFonts w:ascii="Arial" w:hAnsi="Arial" w:cs="Arial"/>
          <w:bCs/>
          <w:lang w:val="fr-FR"/>
        </w:rPr>
        <w:t>Extensions de système forster thermfix vario et forster omnia</w:t>
      </w:r>
      <w:r w:rsidR="00CE2C62" w:rsidRPr="005A5C05">
        <w:rPr>
          <w:rFonts w:ascii="Arial" w:hAnsi="Arial" w:cs="Arial"/>
          <w:bCs/>
          <w:lang w:val="fr-FR"/>
        </w:rPr>
        <w:br/>
      </w:r>
    </w:p>
    <w:p w14:paraId="66AEDC85" w14:textId="2949783B" w:rsidR="00D1704E" w:rsidRPr="005A5C05" w:rsidRDefault="002822E8" w:rsidP="00CE2C62">
      <w:pPr>
        <w:rPr>
          <w:rFonts w:ascii="Arial" w:hAnsi="Arial" w:cs="Arial"/>
          <w:b/>
          <w:bCs/>
          <w:color w:val="0F4196"/>
          <w:sz w:val="44"/>
          <w:szCs w:val="44"/>
          <w:lang w:val="fr-FR"/>
        </w:rPr>
      </w:pPr>
      <w:r w:rsidRPr="005A5C05">
        <w:rPr>
          <w:rFonts w:ascii="Arial" w:hAnsi="Arial" w:cs="Arial"/>
          <w:b/>
          <w:bCs/>
          <w:color w:val="0F4196"/>
          <w:sz w:val="44"/>
          <w:szCs w:val="44"/>
          <w:lang w:val="fr-FR"/>
        </w:rPr>
        <w:t>Nouvelles solutions de sécurité pour façades</w:t>
      </w:r>
    </w:p>
    <w:p w14:paraId="3894E479" w14:textId="77777777" w:rsidR="002822E8" w:rsidRPr="005A5C05" w:rsidRDefault="002822E8" w:rsidP="00CE2C62">
      <w:pPr>
        <w:rPr>
          <w:rFonts w:ascii="Arial" w:hAnsi="Arial" w:cs="Arial"/>
          <w:b/>
          <w:bCs/>
          <w:color w:val="0F4196"/>
          <w:sz w:val="44"/>
          <w:szCs w:val="44"/>
          <w:lang w:val="fr-FR"/>
        </w:rPr>
      </w:pPr>
    </w:p>
    <w:p w14:paraId="168E5A35" w14:textId="7A34D479" w:rsidR="00D1704E" w:rsidRPr="005A5C05" w:rsidRDefault="002822E8" w:rsidP="00CE2C62">
      <w:pPr>
        <w:spacing w:line="276" w:lineRule="auto"/>
        <w:rPr>
          <w:rFonts w:ascii="Arial" w:hAnsi="Arial" w:cs="Arial"/>
          <w:lang w:val="fr-FR"/>
        </w:rPr>
      </w:pPr>
      <w:r w:rsidRPr="005A5C05">
        <w:rPr>
          <w:rFonts w:ascii="Arial" w:hAnsi="Arial" w:cs="Arial"/>
          <w:b/>
          <w:bCs/>
          <w:lang w:val="fr-FR"/>
        </w:rPr>
        <w:t xml:space="preserve">Romanshorn, </w:t>
      </w:r>
      <w:r w:rsidR="005A5C05" w:rsidRPr="005A5C05">
        <w:rPr>
          <w:rFonts w:ascii="Arial" w:hAnsi="Arial" w:cs="Arial"/>
          <w:b/>
          <w:bCs/>
          <w:lang w:val="fr-FR"/>
        </w:rPr>
        <w:t>mars</w:t>
      </w:r>
      <w:r w:rsidRPr="005A5C05">
        <w:rPr>
          <w:rFonts w:ascii="Arial" w:hAnsi="Arial" w:cs="Arial"/>
          <w:b/>
          <w:bCs/>
          <w:lang w:val="fr-FR"/>
        </w:rPr>
        <w:t xml:space="preserve"> 2025. Forster Systèmes de profilés ajoute à son portefeuille deux solutions innovantes pour l’extérieur, qui allient les normes de sécurité les plus élevées à des avantages esthétiques et écologiques: dans sa nouvelle exécution RC4, le système montants-traverses forster thermfix vario offre une résistance maximale à l’effraction, tandis que la fenêtre multifonctionnelle forster omnia présente des valeurs d’isolation élevées pour une résistance à l’effraction jusqu’à la classe de protection RC3, avec des poids de vantail pouvant atteindre 250 kg. Les deux systèmes sont en outre disponibles en acier à faible empreinte carbone </w:t>
      </w:r>
      <w:r w:rsidR="005A5C05" w:rsidRPr="005A5C05">
        <w:rPr>
          <w:rFonts w:ascii="Arial" w:hAnsi="Arial" w:cs="Arial"/>
          <w:b/>
          <w:bCs/>
          <w:lang w:val="fr-FR"/>
        </w:rPr>
        <w:t>(L</w:t>
      </w:r>
      <w:r w:rsidRPr="005A5C05">
        <w:rPr>
          <w:rFonts w:ascii="Arial" w:hAnsi="Arial" w:cs="Arial"/>
          <w:b/>
          <w:bCs/>
          <w:lang w:val="fr-FR"/>
        </w:rPr>
        <w:t xml:space="preserve">ow </w:t>
      </w:r>
      <w:proofErr w:type="spellStart"/>
      <w:r w:rsidRPr="005A5C05">
        <w:rPr>
          <w:rFonts w:ascii="Arial" w:hAnsi="Arial" w:cs="Arial"/>
          <w:b/>
          <w:bCs/>
          <w:lang w:val="fr-FR"/>
        </w:rPr>
        <w:t>carbon</w:t>
      </w:r>
      <w:proofErr w:type="spellEnd"/>
      <w:r w:rsidRPr="005A5C05">
        <w:rPr>
          <w:rFonts w:ascii="Arial" w:hAnsi="Arial" w:cs="Arial"/>
          <w:b/>
          <w:bCs/>
          <w:lang w:val="fr-FR"/>
        </w:rPr>
        <w:t xml:space="preserve"> </w:t>
      </w:r>
      <w:proofErr w:type="spellStart"/>
      <w:r w:rsidRPr="005A5C05">
        <w:rPr>
          <w:rFonts w:ascii="Arial" w:hAnsi="Arial" w:cs="Arial"/>
          <w:b/>
          <w:bCs/>
          <w:lang w:val="fr-FR"/>
        </w:rPr>
        <w:t>emission</w:t>
      </w:r>
      <w:proofErr w:type="spellEnd"/>
      <w:r w:rsidRPr="005A5C05">
        <w:rPr>
          <w:rFonts w:ascii="Arial" w:hAnsi="Arial" w:cs="Arial"/>
          <w:b/>
          <w:bCs/>
          <w:lang w:val="fr-FR"/>
        </w:rPr>
        <w:t xml:space="preserve"> </w:t>
      </w:r>
      <w:proofErr w:type="spellStart"/>
      <w:r w:rsidRPr="005A5C05">
        <w:rPr>
          <w:rFonts w:ascii="Arial" w:hAnsi="Arial" w:cs="Arial"/>
          <w:b/>
          <w:bCs/>
          <w:lang w:val="fr-FR"/>
        </w:rPr>
        <w:t>steel</w:t>
      </w:r>
      <w:proofErr w:type="spellEnd"/>
      <w:r w:rsidR="005A5C05" w:rsidRPr="005A5C05">
        <w:rPr>
          <w:rFonts w:ascii="Arial" w:hAnsi="Arial" w:cs="Arial"/>
          <w:b/>
          <w:bCs/>
          <w:lang w:val="fr-FR"/>
        </w:rPr>
        <w:t xml:space="preserve">) </w:t>
      </w:r>
      <w:r w:rsidRPr="005A5C05">
        <w:rPr>
          <w:rFonts w:ascii="Arial" w:hAnsi="Arial" w:cs="Arial"/>
          <w:b/>
          <w:bCs/>
          <w:lang w:val="fr-FR"/>
        </w:rPr>
        <w:t>et contribuent à l’amélioration du bilan environnemental des bâtiments</w:t>
      </w:r>
      <w:r w:rsidRPr="0018592F">
        <w:rPr>
          <w:rFonts w:ascii="Arial" w:hAnsi="Arial" w:cs="Arial"/>
          <w:b/>
          <w:bCs/>
          <w:lang w:val="fr-FR"/>
        </w:rPr>
        <w:t>. Les extensions du système présentées pour la première fois lors du salon BAU 2025 s’adressent aux planificatrices et planificateurs qui souhaitent réaliser des projets de construction pérennes avec des solutions durables et esthétiques.</w:t>
      </w:r>
    </w:p>
    <w:p w14:paraId="774AFF64" w14:textId="77777777" w:rsidR="002822E8" w:rsidRPr="005A5C05" w:rsidRDefault="002822E8" w:rsidP="00CE2C62">
      <w:pPr>
        <w:spacing w:line="276" w:lineRule="auto"/>
        <w:rPr>
          <w:rFonts w:ascii="Arial" w:hAnsi="Arial" w:cs="Arial"/>
          <w:bCs/>
          <w:lang w:val="fr-FR"/>
        </w:rPr>
      </w:pPr>
    </w:p>
    <w:p w14:paraId="47F44BCC" w14:textId="77777777" w:rsidR="002822E8" w:rsidRPr="005A5C05" w:rsidRDefault="002822E8" w:rsidP="002822E8">
      <w:pPr>
        <w:spacing w:line="276" w:lineRule="auto"/>
        <w:rPr>
          <w:rFonts w:ascii="Arial" w:hAnsi="Arial" w:cs="Arial"/>
          <w:b/>
          <w:bCs/>
          <w:lang w:val="fr-FR"/>
        </w:rPr>
      </w:pPr>
      <w:r w:rsidRPr="005A5C05">
        <w:rPr>
          <w:rFonts w:ascii="Arial" w:hAnsi="Arial"/>
          <w:b/>
          <w:lang w:val="fr-FR"/>
        </w:rPr>
        <w:t>Une excellente solution de façade anti-effraction avec forster thermfix vario RC4</w:t>
      </w:r>
    </w:p>
    <w:p w14:paraId="020CBD76" w14:textId="0C921CFE" w:rsidR="002822E8" w:rsidRPr="005A5C05" w:rsidRDefault="002822E8" w:rsidP="002822E8">
      <w:pPr>
        <w:spacing w:line="276" w:lineRule="auto"/>
        <w:rPr>
          <w:rFonts w:ascii="Arial" w:hAnsi="Arial" w:cs="Arial"/>
          <w:lang w:val="fr-FR"/>
        </w:rPr>
      </w:pPr>
      <w:r w:rsidRPr="005A5C05">
        <w:rPr>
          <w:rFonts w:ascii="Arial" w:hAnsi="Arial"/>
          <w:lang w:val="fr-FR"/>
        </w:rPr>
        <w:t xml:space="preserve">Le système forster thermfix vario a été spécialement conçu pour une utilisation dans des façades montants-traverses complexes tout en alliant liberté de conception et excellence technique. </w:t>
      </w:r>
      <w:r w:rsidRPr="0018592F">
        <w:rPr>
          <w:rFonts w:ascii="Arial" w:hAnsi="Arial"/>
          <w:lang w:val="fr-FR"/>
        </w:rPr>
        <w:t>Le système propose une boîte à outils polyvalente pour la conception créative de façades</w:t>
      </w:r>
      <w:r w:rsidRPr="005A5C05">
        <w:rPr>
          <w:rFonts w:ascii="Arial" w:hAnsi="Arial"/>
          <w:lang w:val="fr-FR"/>
        </w:rPr>
        <w:t xml:space="preserve">. Il bénéficie aujourd’hui d’une extension de sa résistance à l’effraction à la classe de protection RC4. Cette extension est garantie par trois fixations spéciales et des cales de serrage sur chaque arête du verre, tandis que des listeaux de pression en acier inox assurent une stabilité supplémentaire. Le renforcement des systèmes de profilés n’est pas visible de l’extérieur, de sorte que certaines sections de façade peuvent être conçues dans un look uniforme, même avec des exigences de sécurité différentes. Il suffit de réduire le nombre de fixations pour atteindre les classes de protection inférieures RC2 ou RC3. Ainsi, même des façades présentant des exigences fonctionnelles complexes peuvent être réalisées de bout en bout avec un système de profilés et des éléments de construction identiques. </w:t>
      </w:r>
    </w:p>
    <w:p w14:paraId="3DCCFE02" w14:textId="77777777" w:rsidR="002822E8" w:rsidRPr="005A5C05" w:rsidRDefault="002822E8" w:rsidP="002822E8">
      <w:pPr>
        <w:spacing w:line="276" w:lineRule="auto"/>
        <w:rPr>
          <w:rFonts w:ascii="Arial" w:hAnsi="Arial" w:cs="Arial"/>
          <w:lang w:val="fr-FR"/>
        </w:rPr>
      </w:pPr>
    </w:p>
    <w:p w14:paraId="7C3957A9" w14:textId="29DBC8CC" w:rsidR="002822E8" w:rsidRPr="005A5C05" w:rsidRDefault="002822E8" w:rsidP="002822E8">
      <w:pPr>
        <w:spacing w:line="276" w:lineRule="auto"/>
        <w:rPr>
          <w:rFonts w:ascii="Arial" w:hAnsi="Arial" w:cs="Arial"/>
          <w:lang w:val="fr-FR"/>
        </w:rPr>
      </w:pPr>
      <w:r w:rsidRPr="005A5C05">
        <w:rPr>
          <w:rFonts w:ascii="Arial" w:hAnsi="Arial"/>
          <w:lang w:val="fr-FR"/>
        </w:rPr>
        <w:t xml:space="preserve">Outre ses caractéristiques de sécurité, forster thermfix vario se distingue par ses largeurs face vue minimales à partir de 45 mm qui confèrent une apparence particulièrement filigrane à des éléments de plus de quatre mètres et demi de hauteur, et inondent les espaces intérieurs de lumière. Que ce soit avec un remplissage transparent ou opaque, la solution de façade anti-effraction constitue un choix idéal pour les bâtiments représentatifs répondant à des exigences élevées en matière de sécurité, d’esthétique et de durabilité. Le système recyclable est fabriqué à 100 % en acier, est disponible en option en </w:t>
      </w:r>
      <w:r w:rsidR="005A5C05">
        <w:rPr>
          <w:rFonts w:ascii="Arial" w:hAnsi="Arial"/>
          <w:i/>
          <w:iCs/>
          <w:lang w:val="fr-FR"/>
        </w:rPr>
        <w:t>L</w:t>
      </w:r>
      <w:r w:rsidRPr="005A5C05">
        <w:rPr>
          <w:rFonts w:ascii="Arial" w:hAnsi="Arial"/>
          <w:i/>
          <w:iCs/>
          <w:lang w:val="fr-FR"/>
        </w:rPr>
        <w:t xml:space="preserve">ow </w:t>
      </w:r>
      <w:proofErr w:type="spellStart"/>
      <w:r w:rsidRPr="005A5C05">
        <w:rPr>
          <w:rFonts w:ascii="Arial" w:hAnsi="Arial"/>
          <w:i/>
          <w:iCs/>
          <w:lang w:val="fr-FR"/>
        </w:rPr>
        <w:t>carbon</w:t>
      </w:r>
      <w:proofErr w:type="spellEnd"/>
      <w:r w:rsidRPr="005A5C05">
        <w:rPr>
          <w:rFonts w:ascii="Arial" w:hAnsi="Arial"/>
          <w:i/>
          <w:iCs/>
          <w:lang w:val="fr-FR"/>
        </w:rPr>
        <w:t xml:space="preserve"> </w:t>
      </w:r>
      <w:proofErr w:type="spellStart"/>
      <w:r w:rsidRPr="005A5C05">
        <w:rPr>
          <w:rFonts w:ascii="Arial" w:hAnsi="Arial"/>
          <w:i/>
          <w:iCs/>
          <w:lang w:val="fr-FR"/>
        </w:rPr>
        <w:t>emission</w:t>
      </w:r>
      <w:proofErr w:type="spellEnd"/>
      <w:r w:rsidRPr="005A5C05">
        <w:rPr>
          <w:rFonts w:ascii="Arial" w:hAnsi="Arial"/>
          <w:i/>
          <w:iCs/>
          <w:lang w:val="fr-FR"/>
        </w:rPr>
        <w:t xml:space="preserve"> </w:t>
      </w:r>
      <w:proofErr w:type="spellStart"/>
      <w:r w:rsidRPr="005A5C05">
        <w:rPr>
          <w:rFonts w:ascii="Arial" w:hAnsi="Arial"/>
          <w:i/>
          <w:iCs/>
          <w:lang w:val="fr-FR"/>
        </w:rPr>
        <w:t>steel</w:t>
      </w:r>
      <w:proofErr w:type="spellEnd"/>
      <w:r w:rsidRPr="005A5C05">
        <w:rPr>
          <w:rFonts w:ascii="Arial" w:hAnsi="Arial"/>
          <w:lang w:val="fr-FR"/>
        </w:rPr>
        <w:t xml:space="preserve"> et contribue ainsi à réduire l’empreinte carbone</w:t>
      </w:r>
      <w:r w:rsidRPr="005A5C05">
        <w:rPr>
          <w:lang w:val="fr-FR"/>
        </w:rPr>
        <w:t xml:space="preserve"> des bâtiments.</w:t>
      </w:r>
    </w:p>
    <w:p w14:paraId="3EE4E36F" w14:textId="77777777" w:rsidR="002822E8" w:rsidRPr="005A5C05" w:rsidRDefault="002822E8" w:rsidP="002822E8">
      <w:pPr>
        <w:spacing w:line="276" w:lineRule="auto"/>
        <w:rPr>
          <w:rFonts w:ascii="Arial" w:hAnsi="Arial" w:cs="Arial"/>
          <w:lang w:val="fr-FR"/>
        </w:rPr>
      </w:pPr>
    </w:p>
    <w:p w14:paraId="6DF5E8AC" w14:textId="77777777" w:rsidR="002822E8" w:rsidRPr="005A5C05" w:rsidRDefault="002822E8" w:rsidP="002822E8">
      <w:pPr>
        <w:spacing w:line="276" w:lineRule="auto"/>
        <w:rPr>
          <w:rFonts w:ascii="Arial" w:hAnsi="Arial" w:cs="Arial"/>
          <w:b/>
          <w:bCs/>
          <w:lang w:val="fr-FR"/>
        </w:rPr>
      </w:pPr>
      <w:r w:rsidRPr="005A5C05">
        <w:rPr>
          <w:rFonts w:ascii="Arial" w:hAnsi="Arial"/>
          <w:b/>
          <w:lang w:val="fr-FR"/>
        </w:rPr>
        <w:t>Fenêtre anti-effraction avec isolation thermique forster omnia RC3</w:t>
      </w:r>
    </w:p>
    <w:p w14:paraId="0DEBF60A" w14:textId="53494E0B" w:rsidR="002822E8" w:rsidRPr="005A5C05" w:rsidRDefault="005A5C05" w:rsidP="002822E8">
      <w:pPr>
        <w:spacing w:line="276" w:lineRule="auto"/>
        <w:rPr>
          <w:rFonts w:ascii="Arial" w:hAnsi="Arial" w:cs="Arial"/>
          <w:lang w:val="fr-FR"/>
        </w:rPr>
      </w:pPr>
      <w:r w:rsidRPr="0018592F">
        <w:rPr>
          <w:rFonts w:ascii="Arial" w:hAnsi="Arial"/>
          <w:lang w:val="fr-FR"/>
        </w:rPr>
        <w:t>En ce qui concerne le système forster omnia, Forster présente une fenêtre anti-effraction de la classe de protection RC3 avec des vantaux pesant jusqu'à 250 kg</w:t>
      </w:r>
      <w:r w:rsidR="002822E8" w:rsidRPr="0018592F">
        <w:rPr>
          <w:rFonts w:ascii="Arial" w:hAnsi="Arial"/>
          <w:lang w:val="fr-FR"/>
        </w:rPr>
        <w:t xml:space="preserve">. Le système se distingue par ailleurs par ses excellentes valeurs d’isolation et atteint, en combinaison avec des verres isolants triples, un coefficient </w:t>
      </w:r>
      <w:proofErr w:type="spellStart"/>
      <w:r w:rsidR="002822E8" w:rsidRPr="0018592F">
        <w:rPr>
          <w:rFonts w:ascii="Arial" w:hAnsi="Arial"/>
          <w:lang w:val="fr-FR"/>
        </w:rPr>
        <w:t>U</w:t>
      </w:r>
      <w:r w:rsidR="002822E8" w:rsidRPr="0018592F">
        <w:rPr>
          <w:rFonts w:ascii="Arial" w:hAnsi="Arial"/>
          <w:vertAlign w:val="subscript"/>
          <w:lang w:val="fr-FR"/>
        </w:rPr>
        <w:t>f</w:t>
      </w:r>
      <w:proofErr w:type="spellEnd"/>
      <w:r w:rsidR="002822E8" w:rsidRPr="0018592F">
        <w:rPr>
          <w:rFonts w:ascii="Arial" w:hAnsi="Arial"/>
          <w:lang w:val="fr-FR"/>
        </w:rPr>
        <w:t xml:space="preserve"> de 1,2 W/m²K au maximum. Le système forster omnia étant fabriqué à 100 % en acier, il permet des constructions de fenêtres avec des dimensions de vantail allant jusqu’à 1640 x 2840 mm et des épaisseurs de remplissage de près de 70 </w:t>
      </w:r>
      <w:proofErr w:type="spellStart"/>
      <w:r w:rsidR="002822E8" w:rsidRPr="0018592F">
        <w:rPr>
          <w:rFonts w:ascii="Arial" w:hAnsi="Arial"/>
          <w:lang w:val="fr-FR"/>
        </w:rPr>
        <w:t>mm.</w:t>
      </w:r>
      <w:proofErr w:type="spellEnd"/>
      <w:r w:rsidR="002822E8" w:rsidRPr="0018592F">
        <w:rPr>
          <w:rFonts w:ascii="Arial" w:hAnsi="Arial"/>
          <w:lang w:val="fr-FR"/>
        </w:rPr>
        <w:t xml:space="preserve"> La résistance à l’effraction jusqu’à RC3 est obtenue à </w:t>
      </w:r>
      <w:r w:rsidR="002822E8" w:rsidRPr="0018592F">
        <w:rPr>
          <w:rFonts w:ascii="Arial" w:hAnsi="Arial"/>
          <w:lang w:val="fr-FR"/>
        </w:rPr>
        <w:lastRenderedPageBreak/>
        <w:t xml:space="preserve">l’aide de parcloses vissées et </w:t>
      </w:r>
      <w:r w:rsidRPr="0018592F">
        <w:rPr>
          <w:rFonts w:ascii="Arial" w:hAnsi="Arial"/>
          <w:lang w:val="de-DE"/>
        </w:rPr>
        <w:t xml:space="preserve">de </w:t>
      </w:r>
      <w:proofErr w:type="spellStart"/>
      <w:r w:rsidRPr="0018592F">
        <w:rPr>
          <w:rFonts w:ascii="Arial" w:hAnsi="Arial"/>
          <w:lang w:val="de-DE"/>
        </w:rPr>
        <w:t>points</w:t>
      </w:r>
      <w:proofErr w:type="spellEnd"/>
      <w:r w:rsidRPr="0018592F">
        <w:rPr>
          <w:rFonts w:ascii="Arial" w:hAnsi="Arial"/>
          <w:lang w:val="de-DE"/>
        </w:rPr>
        <w:t xml:space="preserve"> de </w:t>
      </w:r>
      <w:proofErr w:type="spellStart"/>
      <w:r w:rsidRPr="0018592F">
        <w:rPr>
          <w:rFonts w:ascii="Arial" w:hAnsi="Arial"/>
          <w:lang w:val="de-DE"/>
        </w:rPr>
        <w:t>fermeture</w:t>
      </w:r>
      <w:proofErr w:type="spellEnd"/>
      <w:r w:rsidRPr="0018592F">
        <w:rPr>
          <w:rFonts w:ascii="Arial" w:hAnsi="Arial"/>
          <w:lang w:val="de-DE"/>
        </w:rPr>
        <w:t xml:space="preserve"> </w:t>
      </w:r>
      <w:proofErr w:type="spellStart"/>
      <w:r w:rsidRPr="0018592F">
        <w:rPr>
          <w:rFonts w:ascii="Arial" w:hAnsi="Arial"/>
          <w:lang w:val="de-DE"/>
        </w:rPr>
        <w:t>supplémentaires</w:t>
      </w:r>
      <w:proofErr w:type="spellEnd"/>
      <w:r w:rsidR="002822E8" w:rsidRPr="0018592F">
        <w:rPr>
          <w:rFonts w:ascii="Arial" w:hAnsi="Arial"/>
          <w:lang w:val="fr-FR"/>
        </w:rPr>
        <w:t>. De ce fait, les largeurs face vue ne diffèrent pas de l’exécution standard et font de forster omnia un choix optimal</w:t>
      </w:r>
      <w:r w:rsidR="002822E8" w:rsidRPr="005A5C05">
        <w:rPr>
          <w:rFonts w:ascii="Arial" w:hAnsi="Arial"/>
          <w:lang w:val="fr-FR"/>
        </w:rPr>
        <w:t xml:space="preserve"> lorsqu’il est nécessaire de concevoir une façade homogène.</w:t>
      </w:r>
    </w:p>
    <w:p w14:paraId="304A924F" w14:textId="77777777" w:rsidR="002822E8" w:rsidRPr="005A5C05" w:rsidRDefault="002822E8" w:rsidP="002822E8">
      <w:pPr>
        <w:spacing w:line="276" w:lineRule="auto"/>
        <w:rPr>
          <w:rFonts w:ascii="Arial" w:hAnsi="Arial" w:cs="Arial"/>
          <w:lang w:val="fr-FR"/>
        </w:rPr>
      </w:pPr>
    </w:p>
    <w:p w14:paraId="37DBAEC6" w14:textId="79BF223D" w:rsidR="002822E8" w:rsidRPr="005A5C05" w:rsidRDefault="002822E8" w:rsidP="002822E8">
      <w:pPr>
        <w:spacing w:line="276" w:lineRule="auto"/>
        <w:rPr>
          <w:rFonts w:ascii="Arial" w:hAnsi="Arial" w:cs="Arial"/>
          <w:lang w:val="fr-FR"/>
        </w:rPr>
      </w:pPr>
      <w:r w:rsidRPr="005A5C05">
        <w:rPr>
          <w:rFonts w:ascii="Arial" w:hAnsi="Arial"/>
          <w:lang w:val="fr-FR"/>
        </w:rPr>
        <w:t xml:space="preserve">Comme tous les systèmes de profilés de Forster, la nouvelle solution de fenêtre avec forster omnia est désormais également disponible dans une variante </w:t>
      </w:r>
      <w:r w:rsidR="005A5C05">
        <w:rPr>
          <w:rFonts w:ascii="Arial" w:hAnsi="Arial"/>
          <w:i/>
          <w:iCs/>
          <w:lang w:val="fr-FR"/>
        </w:rPr>
        <w:t>L</w:t>
      </w:r>
      <w:r w:rsidRPr="005A5C05">
        <w:rPr>
          <w:rFonts w:ascii="Arial" w:hAnsi="Arial"/>
          <w:i/>
          <w:iCs/>
          <w:lang w:val="fr-FR"/>
        </w:rPr>
        <w:t xml:space="preserve">ow </w:t>
      </w:r>
      <w:proofErr w:type="spellStart"/>
      <w:r w:rsidRPr="005A5C05">
        <w:rPr>
          <w:rFonts w:ascii="Arial" w:hAnsi="Arial"/>
          <w:i/>
          <w:iCs/>
          <w:lang w:val="fr-FR"/>
        </w:rPr>
        <w:t>carbon</w:t>
      </w:r>
      <w:proofErr w:type="spellEnd"/>
      <w:r w:rsidRPr="005A5C05">
        <w:rPr>
          <w:rFonts w:ascii="Arial" w:hAnsi="Arial"/>
          <w:i/>
          <w:iCs/>
          <w:lang w:val="fr-FR"/>
        </w:rPr>
        <w:t xml:space="preserve"> </w:t>
      </w:r>
      <w:proofErr w:type="spellStart"/>
      <w:r w:rsidRPr="005A5C05">
        <w:rPr>
          <w:rFonts w:ascii="Arial" w:hAnsi="Arial"/>
          <w:i/>
          <w:iCs/>
          <w:lang w:val="fr-FR"/>
        </w:rPr>
        <w:t>emission</w:t>
      </w:r>
      <w:proofErr w:type="spellEnd"/>
      <w:r w:rsidRPr="005A5C05">
        <w:rPr>
          <w:rFonts w:ascii="Arial" w:hAnsi="Arial"/>
          <w:i/>
          <w:iCs/>
          <w:lang w:val="fr-FR"/>
        </w:rPr>
        <w:t xml:space="preserve"> </w:t>
      </w:r>
      <w:proofErr w:type="spellStart"/>
      <w:r w:rsidRPr="005A5C05">
        <w:rPr>
          <w:rFonts w:ascii="Arial" w:hAnsi="Arial"/>
          <w:i/>
          <w:iCs/>
          <w:lang w:val="fr-FR"/>
        </w:rPr>
        <w:t>steel</w:t>
      </w:r>
      <w:proofErr w:type="spellEnd"/>
      <w:r w:rsidRPr="005A5C05">
        <w:rPr>
          <w:rFonts w:ascii="Arial" w:hAnsi="Arial"/>
          <w:lang w:val="fr-FR"/>
        </w:rPr>
        <w:t>, fabriquée avec nettement moins d’émissions de CO</w:t>
      </w:r>
      <w:r w:rsidRPr="005A5C05">
        <w:rPr>
          <w:rFonts w:ascii="Arial" w:hAnsi="Arial"/>
          <w:vertAlign w:val="subscript"/>
          <w:lang w:val="fr-FR"/>
        </w:rPr>
        <w:t>2</w:t>
      </w:r>
      <w:r w:rsidRPr="005A5C05">
        <w:rPr>
          <w:rFonts w:ascii="Arial" w:hAnsi="Arial"/>
          <w:lang w:val="fr-FR"/>
        </w:rPr>
        <w:t xml:space="preserve"> que l’acier conventionnel. De plus, la construction à isolation thermique de la fenêtre ne nécessite pas d’isolateurs en plastique, ce qui simplifie sa recyclabilité à la fin du cycle de vie des bâtiments. </w:t>
      </w:r>
    </w:p>
    <w:p w14:paraId="1E5B78C7" w14:textId="77777777" w:rsidR="00B308F7" w:rsidRDefault="00B308F7" w:rsidP="002822E8">
      <w:pPr>
        <w:spacing w:line="276" w:lineRule="auto"/>
        <w:rPr>
          <w:rFonts w:ascii="Arial" w:hAnsi="Arial" w:cs="Arial"/>
          <w:lang w:val="fr-FR"/>
        </w:rPr>
      </w:pPr>
    </w:p>
    <w:p w14:paraId="27D8F465" w14:textId="3071F1F1" w:rsidR="002822E8" w:rsidRPr="005A5C05" w:rsidRDefault="002822E8" w:rsidP="002822E8">
      <w:pPr>
        <w:spacing w:line="276" w:lineRule="auto"/>
        <w:rPr>
          <w:rFonts w:ascii="Arial" w:hAnsi="Arial" w:cs="Arial"/>
          <w:lang w:val="fr-FR"/>
        </w:rPr>
      </w:pPr>
      <w:r w:rsidRPr="005A5C05">
        <w:rPr>
          <w:rFonts w:ascii="Arial" w:hAnsi="Arial"/>
          <w:lang w:val="fr-FR"/>
        </w:rPr>
        <w:t xml:space="preserve">Vous trouverez de plus amples informations sur les systèmes de profilés sur le site </w:t>
      </w:r>
      <w:proofErr w:type="gramStart"/>
      <w:r w:rsidRPr="005A5C05">
        <w:rPr>
          <w:rFonts w:ascii="Arial" w:hAnsi="Arial"/>
          <w:lang w:val="fr-FR"/>
        </w:rPr>
        <w:t>Internet:</w:t>
      </w:r>
      <w:proofErr w:type="gramEnd"/>
    </w:p>
    <w:p w14:paraId="4DF316F1" w14:textId="77777777" w:rsidR="00274D96" w:rsidRPr="005A5C05" w:rsidRDefault="00274D96" w:rsidP="00D1704E">
      <w:pPr>
        <w:pStyle w:val="Listenabsatz"/>
        <w:numPr>
          <w:ilvl w:val="0"/>
          <w:numId w:val="13"/>
        </w:numPr>
        <w:spacing w:line="276" w:lineRule="auto"/>
        <w:rPr>
          <w:rFonts w:ascii="Arial" w:hAnsi="Arial" w:cs="Arial"/>
          <w:b/>
          <w:bCs/>
          <w:lang w:val="fr-FR"/>
        </w:rPr>
      </w:pPr>
      <w:hyperlink r:id="rId8" w:history="1">
        <w:proofErr w:type="gramStart"/>
        <w:r w:rsidRPr="005A5C05">
          <w:rPr>
            <w:rStyle w:val="Hyperlink"/>
            <w:rFonts w:ascii="Arial" w:hAnsi="Arial"/>
            <w:b/>
            <w:lang w:val="fr-FR"/>
          </w:rPr>
          <w:t>forster</w:t>
        </w:r>
        <w:proofErr w:type="gramEnd"/>
        <w:r w:rsidRPr="005A5C05">
          <w:rPr>
            <w:rStyle w:val="Hyperlink"/>
            <w:rFonts w:ascii="Arial" w:hAnsi="Arial"/>
            <w:b/>
            <w:lang w:val="fr-FR"/>
          </w:rPr>
          <w:t xml:space="preserve"> thermfix vario</w:t>
        </w:r>
      </w:hyperlink>
    </w:p>
    <w:p w14:paraId="3BF779B7" w14:textId="7ED50A25" w:rsidR="00D1704E" w:rsidRPr="005A5C05" w:rsidRDefault="00274D96" w:rsidP="00D1704E">
      <w:pPr>
        <w:pStyle w:val="Listenabsatz"/>
        <w:numPr>
          <w:ilvl w:val="0"/>
          <w:numId w:val="13"/>
        </w:numPr>
        <w:spacing w:line="276" w:lineRule="auto"/>
        <w:rPr>
          <w:rFonts w:ascii="Arial" w:hAnsi="Arial" w:cs="Arial"/>
          <w:b/>
          <w:bCs/>
          <w:lang w:val="fr-FR"/>
        </w:rPr>
      </w:pPr>
      <w:hyperlink r:id="rId9" w:history="1">
        <w:proofErr w:type="gramStart"/>
        <w:r w:rsidRPr="005A5C05">
          <w:rPr>
            <w:rStyle w:val="Hyperlink"/>
            <w:rFonts w:ascii="Arial" w:hAnsi="Arial"/>
            <w:b/>
            <w:lang w:val="fr-FR"/>
          </w:rPr>
          <w:t>forster</w:t>
        </w:r>
        <w:proofErr w:type="gramEnd"/>
        <w:r w:rsidRPr="005A5C05">
          <w:rPr>
            <w:rStyle w:val="Hyperlink"/>
            <w:rFonts w:ascii="Arial" w:hAnsi="Arial"/>
            <w:b/>
            <w:lang w:val="fr-FR"/>
          </w:rPr>
          <w:t xml:space="preserve"> omnia</w:t>
        </w:r>
      </w:hyperlink>
    </w:p>
    <w:p w14:paraId="2005279E" w14:textId="77777777" w:rsidR="00D1704E" w:rsidRPr="005A5C05" w:rsidRDefault="00D1704E" w:rsidP="00D1704E">
      <w:pPr>
        <w:spacing w:line="276" w:lineRule="auto"/>
        <w:rPr>
          <w:rFonts w:ascii="Arial" w:hAnsi="Arial" w:cs="Arial"/>
          <w:b/>
          <w:lang w:val="fr-FR"/>
        </w:rPr>
      </w:pPr>
    </w:p>
    <w:p w14:paraId="0D88E541" w14:textId="77777777" w:rsidR="00274D96" w:rsidRPr="005A5C05" w:rsidRDefault="00274D96" w:rsidP="00D1704E">
      <w:pPr>
        <w:spacing w:line="276" w:lineRule="auto"/>
        <w:rPr>
          <w:rFonts w:ascii="Arial" w:hAnsi="Arial" w:cs="Arial"/>
          <w:b/>
          <w:lang w:val="fr-FR"/>
        </w:rPr>
      </w:pPr>
    </w:p>
    <w:p w14:paraId="76933C63" w14:textId="48C54979" w:rsidR="00FC093F" w:rsidRPr="005A5C05" w:rsidRDefault="00D1704E" w:rsidP="0075307A">
      <w:pPr>
        <w:spacing w:line="276" w:lineRule="auto"/>
        <w:rPr>
          <w:lang w:val="fr-FR"/>
        </w:rPr>
      </w:pPr>
      <w:r w:rsidRPr="005A5C05">
        <w:rPr>
          <w:rFonts w:ascii="Arial" w:hAnsi="Arial"/>
          <w:b/>
          <w:lang w:val="fr-FR"/>
        </w:rPr>
        <w:t xml:space="preserve">Vous trouverez de plus amples informations sur </w:t>
      </w:r>
      <w:hyperlink r:id="rId10" w:history="1">
        <w:r w:rsidRPr="005A5C05">
          <w:rPr>
            <w:rStyle w:val="Hyperlink"/>
            <w:rFonts w:ascii="Arial" w:hAnsi="Arial"/>
            <w:b/>
            <w:lang w:val="fr-FR"/>
          </w:rPr>
          <w:t>www.forstersystems.com</w:t>
        </w:r>
      </w:hyperlink>
    </w:p>
    <w:p w14:paraId="520F0609" w14:textId="77777777" w:rsidR="00B64E79" w:rsidRPr="005A5C05" w:rsidRDefault="00B64E79" w:rsidP="0075307A">
      <w:pPr>
        <w:spacing w:line="276" w:lineRule="auto"/>
        <w:rPr>
          <w:rFonts w:ascii="Arial" w:hAnsi="Arial" w:cs="Arial"/>
          <w:b/>
          <w:lang w:val="fr-FR"/>
        </w:rPr>
      </w:pPr>
    </w:p>
    <w:p w14:paraId="350887C6" w14:textId="77777777" w:rsidR="00B84034" w:rsidRPr="005A5C05" w:rsidRDefault="00B84034" w:rsidP="0075307A">
      <w:pPr>
        <w:spacing w:line="276" w:lineRule="auto"/>
        <w:rPr>
          <w:rFonts w:ascii="Arial" w:hAnsi="Arial" w:cs="Arial"/>
          <w:szCs w:val="20"/>
          <w:lang w:val="fr-FR"/>
        </w:rPr>
      </w:pPr>
    </w:p>
    <w:p w14:paraId="084B85C1" w14:textId="77777777" w:rsidR="00BC0296" w:rsidRPr="005A5C05" w:rsidRDefault="00BC0296" w:rsidP="0075307A">
      <w:pPr>
        <w:spacing w:line="276" w:lineRule="auto"/>
        <w:rPr>
          <w:rFonts w:ascii="Arial" w:hAnsi="Arial" w:cs="Arial"/>
          <w:szCs w:val="20"/>
          <w:lang w:val="fr-FR"/>
        </w:rPr>
      </w:pPr>
    </w:p>
    <w:p w14:paraId="4DDF8E19" w14:textId="564B21B3" w:rsidR="00EC7894" w:rsidRPr="005A5C05" w:rsidRDefault="00EC7894" w:rsidP="00A508BE">
      <w:pPr>
        <w:spacing w:line="360" w:lineRule="auto"/>
        <w:rPr>
          <w:rFonts w:ascii="Arial" w:hAnsi="Arial" w:cs="Arial"/>
          <w:lang w:val="fr-FR"/>
        </w:rPr>
      </w:pPr>
    </w:p>
    <w:p w14:paraId="78938505" w14:textId="71F08B06" w:rsidR="00D1704E" w:rsidRPr="005A5C05" w:rsidRDefault="00486351" w:rsidP="00D1704E">
      <w:pPr>
        <w:spacing w:line="276" w:lineRule="auto"/>
        <w:rPr>
          <w:rFonts w:ascii="Arial" w:hAnsi="Arial" w:cs="Arial"/>
          <w:lang w:val="fr-FR"/>
        </w:rPr>
      </w:pPr>
      <w:r w:rsidRPr="00486351">
        <w:rPr>
          <w:rFonts w:ascii="Arial" w:hAnsi="Arial" w:cs="Arial"/>
          <w:b/>
          <w:bCs/>
          <w:lang w:val="fr-FR"/>
        </w:rPr>
        <w:t>Forster Systèmes de profilés</w:t>
      </w:r>
      <w:r w:rsidR="00877C82" w:rsidRPr="009170C2">
        <w:rPr>
          <w:rFonts w:ascii="Arial" w:hAnsi="Arial" w:cs="Arial"/>
          <w:b/>
          <w:bCs/>
          <w:lang w:val="en-US"/>
        </w:rPr>
        <w:t xml:space="preserve"> </w:t>
      </w:r>
      <w:r w:rsidR="00BD6CFF" w:rsidRPr="005A5C05">
        <w:rPr>
          <w:rFonts w:ascii="Arial" w:hAnsi="Arial" w:cs="Arial"/>
          <w:b/>
          <w:bCs/>
          <w:lang w:val="fr-FR"/>
        </w:rPr>
        <w:t xml:space="preserve">– </w:t>
      </w:r>
      <w:r w:rsidR="00D1704E" w:rsidRPr="005A5C05">
        <w:rPr>
          <w:rFonts w:ascii="Arial" w:hAnsi="Arial" w:cs="Arial"/>
          <w:b/>
          <w:bCs/>
          <w:lang w:val="fr-FR"/>
        </w:rPr>
        <w:t>S</w:t>
      </w:r>
      <w:r w:rsidR="00CE2C62" w:rsidRPr="005A5C05">
        <w:rPr>
          <w:rFonts w:ascii="Arial" w:hAnsi="Arial" w:cs="Arial"/>
          <w:b/>
          <w:bCs/>
          <w:lang w:val="fr-FR"/>
        </w:rPr>
        <w:t xml:space="preserve">teel </w:t>
      </w:r>
      <w:proofErr w:type="spellStart"/>
      <w:r w:rsidR="00CE2C62" w:rsidRPr="005A5C05">
        <w:rPr>
          <w:rFonts w:ascii="Arial" w:hAnsi="Arial" w:cs="Arial"/>
          <w:b/>
          <w:bCs/>
          <w:lang w:val="fr-FR"/>
        </w:rPr>
        <w:t>is</w:t>
      </w:r>
      <w:proofErr w:type="spellEnd"/>
      <w:r w:rsidR="00CE2C62" w:rsidRPr="005A5C05">
        <w:rPr>
          <w:rFonts w:ascii="Arial" w:hAnsi="Arial" w:cs="Arial"/>
          <w:b/>
          <w:bCs/>
          <w:lang w:val="fr-FR"/>
        </w:rPr>
        <w:t xml:space="preserve"> </w:t>
      </w:r>
      <w:proofErr w:type="spellStart"/>
      <w:r w:rsidR="00CE2C62" w:rsidRPr="005A5C05">
        <w:rPr>
          <w:rFonts w:ascii="Arial" w:hAnsi="Arial" w:cs="Arial"/>
          <w:b/>
          <w:bCs/>
          <w:lang w:val="fr-FR"/>
        </w:rPr>
        <w:t>our</w:t>
      </w:r>
      <w:proofErr w:type="spellEnd"/>
      <w:r w:rsidR="00CE2C62" w:rsidRPr="005A5C05">
        <w:rPr>
          <w:rFonts w:ascii="Arial" w:hAnsi="Arial" w:cs="Arial"/>
          <w:b/>
          <w:bCs/>
          <w:lang w:val="fr-FR"/>
        </w:rPr>
        <w:t xml:space="preserve"> nature</w:t>
      </w:r>
      <w:r w:rsidR="00E00501">
        <w:rPr>
          <w:rFonts w:ascii="Arial" w:hAnsi="Arial" w:cs="Arial"/>
          <w:b/>
          <w:bCs/>
          <w:lang w:val="fr-FR"/>
        </w:rPr>
        <w:t>.</w:t>
      </w:r>
      <w:r w:rsidR="00CE2C62" w:rsidRPr="005A5C05">
        <w:rPr>
          <w:rFonts w:ascii="Arial" w:hAnsi="Arial" w:cs="Arial"/>
          <w:lang w:val="fr-FR"/>
        </w:rPr>
        <w:br/>
      </w:r>
      <w:r w:rsidR="00877C82" w:rsidRPr="00877C82">
        <w:rPr>
          <w:rFonts w:ascii="Arial" w:hAnsi="Arial" w:cs="Arial"/>
          <w:lang w:val="en-US"/>
        </w:rPr>
        <w:t xml:space="preserve">Forster </w:t>
      </w:r>
      <w:proofErr w:type="spellStart"/>
      <w:r w:rsidR="00877C82" w:rsidRPr="00877C82">
        <w:rPr>
          <w:rFonts w:ascii="Arial" w:hAnsi="Arial" w:cs="Arial"/>
          <w:lang w:val="en-US"/>
        </w:rPr>
        <w:t>Profilsysteme</w:t>
      </w:r>
      <w:proofErr w:type="spellEnd"/>
      <w:r w:rsidR="00877C82" w:rsidRPr="00877C82">
        <w:rPr>
          <w:rFonts w:ascii="Arial" w:hAnsi="Arial" w:cs="Arial"/>
          <w:lang w:val="en-US"/>
        </w:rPr>
        <w:t xml:space="preserve"> AG</w:t>
      </w:r>
      <w:r w:rsidR="00877C82">
        <w:rPr>
          <w:rFonts w:ascii="Arial" w:hAnsi="Arial" w:cs="Arial"/>
          <w:b/>
          <w:bCs/>
          <w:lang w:val="en-US"/>
        </w:rPr>
        <w:t xml:space="preserve"> </w:t>
      </w:r>
      <w:r w:rsidR="00D1704E" w:rsidRPr="005A5C05">
        <w:rPr>
          <w:rFonts w:ascii="Arial" w:hAnsi="Arial" w:cs="Arial"/>
          <w:lang w:val="fr-FR"/>
        </w:rPr>
        <w:t xml:space="preserve">développe et fabrique des solutions sûres et à haute efficacité énergétique en acier et en acier inox pour les portes, les fenêtres et les façades. Forster assume un rôle de partenaire dans le domaine des projets et propose un conseil individuel ainsi qu’un accompagnement de projet sur place dans le monde entier. Les produits et les solutions systèmes de Forster pour l’enveloppe du bâtiment et pour l’application intérieure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 </w:t>
      </w:r>
    </w:p>
    <w:p w14:paraId="4E6303E8" w14:textId="77777777" w:rsidR="00D1704E" w:rsidRPr="005A5C05" w:rsidRDefault="00D1704E" w:rsidP="00D1704E">
      <w:pPr>
        <w:spacing w:line="276" w:lineRule="auto"/>
        <w:rPr>
          <w:rFonts w:ascii="Arial" w:hAnsi="Arial" w:cs="Arial"/>
          <w:lang w:val="fr-FR"/>
        </w:rPr>
      </w:pPr>
    </w:p>
    <w:p w14:paraId="1A4DB79A" w14:textId="2B9000E6" w:rsidR="00FC093F" w:rsidRPr="005A5C05" w:rsidRDefault="00D1704E" w:rsidP="00D1704E">
      <w:pPr>
        <w:spacing w:line="276" w:lineRule="auto"/>
        <w:rPr>
          <w:rFonts w:ascii="Arial" w:hAnsi="Arial" w:cs="Arial"/>
          <w:b/>
          <w:bCs/>
          <w:lang w:val="fr-FR"/>
        </w:rPr>
      </w:pPr>
      <w:r w:rsidRPr="005A5C05">
        <w:rPr>
          <w:rFonts w:ascii="Arial" w:hAnsi="Arial" w:cs="Arial"/>
          <w:lang w:val="fr-FR"/>
        </w:rPr>
        <w:t>Forster travaille avec ses propres succursales dans plus de 20 pays et avec des partenaires de distribution exclusifs dans une dizaine d’autres : de l’Europe à l’Amérique du Nord, en passant par le Moyen-Orient et l’Asie.</w:t>
      </w:r>
    </w:p>
    <w:p w14:paraId="0ABC4A59" w14:textId="77777777" w:rsidR="000B5025" w:rsidRPr="005A5C05" w:rsidRDefault="000B5025" w:rsidP="00CE2C62">
      <w:pPr>
        <w:spacing w:line="276" w:lineRule="auto"/>
        <w:rPr>
          <w:rFonts w:ascii="Arial" w:hAnsi="Arial" w:cs="Arial"/>
          <w:b/>
          <w:bCs/>
          <w:lang w:val="fr-FR"/>
        </w:rPr>
      </w:pPr>
    </w:p>
    <w:p w14:paraId="44126F3E" w14:textId="77777777" w:rsidR="00A508BE" w:rsidRPr="005A5C05" w:rsidRDefault="00A508BE" w:rsidP="00CE2C62">
      <w:pPr>
        <w:spacing w:line="276" w:lineRule="auto"/>
        <w:rPr>
          <w:rFonts w:ascii="Arial" w:hAnsi="Arial" w:cs="Arial"/>
          <w:b/>
          <w:bCs/>
          <w:lang w:val="fr-FR"/>
        </w:rPr>
      </w:pPr>
    </w:p>
    <w:p w14:paraId="774FA2CB" w14:textId="77777777" w:rsidR="000B5025" w:rsidRPr="005A5C05" w:rsidRDefault="000B5025" w:rsidP="00CE2C62">
      <w:pPr>
        <w:spacing w:line="276" w:lineRule="auto"/>
        <w:rPr>
          <w:rFonts w:ascii="Arial" w:hAnsi="Arial" w:cs="Arial"/>
          <w:b/>
          <w:bCs/>
          <w:lang w:val="fr-FR"/>
        </w:rPr>
      </w:pPr>
    </w:p>
    <w:p w14:paraId="6C372283" w14:textId="77777777" w:rsidR="002822E8" w:rsidRPr="005A5C05" w:rsidRDefault="002822E8" w:rsidP="00CE2C62">
      <w:pPr>
        <w:spacing w:line="276" w:lineRule="auto"/>
        <w:rPr>
          <w:rFonts w:ascii="Arial" w:hAnsi="Arial" w:cs="Arial"/>
          <w:b/>
          <w:bCs/>
          <w:lang w:val="fr-FR"/>
        </w:rPr>
      </w:pPr>
    </w:p>
    <w:p w14:paraId="5FFA64D4" w14:textId="145B3751" w:rsidR="00CE2C62" w:rsidRPr="005A5C05" w:rsidRDefault="00BD6CFF" w:rsidP="00CE2C62">
      <w:pPr>
        <w:spacing w:line="276" w:lineRule="auto"/>
        <w:rPr>
          <w:rFonts w:ascii="Arial" w:hAnsi="Arial" w:cs="Arial"/>
          <w:b/>
          <w:bCs/>
          <w:lang w:val="fr-FR"/>
        </w:rPr>
      </w:pPr>
      <w:r w:rsidRPr="005A5C05">
        <w:rPr>
          <w:rFonts w:ascii="Arial" w:hAnsi="Arial" w:cs="Arial"/>
          <w:b/>
          <w:bCs/>
          <w:lang w:val="fr-FR"/>
        </w:rPr>
        <w:t>Contact Presse</w:t>
      </w:r>
    </w:p>
    <w:p w14:paraId="1BA88051" w14:textId="77777777" w:rsidR="00BB6059" w:rsidRPr="005A5C05" w:rsidRDefault="00BB6059" w:rsidP="00CE2C62">
      <w:pPr>
        <w:spacing w:line="276" w:lineRule="auto"/>
        <w:rPr>
          <w:rFonts w:ascii="Arial" w:hAnsi="Arial" w:cs="Arial"/>
          <w:lang w:val="fr-FR"/>
        </w:rPr>
      </w:pPr>
    </w:p>
    <w:p w14:paraId="23FB049D" w14:textId="3A441F77" w:rsidR="00CE2C62" w:rsidRPr="005A5C05" w:rsidRDefault="0085155B" w:rsidP="0055587E">
      <w:pPr>
        <w:spacing w:line="276" w:lineRule="auto"/>
        <w:rPr>
          <w:rFonts w:ascii="Arial" w:hAnsi="Arial" w:cs="Arial"/>
          <w:lang w:val="fr-FR"/>
        </w:rPr>
      </w:pPr>
      <w:r w:rsidRPr="0085155B">
        <w:rPr>
          <w:rFonts w:ascii="Arial" w:hAnsi="Arial" w:cs="Arial"/>
          <w:lang w:val="en-US"/>
        </w:rPr>
        <w:t xml:space="preserve">Forster </w:t>
      </w:r>
      <w:proofErr w:type="spellStart"/>
      <w:r w:rsidRPr="0085155B">
        <w:rPr>
          <w:rFonts w:ascii="Arial" w:hAnsi="Arial" w:cs="Arial"/>
          <w:lang w:val="en-US"/>
        </w:rPr>
        <w:t>Profilsysteme</w:t>
      </w:r>
      <w:proofErr w:type="spellEnd"/>
      <w:r w:rsidRPr="0085155B">
        <w:rPr>
          <w:rFonts w:ascii="Arial" w:hAnsi="Arial" w:cs="Arial"/>
          <w:lang w:val="en-US"/>
        </w:rPr>
        <w:t xml:space="preserve"> AG</w:t>
      </w:r>
      <w:r>
        <w:rPr>
          <w:rFonts w:ascii="Arial" w:hAnsi="Arial" w:cs="Arial"/>
          <w:b/>
          <w:bCs/>
          <w:lang w:val="en-US"/>
        </w:rPr>
        <w:tab/>
      </w:r>
      <w:r>
        <w:rPr>
          <w:rFonts w:ascii="Arial" w:hAnsi="Arial" w:cs="Arial"/>
          <w:b/>
          <w:bCs/>
          <w:lang w:val="en-US"/>
        </w:rPr>
        <w:tab/>
      </w:r>
      <w:r w:rsidR="00CE2C62" w:rsidRPr="005A5C05">
        <w:rPr>
          <w:rFonts w:ascii="Arial" w:hAnsi="Arial" w:cs="Arial"/>
          <w:lang w:val="fr-FR"/>
        </w:rPr>
        <w:tab/>
      </w:r>
      <w:r w:rsidR="00CE2C62" w:rsidRPr="005A5C05">
        <w:rPr>
          <w:rFonts w:ascii="Arial" w:hAnsi="Arial" w:cs="Arial"/>
          <w:lang w:val="fr-FR"/>
        </w:rPr>
        <w:tab/>
        <w:t xml:space="preserve">mai public relations </w:t>
      </w:r>
      <w:proofErr w:type="spellStart"/>
      <w:r w:rsidR="00CE2C62" w:rsidRPr="005A5C05">
        <w:rPr>
          <w:rFonts w:ascii="Arial" w:hAnsi="Arial" w:cs="Arial"/>
          <w:lang w:val="fr-FR"/>
        </w:rPr>
        <w:t>GmbH</w:t>
      </w:r>
      <w:proofErr w:type="spellEnd"/>
    </w:p>
    <w:p w14:paraId="6FECCE94" w14:textId="6EC637EE" w:rsidR="00CE2C62" w:rsidRPr="005A5C05" w:rsidRDefault="00CE2C62" w:rsidP="0055587E">
      <w:pPr>
        <w:spacing w:line="276" w:lineRule="auto"/>
        <w:rPr>
          <w:rFonts w:ascii="Arial" w:hAnsi="Arial" w:cs="Arial"/>
          <w:lang w:val="fr-FR"/>
        </w:rPr>
      </w:pPr>
      <w:proofErr w:type="spellStart"/>
      <w:r w:rsidRPr="005A5C05">
        <w:rPr>
          <w:rFonts w:ascii="Arial" w:hAnsi="Arial" w:cs="Arial"/>
          <w:lang w:val="fr-FR"/>
        </w:rPr>
        <w:t>Rosina</w:t>
      </w:r>
      <w:proofErr w:type="spellEnd"/>
      <w:r w:rsidRPr="005A5C05">
        <w:rPr>
          <w:rFonts w:ascii="Arial" w:hAnsi="Arial" w:cs="Arial"/>
          <w:lang w:val="fr-FR"/>
        </w:rPr>
        <w:t xml:space="preserve"> </w:t>
      </w:r>
      <w:proofErr w:type="spellStart"/>
      <w:r w:rsidRPr="005A5C05">
        <w:rPr>
          <w:rFonts w:ascii="Arial" w:hAnsi="Arial" w:cs="Arial"/>
          <w:lang w:val="fr-FR"/>
        </w:rPr>
        <w:t>Obermayer</w:t>
      </w:r>
      <w:proofErr w:type="spellEnd"/>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t xml:space="preserve">Arno </w:t>
      </w:r>
      <w:proofErr w:type="spellStart"/>
      <w:r w:rsidRPr="005A5C05">
        <w:rPr>
          <w:rFonts w:ascii="Arial" w:hAnsi="Arial" w:cs="Arial"/>
          <w:lang w:val="fr-FR"/>
        </w:rPr>
        <w:t>Heitland</w:t>
      </w:r>
      <w:proofErr w:type="spellEnd"/>
      <w:r w:rsidRPr="005A5C05">
        <w:rPr>
          <w:rFonts w:ascii="Arial" w:hAnsi="Arial" w:cs="Arial"/>
          <w:lang w:val="fr-FR"/>
        </w:rPr>
        <w:br/>
        <w:t>Marketing Communication Manager</w:t>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00BD6CFF" w:rsidRPr="005A5C05">
        <w:rPr>
          <w:rFonts w:ascii="Arial" w:hAnsi="Arial" w:cs="Arial"/>
          <w:lang w:val="fr-FR"/>
        </w:rPr>
        <w:t>Conseiller senior R</w:t>
      </w:r>
      <w:r w:rsidR="00CD1271" w:rsidRPr="005A5C05">
        <w:rPr>
          <w:rFonts w:ascii="Arial" w:hAnsi="Arial" w:cs="Arial"/>
          <w:lang w:val="fr-FR"/>
        </w:rPr>
        <w:t>P</w:t>
      </w:r>
      <w:r w:rsidRPr="005A5C05">
        <w:rPr>
          <w:rFonts w:ascii="Arial" w:hAnsi="Arial" w:cs="Arial"/>
          <w:lang w:val="fr-FR"/>
        </w:rPr>
        <w:br/>
      </w:r>
      <w:proofErr w:type="spellStart"/>
      <w:r w:rsidR="00FC093F" w:rsidRPr="005A5C05">
        <w:rPr>
          <w:rFonts w:ascii="Arial" w:hAnsi="Arial" w:cs="Arial"/>
          <w:lang w:val="fr-FR"/>
        </w:rPr>
        <w:t>Hofstrasse</w:t>
      </w:r>
      <w:proofErr w:type="spellEnd"/>
      <w:r w:rsidR="00FC093F" w:rsidRPr="005A5C05">
        <w:rPr>
          <w:rFonts w:ascii="Arial" w:hAnsi="Arial" w:cs="Arial"/>
          <w:lang w:val="fr-FR"/>
        </w:rPr>
        <w:t xml:space="preserve"> 41</w:t>
      </w:r>
      <w:r w:rsidRPr="005A5C05">
        <w:rPr>
          <w:rFonts w:ascii="Arial" w:hAnsi="Arial" w:cs="Arial"/>
          <w:lang w:val="fr-FR"/>
        </w:rPr>
        <w:tab/>
      </w:r>
      <w:r w:rsidR="00FC093F"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proofErr w:type="spellStart"/>
      <w:r w:rsidRPr="005A5C05">
        <w:rPr>
          <w:rFonts w:ascii="Arial" w:hAnsi="Arial" w:cs="Arial"/>
          <w:lang w:val="fr-FR"/>
        </w:rPr>
        <w:t>Leuschnerdamm</w:t>
      </w:r>
      <w:proofErr w:type="spellEnd"/>
      <w:r w:rsidRPr="005A5C05">
        <w:rPr>
          <w:rFonts w:ascii="Arial" w:hAnsi="Arial" w:cs="Arial"/>
          <w:lang w:val="fr-FR"/>
        </w:rPr>
        <w:t xml:space="preserve"> 13</w:t>
      </w:r>
      <w:r w:rsidRPr="005A5C05">
        <w:rPr>
          <w:rFonts w:ascii="Arial" w:hAnsi="Arial" w:cs="Arial"/>
          <w:lang w:val="fr-FR"/>
        </w:rPr>
        <w:br/>
      </w:r>
      <w:r w:rsidR="00FC093F" w:rsidRPr="005A5C05">
        <w:rPr>
          <w:rFonts w:ascii="Arial" w:hAnsi="Arial" w:cs="Arial"/>
          <w:lang w:val="fr-FR"/>
        </w:rPr>
        <w:t>8590</w:t>
      </w:r>
      <w:r w:rsidRPr="005A5C05">
        <w:rPr>
          <w:rFonts w:ascii="Arial" w:hAnsi="Arial" w:cs="Arial"/>
          <w:lang w:val="fr-FR"/>
        </w:rPr>
        <w:t xml:space="preserve"> </w:t>
      </w:r>
      <w:r w:rsidR="00FC093F" w:rsidRPr="005A5C05">
        <w:rPr>
          <w:rFonts w:ascii="Arial" w:hAnsi="Arial" w:cs="Arial"/>
          <w:lang w:val="fr-FR"/>
        </w:rPr>
        <w:t>Romanshorn</w:t>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t>10999 Berlin</w:t>
      </w:r>
    </w:p>
    <w:p w14:paraId="6ABDF1E8" w14:textId="0DC4CB89" w:rsidR="00CE2C62" w:rsidRPr="005A5C05" w:rsidRDefault="00BD6CFF" w:rsidP="0055587E">
      <w:pPr>
        <w:spacing w:line="276" w:lineRule="auto"/>
        <w:rPr>
          <w:rFonts w:ascii="Arial" w:hAnsi="Arial" w:cs="Arial"/>
          <w:lang w:val="fr-FR"/>
        </w:rPr>
      </w:pPr>
      <w:r w:rsidRPr="005A5C05">
        <w:rPr>
          <w:rFonts w:ascii="Arial" w:hAnsi="Arial" w:cs="Arial"/>
          <w:lang w:val="fr-FR"/>
        </w:rPr>
        <w:t>Suisse</w:t>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r>
      <w:r w:rsidRPr="005A5C05">
        <w:rPr>
          <w:rFonts w:ascii="Arial" w:hAnsi="Arial" w:cs="Arial"/>
          <w:lang w:val="fr-FR"/>
        </w:rPr>
        <w:tab/>
        <w:t>Allemagne</w:t>
      </w:r>
      <w:r w:rsidR="00CE2C62" w:rsidRPr="005A5C05">
        <w:rPr>
          <w:rFonts w:ascii="Arial" w:hAnsi="Arial" w:cs="Arial"/>
          <w:lang w:val="fr-FR"/>
        </w:rPr>
        <w:br/>
        <w:t>T. +41 (0) 71 552 43 14</w:t>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t>T. +49 (0) 30 66 40 40 553</w:t>
      </w:r>
    </w:p>
    <w:p w14:paraId="13F65216" w14:textId="0CDC1543" w:rsidR="00CE2C62" w:rsidRPr="005A5C05" w:rsidRDefault="00CE2C62" w:rsidP="0055587E">
      <w:pPr>
        <w:spacing w:line="276" w:lineRule="auto"/>
        <w:rPr>
          <w:rFonts w:ascii="Arial" w:hAnsi="Arial" w:cs="Arial"/>
          <w:color w:val="6A8BFF"/>
          <w:lang w:val="fr-FR"/>
        </w:rPr>
      </w:pPr>
      <w:hyperlink r:id="rId11" w:history="1">
        <w:r w:rsidRPr="005A5C05">
          <w:rPr>
            <w:rStyle w:val="Hyperlink"/>
            <w:rFonts w:ascii="Arial" w:hAnsi="Arial" w:cs="Arial"/>
            <w:color w:val="6A8BFF"/>
            <w:lang w:val="fr-FR"/>
          </w:rPr>
          <w:t>rosina.obermayer@forstersystems.com</w:t>
        </w:r>
      </w:hyperlink>
      <w:r w:rsidRPr="005A5C05">
        <w:rPr>
          <w:rFonts w:ascii="Arial" w:hAnsi="Arial" w:cs="Arial"/>
          <w:color w:val="6A8BFF"/>
          <w:lang w:val="fr-FR"/>
        </w:rPr>
        <w:t xml:space="preserve"> </w:t>
      </w:r>
      <w:r w:rsidRPr="005A5C05">
        <w:rPr>
          <w:rFonts w:ascii="Arial" w:hAnsi="Arial" w:cs="Arial"/>
          <w:color w:val="6A8BFF"/>
          <w:lang w:val="fr-FR"/>
        </w:rPr>
        <w:tab/>
      </w:r>
      <w:r w:rsidRPr="005A5C05">
        <w:rPr>
          <w:rFonts w:ascii="Arial" w:hAnsi="Arial" w:cs="Arial"/>
          <w:color w:val="6A8BFF"/>
          <w:lang w:val="fr-FR"/>
        </w:rPr>
        <w:tab/>
      </w:r>
      <w:hyperlink r:id="rId12" w:history="1">
        <w:r w:rsidRPr="005A5C05">
          <w:rPr>
            <w:rStyle w:val="Hyperlink"/>
            <w:rFonts w:ascii="Arial" w:hAnsi="Arial" w:cs="Arial"/>
            <w:color w:val="6A8BFF"/>
            <w:lang w:val="fr-FR"/>
          </w:rPr>
          <w:t>forster@maipr.com</w:t>
        </w:r>
      </w:hyperlink>
      <w:r w:rsidRPr="005A5C05">
        <w:rPr>
          <w:rFonts w:ascii="Arial" w:hAnsi="Arial" w:cs="Arial"/>
          <w:color w:val="6A8BFF"/>
          <w:lang w:val="fr-FR"/>
        </w:rPr>
        <w:tab/>
      </w:r>
      <w:r w:rsidRPr="005A5C05">
        <w:rPr>
          <w:rFonts w:ascii="Arial" w:hAnsi="Arial" w:cs="Arial"/>
          <w:color w:val="6A8BFF"/>
          <w:lang w:val="fr-FR"/>
        </w:rPr>
        <w:tab/>
        <w:t xml:space="preserve"> </w:t>
      </w:r>
    </w:p>
    <w:p w14:paraId="4C79CFEF" w14:textId="77777777" w:rsidR="002822E8" w:rsidRPr="005A5C05" w:rsidRDefault="00ED768B" w:rsidP="00CE2C62">
      <w:pPr>
        <w:spacing w:line="276" w:lineRule="auto"/>
        <w:rPr>
          <w:rFonts w:ascii="Arial" w:hAnsi="Arial" w:cs="Arial"/>
          <w:lang w:val="fr-FR"/>
        </w:rPr>
      </w:pPr>
      <w:hyperlink r:id="rId13" w:history="1">
        <w:r w:rsidRPr="005A5C05">
          <w:rPr>
            <w:rStyle w:val="Hyperlink"/>
            <w:rFonts w:ascii="Arial" w:hAnsi="Arial" w:cs="Arial"/>
            <w:color w:val="6A8BFF"/>
            <w:lang w:val="fr-FR"/>
          </w:rPr>
          <w:t>forstersystems.com</w:t>
        </w:r>
      </w:hyperlink>
      <w:r w:rsidR="00CE2C62" w:rsidRPr="005A5C05">
        <w:rPr>
          <w:rFonts w:ascii="Arial" w:hAnsi="Arial" w:cs="Arial"/>
          <w:color w:val="6A8BFF"/>
          <w:lang w:val="fr-FR"/>
        </w:rPr>
        <w:tab/>
      </w:r>
      <w:r w:rsidR="00CE2C62" w:rsidRPr="005A5C05">
        <w:rPr>
          <w:rFonts w:ascii="Arial" w:hAnsi="Arial" w:cs="Arial"/>
          <w:color w:val="6A8BFF"/>
          <w:lang w:val="fr-FR"/>
        </w:rPr>
        <w:tab/>
      </w:r>
      <w:r w:rsidR="00CE2C62" w:rsidRPr="005A5C05">
        <w:rPr>
          <w:rFonts w:ascii="Arial" w:hAnsi="Arial" w:cs="Arial"/>
          <w:color w:val="6A8BFF"/>
          <w:lang w:val="fr-FR"/>
        </w:rPr>
        <w:tab/>
      </w:r>
      <w:r w:rsidR="00CE2C62" w:rsidRPr="005A5C05">
        <w:rPr>
          <w:rFonts w:ascii="Arial" w:hAnsi="Arial" w:cs="Arial"/>
          <w:color w:val="6A8BFF"/>
          <w:lang w:val="fr-FR"/>
        </w:rPr>
        <w:tab/>
      </w:r>
      <w:r w:rsidRPr="005A5C05">
        <w:rPr>
          <w:rFonts w:ascii="Arial" w:hAnsi="Arial" w:cs="Arial"/>
          <w:color w:val="6A8BFF"/>
          <w:lang w:val="fr-FR"/>
        </w:rPr>
        <w:tab/>
      </w:r>
      <w:hyperlink r:id="rId14" w:history="1">
        <w:r w:rsidR="00CE2C62" w:rsidRPr="005A5C05">
          <w:rPr>
            <w:rStyle w:val="Hyperlink"/>
            <w:rFonts w:ascii="Arial" w:hAnsi="Arial" w:cs="Arial"/>
            <w:color w:val="6A8BFF"/>
            <w:lang w:val="fr-FR"/>
          </w:rPr>
          <w:t>maipr.com</w:t>
        </w:r>
      </w:hyperlink>
    </w:p>
    <w:p w14:paraId="32673656" w14:textId="77777777" w:rsidR="00B308F7" w:rsidRDefault="00B308F7" w:rsidP="00CE2C62">
      <w:pPr>
        <w:spacing w:line="276" w:lineRule="auto"/>
        <w:rPr>
          <w:rFonts w:ascii="Arial" w:hAnsi="Arial" w:cs="Arial"/>
          <w:b/>
          <w:bCs/>
          <w:lang w:val="fr-FR"/>
        </w:rPr>
      </w:pPr>
    </w:p>
    <w:p w14:paraId="566D3A25" w14:textId="77777777" w:rsidR="00B308F7" w:rsidRDefault="00B308F7" w:rsidP="00CE2C62">
      <w:pPr>
        <w:spacing w:line="276" w:lineRule="auto"/>
        <w:rPr>
          <w:rFonts w:ascii="Arial" w:hAnsi="Arial" w:cs="Arial"/>
          <w:b/>
          <w:bCs/>
          <w:lang w:val="fr-FR"/>
        </w:rPr>
      </w:pPr>
    </w:p>
    <w:p w14:paraId="33CDD328" w14:textId="3C9C6220" w:rsidR="00EC7894" w:rsidRPr="005A5C05" w:rsidRDefault="00D1704E" w:rsidP="00CE2C62">
      <w:pPr>
        <w:spacing w:line="276" w:lineRule="auto"/>
        <w:rPr>
          <w:rFonts w:ascii="Arial" w:hAnsi="Arial" w:cs="Arial"/>
          <w:lang w:val="fr-FR"/>
        </w:rPr>
      </w:pPr>
      <w:r w:rsidRPr="005A5C05">
        <w:rPr>
          <w:rFonts w:ascii="Arial" w:hAnsi="Arial" w:cs="Arial"/>
          <w:b/>
          <w:bCs/>
          <w:lang w:val="fr-FR"/>
        </w:rPr>
        <w:lastRenderedPageBreak/>
        <w:t>Illustrations</w:t>
      </w:r>
    </w:p>
    <w:p w14:paraId="2A666CDB" w14:textId="77777777" w:rsidR="009A50D2" w:rsidRPr="005A5C05" w:rsidRDefault="009A50D2" w:rsidP="00CE2C62">
      <w:pPr>
        <w:spacing w:line="276" w:lineRule="auto"/>
        <w:rPr>
          <w:rFonts w:ascii="Arial" w:hAnsi="Arial" w:cs="Arial"/>
          <w:b/>
          <w:bCs/>
          <w:lang w:val="fr-FR"/>
        </w:rPr>
      </w:pPr>
    </w:p>
    <w:p w14:paraId="1DA071F4" w14:textId="3095F494" w:rsidR="00FC093F" w:rsidRPr="005A5C05" w:rsidRDefault="005A5C05" w:rsidP="008743D5">
      <w:pPr>
        <w:spacing w:line="276" w:lineRule="auto"/>
        <w:rPr>
          <w:rFonts w:ascii="Arial" w:hAnsi="Arial" w:cs="Arial"/>
          <w:lang w:val="fr-FR"/>
        </w:rPr>
      </w:pPr>
      <w:r>
        <w:rPr>
          <w:noProof/>
          <w:lang w:val="fr-FR"/>
        </w:rPr>
        <w:drawing>
          <wp:inline distT="0" distB="0" distL="0" distR="0" wp14:anchorId="03D4B041" wp14:editId="774D36B7">
            <wp:extent cx="2615783" cy="1745813"/>
            <wp:effectExtent l="0" t="0" r="635" b="0"/>
            <wp:docPr id="16616034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603414" name="Grafik 166160341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63275" cy="1844251"/>
                    </a:xfrm>
                    <a:prstGeom prst="rect">
                      <a:avLst/>
                    </a:prstGeom>
                  </pic:spPr>
                </pic:pic>
              </a:graphicData>
            </a:graphic>
          </wp:inline>
        </w:drawing>
      </w:r>
      <w:r w:rsidR="004359BF" w:rsidRPr="005A5C05">
        <w:rPr>
          <w:noProof/>
          <w:lang w:val="fr-FR"/>
        </w:rPr>
        <w:drawing>
          <wp:inline distT="0" distB="0" distL="0" distR="0" wp14:anchorId="65747F1E" wp14:editId="6F055E3B">
            <wp:extent cx="1800000" cy="1800000"/>
            <wp:effectExtent l="0" t="0" r="0" b="0"/>
            <wp:docPr id="4" name="Grafik 3" descr="Ein Bild, das Schwarzweiß enthält.&#10;&#10;Automatisch generierte Beschreibung mit geringer Zuverlässigkeit">
              <a:extLst xmlns:a="http://schemas.openxmlformats.org/drawingml/2006/main">
                <a:ext uri="{FF2B5EF4-FFF2-40B4-BE49-F238E27FC236}">
                  <a16:creationId xmlns:a16="http://schemas.microsoft.com/office/drawing/2014/main" id="{16C2A68F-8841-EA35-D19F-CE35DD76BB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Ein Bild, das Schwarzweiß enthält.&#10;&#10;Automatisch generierte Beschreibung mit geringer Zuverlässigkeit">
                      <a:extLst>
                        <a:ext uri="{FF2B5EF4-FFF2-40B4-BE49-F238E27FC236}">
                          <a16:creationId xmlns:a16="http://schemas.microsoft.com/office/drawing/2014/main" id="{16C2A68F-8841-EA35-D19F-CE35DD76BBE8}"/>
                        </a:ext>
                      </a:extLst>
                    </pic:cNvPr>
                    <pic:cNvPicPr>
                      <a:picLocks noChangeAspect="1"/>
                    </pic:cNvPicPr>
                  </pic:nvPicPr>
                  <pic:blipFill>
                    <a:blip r:embed="rId16"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r w:rsidR="00DF27F0" w:rsidRPr="005A5C05">
        <w:rPr>
          <w:rFonts w:ascii="Arial" w:hAnsi="Arial" w:cs="Arial"/>
          <w:lang w:val="fr-FR"/>
        </w:rPr>
        <w:t xml:space="preserve">   </w:t>
      </w:r>
    </w:p>
    <w:p w14:paraId="16D4DB08" w14:textId="3491681C" w:rsidR="004359BF" w:rsidRPr="005A5C05" w:rsidRDefault="004359BF" w:rsidP="00D1704E">
      <w:pPr>
        <w:rPr>
          <w:rFonts w:ascii="Arial" w:hAnsi="Arial" w:cs="Arial"/>
          <w:i/>
          <w:iCs/>
          <w:szCs w:val="20"/>
          <w:lang w:val="fr-FR"/>
        </w:rPr>
      </w:pPr>
      <w:r w:rsidRPr="005A5C05">
        <w:rPr>
          <w:rFonts w:ascii="Arial" w:hAnsi="Arial" w:cs="Arial"/>
          <w:i/>
          <w:iCs/>
          <w:szCs w:val="20"/>
          <w:lang w:val="fr-FR"/>
        </w:rPr>
        <w:t xml:space="preserve">Avec le système montants-traverses forster thermfix vario et sa résistance à l’effraction RC4, Forster présentera une solution de façade pour bâtiments représentatifs qui répond à des exigences élevées en matière de sécurité, d’esthétique et de durabilité. Illustrations : © Forster Systèmes de profilés </w:t>
      </w:r>
    </w:p>
    <w:p w14:paraId="48657F78" w14:textId="77777777" w:rsidR="000B5025" w:rsidRPr="005A5C05" w:rsidRDefault="000B5025" w:rsidP="009A50D2">
      <w:pPr>
        <w:rPr>
          <w:rFonts w:ascii="Arial" w:hAnsi="Arial" w:cs="Arial"/>
          <w:i/>
          <w:iCs/>
          <w:szCs w:val="20"/>
          <w:lang w:val="fr-FR"/>
        </w:rPr>
      </w:pPr>
    </w:p>
    <w:p w14:paraId="56A1DBA6" w14:textId="77777777" w:rsidR="00A508BE" w:rsidRPr="005A5C05" w:rsidRDefault="00A508BE" w:rsidP="009A50D2">
      <w:pPr>
        <w:rPr>
          <w:rFonts w:ascii="Arial" w:hAnsi="Arial" w:cs="Arial"/>
          <w:i/>
          <w:iCs/>
          <w:szCs w:val="20"/>
          <w:lang w:val="fr-FR"/>
        </w:rPr>
      </w:pPr>
    </w:p>
    <w:p w14:paraId="32C7FAB7" w14:textId="77777777" w:rsidR="00DF27F0" w:rsidRPr="005A5C05" w:rsidRDefault="00DF27F0" w:rsidP="009A50D2">
      <w:pPr>
        <w:rPr>
          <w:rFonts w:ascii="Arial" w:hAnsi="Arial" w:cs="Arial"/>
          <w:i/>
          <w:iCs/>
          <w:szCs w:val="20"/>
          <w:lang w:val="fr-FR"/>
        </w:rPr>
      </w:pPr>
    </w:p>
    <w:p w14:paraId="6462D068" w14:textId="50FE31B6" w:rsidR="00950F13" w:rsidRPr="005A5C05" w:rsidRDefault="00FA6A34" w:rsidP="00511C5D">
      <w:pPr>
        <w:rPr>
          <w:rFonts w:ascii="Arial" w:hAnsi="Arial" w:cs="Arial"/>
          <w:i/>
          <w:iCs/>
          <w:szCs w:val="20"/>
          <w:lang w:val="fr-FR"/>
        </w:rPr>
      </w:pPr>
      <w:r>
        <w:rPr>
          <w:rFonts w:ascii="Arial" w:hAnsi="Arial" w:cs="Arial"/>
          <w:i/>
          <w:iCs/>
          <w:noProof/>
          <w:szCs w:val="20"/>
          <w:lang w:val="fr-FR"/>
        </w:rPr>
        <w:drawing>
          <wp:inline distT="0" distB="0" distL="0" distR="0" wp14:anchorId="42C5EA8F" wp14:editId="405DD3DD">
            <wp:extent cx="2615565" cy="3921204"/>
            <wp:effectExtent l="0" t="0" r="635" b="3175"/>
            <wp:docPr id="197514015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140156" name="Grafik 1975140156"/>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52907" cy="4127104"/>
                    </a:xfrm>
                    <a:prstGeom prst="rect">
                      <a:avLst/>
                    </a:prstGeom>
                  </pic:spPr>
                </pic:pic>
              </a:graphicData>
            </a:graphic>
          </wp:inline>
        </w:drawing>
      </w:r>
      <w:r w:rsidR="00DF27F0" w:rsidRPr="005A5C05">
        <w:rPr>
          <w:rFonts w:ascii="Arial" w:hAnsi="Arial" w:cs="Arial"/>
          <w:i/>
          <w:iCs/>
          <w:szCs w:val="20"/>
          <w:lang w:val="fr-FR"/>
        </w:rPr>
        <w:t xml:space="preserve">  </w:t>
      </w:r>
      <w:r w:rsidR="004359BF" w:rsidRPr="005A5C05">
        <w:rPr>
          <w:rFonts w:ascii="Arial" w:hAnsi="Arial"/>
          <w:noProof/>
          <w:color w:val="000000"/>
          <w:sz w:val="22"/>
          <w:lang w:val="fr-FR"/>
        </w:rPr>
        <w:drawing>
          <wp:inline distT="0" distB="0" distL="0" distR="0" wp14:anchorId="6ED635D6" wp14:editId="77BA413D">
            <wp:extent cx="1800000" cy="1800000"/>
            <wp:effectExtent l="0" t="0" r="0" b="0"/>
            <wp:docPr id="9" name="Grafik 8" descr="Ein Bild, das Screenshot, Rechteck, Fenster, Design enthält.&#10;&#10;Automatisch generierte Beschreibung">
              <a:extLst xmlns:a="http://schemas.openxmlformats.org/drawingml/2006/main">
                <a:ext uri="{FF2B5EF4-FFF2-40B4-BE49-F238E27FC236}">
                  <a16:creationId xmlns:a16="http://schemas.microsoft.com/office/drawing/2014/main" id="{76378779-B965-3D3B-0217-0654674029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Screenshot, Rechteck, Fenster, Design enthält.&#10;&#10;Automatisch generierte Beschreibung">
                      <a:extLst>
                        <a:ext uri="{FF2B5EF4-FFF2-40B4-BE49-F238E27FC236}">
                          <a16:creationId xmlns:a16="http://schemas.microsoft.com/office/drawing/2014/main" id="{76378779-B965-3D3B-0217-065467402957}"/>
                        </a:ext>
                      </a:extLst>
                    </pic:cNvPr>
                    <pic:cNvPicPr>
                      <a:picLocks noChangeAspect="1"/>
                    </pic:cNvPicPr>
                  </pic:nvPicPr>
                  <pic:blipFill>
                    <a:blip r:embed="rId18"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38D13D7A" w14:textId="0E21D4FA" w:rsidR="004359BF" w:rsidRPr="005A5C05" w:rsidRDefault="00CB066D" w:rsidP="004359BF">
      <w:pPr>
        <w:rPr>
          <w:rFonts w:ascii="Arial" w:eastAsia="Times New Roman" w:hAnsi="Arial" w:cs="Arial"/>
          <w:i/>
          <w:iCs/>
          <w:color w:val="000000"/>
          <w:szCs w:val="20"/>
          <w:lang w:val="fr-FR"/>
        </w:rPr>
      </w:pPr>
      <w:r w:rsidRPr="00CB066D">
        <w:rPr>
          <w:rFonts w:ascii="Arial" w:hAnsi="Arial"/>
          <w:i/>
          <w:iCs/>
          <w:color w:val="000000"/>
          <w:lang w:val="fr-FR"/>
        </w:rPr>
        <w:t>Conçue pour une planification durable des bâtiments : Présentée pour la première fois au salon BAU 2025, la fenêtre forster omnia avec un indice de protection RC3 pour des poids d'ouvrants jusqu'à 250 kg combine une excellente isolation thermique et une résistance à l'effraction.</w:t>
      </w:r>
      <w:r w:rsidR="004359BF" w:rsidRPr="005A5C05">
        <w:rPr>
          <w:rFonts w:ascii="Arial" w:hAnsi="Arial"/>
          <w:i/>
          <w:iCs/>
          <w:color w:val="000000"/>
          <w:lang w:val="fr-FR"/>
        </w:rPr>
        <w:t xml:space="preserve"> Illustrations : </w:t>
      </w:r>
      <w:r w:rsidR="004359BF" w:rsidRPr="005A5C05">
        <w:rPr>
          <w:rFonts w:ascii="Arial" w:hAnsi="Arial" w:cs="Arial"/>
          <w:i/>
          <w:iCs/>
          <w:szCs w:val="20"/>
          <w:lang w:val="fr-FR"/>
        </w:rPr>
        <w:t xml:space="preserve">© </w:t>
      </w:r>
      <w:r w:rsidR="004359BF" w:rsidRPr="005A5C05">
        <w:rPr>
          <w:rFonts w:ascii="Arial" w:hAnsi="Arial"/>
          <w:i/>
          <w:iCs/>
          <w:color w:val="000000"/>
          <w:lang w:val="fr-FR"/>
        </w:rPr>
        <w:t>Forster Systèmes de profilés</w:t>
      </w:r>
    </w:p>
    <w:p w14:paraId="28D2C4B6" w14:textId="77777777" w:rsidR="004359BF" w:rsidRPr="005A5C05" w:rsidRDefault="004359BF" w:rsidP="00511C5D">
      <w:pPr>
        <w:rPr>
          <w:rFonts w:ascii="Arial" w:hAnsi="Arial" w:cs="Arial"/>
          <w:i/>
          <w:iCs/>
          <w:szCs w:val="20"/>
          <w:lang w:val="fr-FR"/>
        </w:rPr>
      </w:pPr>
    </w:p>
    <w:sectPr w:rsidR="004359BF" w:rsidRPr="005A5C05" w:rsidSect="00BB6059">
      <w:headerReference w:type="default" r:id="rId19"/>
      <w:footerReference w:type="default" r:id="rId20"/>
      <w:headerReference w:type="first" r:id="rId21"/>
      <w:footerReference w:type="first" r:id="rId22"/>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8B13D" w14:textId="77777777" w:rsidR="00E25802" w:rsidRDefault="00E25802" w:rsidP="009A2B91">
      <w:r>
        <w:separator/>
      </w:r>
    </w:p>
  </w:endnote>
  <w:endnote w:type="continuationSeparator" w:id="0">
    <w:p w14:paraId="73861F19" w14:textId="77777777" w:rsidR="00E25802" w:rsidRDefault="00E25802"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4D"/>
    <w:family w:val="swiss"/>
    <w:pitch w:val="variable"/>
    <w:sig w:usb0="800000AF" w:usb1="5000204A" w:usb2="00000000" w:usb3="00000000" w:csb0="0000009B"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6B6FB2E" w:rsidR="00E14FC8" w:rsidRPr="00882066" w:rsidRDefault="00EB42F3" w:rsidP="006A00DF">
          <w:pPr>
            <w:pStyle w:val="Fuzeile"/>
            <w:jc w:val="right"/>
            <w:rPr>
              <w:rFonts w:ascii="Faktum" w:hAnsi="Faktum" w:cs="Arial (Textkörper CS)"/>
            </w:rPr>
          </w:pPr>
          <w:r>
            <w:rPr>
              <w:rFonts w:ascii="Faktum" w:hAnsi="Faktum" w:cs="Arial (Textkörper CS)"/>
            </w:rPr>
            <w:t>Page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00A8619B" w:rsidRPr="00882066">
            <w:rPr>
              <w:rFonts w:ascii="Faktum" w:hAnsi="Faktum" w:cs="Arial (Textkörper CS)"/>
            </w:rPr>
            <w:fldChar w:fldCharType="begin"/>
          </w:r>
          <w:r w:rsidR="00A8619B" w:rsidRPr="00882066">
            <w:rPr>
              <w:rFonts w:ascii="Faktum" w:hAnsi="Faktum" w:cs="Arial (Textkörper CS)"/>
            </w:rPr>
            <w:instrText xml:space="preserve"> NUMPAGES </w:instrText>
          </w:r>
          <w:r w:rsidR="00A8619B" w:rsidRPr="00882066">
            <w:rPr>
              <w:rFonts w:ascii="Faktum" w:hAnsi="Faktum" w:cs="Arial (Textkörper CS)"/>
            </w:rPr>
            <w:fldChar w:fldCharType="separate"/>
          </w:r>
          <w:r w:rsidR="00E14FC8" w:rsidRPr="00882066">
            <w:rPr>
              <w:rFonts w:ascii="Faktum" w:hAnsi="Faktum" w:cs="Arial (Textkörper CS)"/>
            </w:rPr>
            <w:t>2</w:t>
          </w:r>
          <w:r w:rsidR="00A8619B"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A65D3" w14:textId="77777777" w:rsidR="00E25802" w:rsidRDefault="00E25802" w:rsidP="009A2B91">
      <w:r>
        <w:separator/>
      </w:r>
    </w:p>
  </w:footnote>
  <w:footnote w:type="continuationSeparator" w:id="0">
    <w:p w14:paraId="619831BC" w14:textId="77777777" w:rsidR="00E25802" w:rsidRDefault="00E25802"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2"/>
  </w:num>
  <w:num w:numId="12" w16cid:durableId="1648170503">
    <w:abstractNumId w:val="10"/>
  </w:num>
  <w:num w:numId="13" w16cid:durableId="328480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74220"/>
    <w:rsid w:val="0008111D"/>
    <w:rsid w:val="00081917"/>
    <w:rsid w:val="00091834"/>
    <w:rsid w:val="0009292D"/>
    <w:rsid w:val="000A35B7"/>
    <w:rsid w:val="000A5EB2"/>
    <w:rsid w:val="000B4108"/>
    <w:rsid w:val="000B5025"/>
    <w:rsid w:val="000D621C"/>
    <w:rsid w:val="000D6802"/>
    <w:rsid w:val="000E1D1C"/>
    <w:rsid w:val="000E2EEE"/>
    <w:rsid w:val="000F7E5C"/>
    <w:rsid w:val="00101431"/>
    <w:rsid w:val="00103103"/>
    <w:rsid w:val="00112C38"/>
    <w:rsid w:val="0013492B"/>
    <w:rsid w:val="0013778F"/>
    <w:rsid w:val="0014409A"/>
    <w:rsid w:val="00145FA6"/>
    <w:rsid w:val="00147375"/>
    <w:rsid w:val="00152626"/>
    <w:rsid w:val="001570F1"/>
    <w:rsid w:val="00162EF6"/>
    <w:rsid w:val="001673E8"/>
    <w:rsid w:val="00171D89"/>
    <w:rsid w:val="00173117"/>
    <w:rsid w:val="00175175"/>
    <w:rsid w:val="0018592F"/>
    <w:rsid w:val="00196AAC"/>
    <w:rsid w:val="00197745"/>
    <w:rsid w:val="001B51D1"/>
    <w:rsid w:val="001B59F0"/>
    <w:rsid w:val="001D5F25"/>
    <w:rsid w:val="001E3EB2"/>
    <w:rsid w:val="001F4972"/>
    <w:rsid w:val="00204DFE"/>
    <w:rsid w:val="00205238"/>
    <w:rsid w:val="002145ED"/>
    <w:rsid w:val="00217A97"/>
    <w:rsid w:val="002537F3"/>
    <w:rsid w:val="00257402"/>
    <w:rsid w:val="00270570"/>
    <w:rsid w:val="002713ED"/>
    <w:rsid w:val="00274D96"/>
    <w:rsid w:val="002822E8"/>
    <w:rsid w:val="002837B4"/>
    <w:rsid w:val="00292DAC"/>
    <w:rsid w:val="002C4468"/>
    <w:rsid w:val="002C7E57"/>
    <w:rsid w:val="002D2336"/>
    <w:rsid w:val="0030086D"/>
    <w:rsid w:val="0030691F"/>
    <w:rsid w:val="00316CB8"/>
    <w:rsid w:val="0032595F"/>
    <w:rsid w:val="00331696"/>
    <w:rsid w:val="003318E0"/>
    <w:rsid w:val="003323C9"/>
    <w:rsid w:val="0034170C"/>
    <w:rsid w:val="00343C4F"/>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40003B"/>
    <w:rsid w:val="004034C9"/>
    <w:rsid w:val="00414163"/>
    <w:rsid w:val="00414F5F"/>
    <w:rsid w:val="00430832"/>
    <w:rsid w:val="004359BF"/>
    <w:rsid w:val="004425A1"/>
    <w:rsid w:val="00445EFA"/>
    <w:rsid w:val="00450674"/>
    <w:rsid w:val="004616B6"/>
    <w:rsid w:val="0046364F"/>
    <w:rsid w:val="00464E46"/>
    <w:rsid w:val="00467B19"/>
    <w:rsid w:val="0047281A"/>
    <w:rsid w:val="00482782"/>
    <w:rsid w:val="0048288D"/>
    <w:rsid w:val="004833B4"/>
    <w:rsid w:val="00486351"/>
    <w:rsid w:val="004A1766"/>
    <w:rsid w:val="004A2A5E"/>
    <w:rsid w:val="004A34C1"/>
    <w:rsid w:val="004A45D6"/>
    <w:rsid w:val="004C2CBA"/>
    <w:rsid w:val="004D2BB3"/>
    <w:rsid w:val="004E79A8"/>
    <w:rsid w:val="004F4404"/>
    <w:rsid w:val="0050313C"/>
    <w:rsid w:val="00511C5D"/>
    <w:rsid w:val="00516638"/>
    <w:rsid w:val="005237E9"/>
    <w:rsid w:val="00524942"/>
    <w:rsid w:val="0052500F"/>
    <w:rsid w:val="0052780F"/>
    <w:rsid w:val="00536561"/>
    <w:rsid w:val="00543A14"/>
    <w:rsid w:val="00545833"/>
    <w:rsid w:val="00553A9C"/>
    <w:rsid w:val="00554964"/>
    <w:rsid w:val="00554F20"/>
    <w:rsid w:val="0055587E"/>
    <w:rsid w:val="005562E8"/>
    <w:rsid w:val="00557493"/>
    <w:rsid w:val="00567BBE"/>
    <w:rsid w:val="0058292A"/>
    <w:rsid w:val="00592CAF"/>
    <w:rsid w:val="00595239"/>
    <w:rsid w:val="005A2AE6"/>
    <w:rsid w:val="005A5C05"/>
    <w:rsid w:val="005C3EFB"/>
    <w:rsid w:val="005C40AA"/>
    <w:rsid w:val="005D3A6A"/>
    <w:rsid w:val="005F3208"/>
    <w:rsid w:val="00605CE6"/>
    <w:rsid w:val="006136DD"/>
    <w:rsid w:val="006311B5"/>
    <w:rsid w:val="00641570"/>
    <w:rsid w:val="00641B52"/>
    <w:rsid w:val="00666471"/>
    <w:rsid w:val="00667653"/>
    <w:rsid w:val="0066775B"/>
    <w:rsid w:val="006803F7"/>
    <w:rsid w:val="0068430F"/>
    <w:rsid w:val="00687C3B"/>
    <w:rsid w:val="006924A7"/>
    <w:rsid w:val="00695A6F"/>
    <w:rsid w:val="006A00DF"/>
    <w:rsid w:val="006A10D8"/>
    <w:rsid w:val="006A6086"/>
    <w:rsid w:val="006B164E"/>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60B65"/>
    <w:rsid w:val="00764787"/>
    <w:rsid w:val="007705D7"/>
    <w:rsid w:val="00775621"/>
    <w:rsid w:val="00780751"/>
    <w:rsid w:val="007A027D"/>
    <w:rsid w:val="007A18A7"/>
    <w:rsid w:val="007B3052"/>
    <w:rsid w:val="007B63C1"/>
    <w:rsid w:val="007C344E"/>
    <w:rsid w:val="007C3AE8"/>
    <w:rsid w:val="007C5A8B"/>
    <w:rsid w:val="007C6C82"/>
    <w:rsid w:val="007D1820"/>
    <w:rsid w:val="007D6856"/>
    <w:rsid w:val="007D7C81"/>
    <w:rsid w:val="007F0259"/>
    <w:rsid w:val="0080240B"/>
    <w:rsid w:val="00816E42"/>
    <w:rsid w:val="00825295"/>
    <w:rsid w:val="0082563D"/>
    <w:rsid w:val="0085155B"/>
    <w:rsid w:val="00856D06"/>
    <w:rsid w:val="00864FBC"/>
    <w:rsid w:val="00867388"/>
    <w:rsid w:val="008743D5"/>
    <w:rsid w:val="0087700F"/>
    <w:rsid w:val="008772B2"/>
    <w:rsid w:val="00877845"/>
    <w:rsid w:val="00877C82"/>
    <w:rsid w:val="00882066"/>
    <w:rsid w:val="00885D84"/>
    <w:rsid w:val="00886A58"/>
    <w:rsid w:val="00893331"/>
    <w:rsid w:val="008C51D2"/>
    <w:rsid w:val="008C67EA"/>
    <w:rsid w:val="008E508E"/>
    <w:rsid w:val="008F4C22"/>
    <w:rsid w:val="008F5C03"/>
    <w:rsid w:val="00904FD9"/>
    <w:rsid w:val="009065BC"/>
    <w:rsid w:val="00910AC2"/>
    <w:rsid w:val="00912254"/>
    <w:rsid w:val="00914F3A"/>
    <w:rsid w:val="009157A6"/>
    <w:rsid w:val="009252D4"/>
    <w:rsid w:val="00936576"/>
    <w:rsid w:val="00940BD2"/>
    <w:rsid w:val="00944920"/>
    <w:rsid w:val="00950F13"/>
    <w:rsid w:val="00952F3D"/>
    <w:rsid w:val="00955FD1"/>
    <w:rsid w:val="00973B2E"/>
    <w:rsid w:val="00975E6E"/>
    <w:rsid w:val="00981482"/>
    <w:rsid w:val="009905F8"/>
    <w:rsid w:val="009A2B91"/>
    <w:rsid w:val="009A4A6F"/>
    <w:rsid w:val="009A50D2"/>
    <w:rsid w:val="009B3585"/>
    <w:rsid w:val="009B5CAD"/>
    <w:rsid w:val="009B7B80"/>
    <w:rsid w:val="009D111D"/>
    <w:rsid w:val="009D1ABE"/>
    <w:rsid w:val="009D3D32"/>
    <w:rsid w:val="009D47E2"/>
    <w:rsid w:val="009E379C"/>
    <w:rsid w:val="009E3A00"/>
    <w:rsid w:val="009E674F"/>
    <w:rsid w:val="009E799D"/>
    <w:rsid w:val="009F1BDA"/>
    <w:rsid w:val="00A068C0"/>
    <w:rsid w:val="00A10D85"/>
    <w:rsid w:val="00A21171"/>
    <w:rsid w:val="00A23A30"/>
    <w:rsid w:val="00A24831"/>
    <w:rsid w:val="00A30A33"/>
    <w:rsid w:val="00A34156"/>
    <w:rsid w:val="00A34764"/>
    <w:rsid w:val="00A508BE"/>
    <w:rsid w:val="00A534AA"/>
    <w:rsid w:val="00A53C60"/>
    <w:rsid w:val="00A611D4"/>
    <w:rsid w:val="00A71BBC"/>
    <w:rsid w:val="00A834F8"/>
    <w:rsid w:val="00A8619B"/>
    <w:rsid w:val="00A869B1"/>
    <w:rsid w:val="00A92C0F"/>
    <w:rsid w:val="00A92DDF"/>
    <w:rsid w:val="00A96245"/>
    <w:rsid w:val="00AA52AF"/>
    <w:rsid w:val="00AB3C87"/>
    <w:rsid w:val="00AC32C7"/>
    <w:rsid w:val="00AC459E"/>
    <w:rsid w:val="00AD0056"/>
    <w:rsid w:val="00AD111E"/>
    <w:rsid w:val="00AD186F"/>
    <w:rsid w:val="00AD7D9E"/>
    <w:rsid w:val="00AE1C75"/>
    <w:rsid w:val="00AF54F9"/>
    <w:rsid w:val="00B04C07"/>
    <w:rsid w:val="00B07D7E"/>
    <w:rsid w:val="00B27368"/>
    <w:rsid w:val="00B308F7"/>
    <w:rsid w:val="00B337C1"/>
    <w:rsid w:val="00B33DF6"/>
    <w:rsid w:val="00B341D8"/>
    <w:rsid w:val="00B348AE"/>
    <w:rsid w:val="00B34D47"/>
    <w:rsid w:val="00B37AEA"/>
    <w:rsid w:val="00B45BDA"/>
    <w:rsid w:val="00B460D1"/>
    <w:rsid w:val="00B46CB5"/>
    <w:rsid w:val="00B50976"/>
    <w:rsid w:val="00B64E79"/>
    <w:rsid w:val="00B70E4A"/>
    <w:rsid w:val="00B71D23"/>
    <w:rsid w:val="00B76D4E"/>
    <w:rsid w:val="00B80202"/>
    <w:rsid w:val="00B84034"/>
    <w:rsid w:val="00B92808"/>
    <w:rsid w:val="00B97181"/>
    <w:rsid w:val="00BA01E0"/>
    <w:rsid w:val="00BA38EB"/>
    <w:rsid w:val="00BB6059"/>
    <w:rsid w:val="00BB76F7"/>
    <w:rsid w:val="00BC0296"/>
    <w:rsid w:val="00BC351B"/>
    <w:rsid w:val="00BC47E9"/>
    <w:rsid w:val="00BD6CFF"/>
    <w:rsid w:val="00BE016A"/>
    <w:rsid w:val="00BE53BD"/>
    <w:rsid w:val="00BF6A19"/>
    <w:rsid w:val="00C02457"/>
    <w:rsid w:val="00C04F11"/>
    <w:rsid w:val="00C05229"/>
    <w:rsid w:val="00C06B6A"/>
    <w:rsid w:val="00C07EF7"/>
    <w:rsid w:val="00C25F62"/>
    <w:rsid w:val="00C261D6"/>
    <w:rsid w:val="00C42D21"/>
    <w:rsid w:val="00C46AD6"/>
    <w:rsid w:val="00C47753"/>
    <w:rsid w:val="00C619AA"/>
    <w:rsid w:val="00C702A4"/>
    <w:rsid w:val="00C74FFB"/>
    <w:rsid w:val="00C75E25"/>
    <w:rsid w:val="00C763BE"/>
    <w:rsid w:val="00C80D36"/>
    <w:rsid w:val="00C875C9"/>
    <w:rsid w:val="00C94364"/>
    <w:rsid w:val="00CA2406"/>
    <w:rsid w:val="00CB066D"/>
    <w:rsid w:val="00CC07E2"/>
    <w:rsid w:val="00CC4FF8"/>
    <w:rsid w:val="00CC7840"/>
    <w:rsid w:val="00CD1271"/>
    <w:rsid w:val="00CE2C62"/>
    <w:rsid w:val="00CE3477"/>
    <w:rsid w:val="00CE5B66"/>
    <w:rsid w:val="00D0737E"/>
    <w:rsid w:val="00D13003"/>
    <w:rsid w:val="00D146CF"/>
    <w:rsid w:val="00D1704E"/>
    <w:rsid w:val="00D22B43"/>
    <w:rsid w:val="00D31A6A"/>
    <w:rsid w:val="00D339F8"/>
    <w:rsid w:val="00D37866"/>
    <w:rsid w:val="00D60237"/>
    <w:rsid w:val="00D60F35"/>
    <w:rsid w:val="00D62751"/>
    <w:rsid w:val="00D65407"/>
    <w:rsid w:val="00D670E1"/>
    <w:rsid w:val="00D911BA"/>
    <w:rsid w:val="00D92425"/>
    <w:rsid w:val="00DA4A82"/>
    <w:rsid w:val="00DA4D95"/>
    <w:rsid w:val="00DA6E85"/>
    <w:rsid w:val="00DB02EC"/>
    <w:rsid w:val="00DC3463"/>
    <w:rsid w:val="00DC40DF"/>
    <w:rsid w:val="00DD3749"/>
    <w:rsid w:val="00DE4D49"/>
    <w:rsid w:val="00DF27F0"/>
    <w:rsid w:val="00E00429"/>
    <w:rsid w:val="00E00501"/>
    <w:rsid w:val="00E01033"/>
    <w:rsid w:val="00E04BEB"/>
    <w:rsid w:val="00E06E23"/>
    <w:rsid w:val="00E14FC8"/>
    <w:rsid w:val="00E15E9A"/>
    <w:rsid w:val="00E17B82"/>
    <w:rsid w:val="00E25802"/>
    <w:rsid w:val="00E33D24"/>
    <w:rsid w:val="00E43E88"/>
    <w:rsid w:val="00E443EA"/>
    <w:rsid w:val="00E44895"/>
    <w:rsid w:val="00E47869"/>
    <w:rsid w:val="00E54949"/>
    <w:rsid w:val="00E568F1"/>
    <w:rsid w:val="00E6730E"/>
    <w:rsid w:val="00E85D61"/>
    <w:rsid w:val="00E920ED"/>
    <w:rsid w:val="00E941F7"/>
    <w:rsid w:val="00EA3062"/>
    <w:rsid w:val="00EB300F"/>
    <w:rsid w:val="00EB42F3"/>
    <w:rsid w:val="00EC0758"/>
    <w:rsid w:val="00EC1A9E"/>
    <w:rsid w:val="00EC7894"/>
    <w:rsid w:val="00ED768B"/>
    <w:rsid w:val="00EF469D"/>
    <w:rsid w:val="00F01380"/>
    <w:rsid w:val="00F079D5"/>
    <w:rsid w:val="00F1312E"/>
    <w:rsid w:val="00F4199A"/>
    <w:rsid w:val="00F45CD8"/>
    <w:rsid w:val="00F544C0"/>
    <w:rsid w:val="00F570A3"/>
    <w:rsid w:val="00F660CB"/>
    <w:rsid w:val="00F80B17"/>
    <w:rsid w:val="00F9750E"/>
    <w:rsid w:val="00FA6A34"/>
    <w:rsid w:val="00FA7AC6"/>
    <w:rsid w:val="00FB051A"/>
    <w:rsid w:val="00FB259F"/>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facades/thermfix-vario" TargetMode="External"/><Relationship Id="rId13" Type="http://schemas.openxmlformats.org/officeDocument/2006/relationships/hyperlink" Target="http://forstersystems.com"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forster@maipr.com"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na.obermayer@forstersystems.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hyperlink" Target="http://www.forstersystems.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rstersystems.com/products/windows/omnia" TargetMode="External"/><Relationship Id="rId14" Type="http://schemas.openxmlformats.org/officeDocument/2006/relationships/hyperlink" Target="http://www.maipr.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975</Words>
  <Characters>6145</Characters>
  <Application>Microsoft Office Word</Application>
  <DocSecurity>0</DocSecurity>
  <Lines>51</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Fabienne Pyszka</cp:lastModifiedBy>
  <cp:revision>23</cp:revision>
  <cp:lastPrinted>2024-01-31T16:11:00Z</cp:lastPrinted>
  <dcterms:created xsi:type="dcterms:W3CDTF">2024-08-01T09:40:00Z</dcterms:created>
  <dcterms:modified xsi:type="dcterms:W3CDTF">2025-03-26T09:26:00Z</dcterms:modified>
</cp:coreProperties>
</file>